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30F662" w14:textId="77777777" w:rsidR="000145A4" w:rsidRDefault="000145A4" w:rsidP="00544F06">
      <w:pPr>
        <w:pStyle w:val="Titre1"/>
        <w:numPr>
          <w:ilvl w:val="0"/>
          <w:numId w:val="0"/>
        </w:numPr>
        <w:jc w:val="center"/>
      </w:pPr>
    </w:p>
    <w:p w14:paraId="6568BA55" w14:textId="77777777" w:rsidR="003277F7" w:rsidRDefault="003277F7" w:rsidP="00544F06"/>
    <w:p w14:paraId="7DC13993" w14:textId="77777777" w:rsidR="003277F7" w:rsidRDefault="003277F7" w:rsidP="00544F06"/>
    <w:p w14:paraId="78CAAF6A" w14:textId="77777777" w:rsidR="003277F7" w:rsidRPr="003277F7" w:rsidRDefault="003277F7" w:rsidP="00544F06"/>
    <w:p w14:paraId="12B86ED2" w14:textId="77777777" w:rsidR="000145A4" w:rsidRDefault="000145A4" w:rsidP="00544F06">
      <w:pPr>
        <w:pStyle w:val="Titre1"/>
        <w:numPr>
          <w:ilvl w:val="0"/>
          <w:numId w:val="0"/>
        </w:numPr>
        <w:jc w:val="center"/>
      </w:pPr>
    </w:p>
    <w:p w14:paraId="488024C3" w14:textId="77777777" w:rsidR="00662C9A" w:rsidRDefault="001A0571" w:rsidP="00544F06">
      <w:pPr>
        <w:pStyle w:val="Titre1"/>
        <w:numPr>
          <w:ilvl w:val="0"/>
          <w:numId w:val="0"/>
        </w:numPr>
        <w:jc w:val="center"/>
      </w:pPr>
      <w:r>
        <w:t>Annexe</w:t>
      </w:r>
      <w:r w:rsidR="00662C9A">
        <w:t xml:space="preserve"> cahier des charges </w:t>
      </w:r>
      <w:r w:rsidR="00F55C89">
        <w:t>EQUIPEMENT</w:t>
      </w:r>
    </w:p>
    <w:p w14:paraId="770F28B3" w14:textId="6D1D4024" w:rsidR="00662C9A" w:rsidRDefault="00D177A8" w:rsidP="00544F06">
      <w:pPr>
        <w:pStyle w:val="Titre1"/>
        <w:numPr>
          <w:ilvl w:val="0"/>
          <w:numId w:val="0"/>
        </w:numPr>
        <w:jc w:val="center"/>
      </w:pPr>
      <w:r w:rsidRPr="00D177A8">
        <w:rPr>
          <w:caps w:val="0"/>
        </w:rPr>
        <w:t>Nom du fichier</w:t>
      </w:r>
      <w:r>
        <w:t xml:space="preserve"> </w:t>
      </w:r>
      <w:r w:rsidR="00662C9A">
        <w:t>:</w:t>
      </w:r>
      <w:r w:rsidR="00F87B95" w:rsidRPr="00F87B95">
        <w:t xml:space="preserve"> Annexe A cahier des Charges Cross section polisher</w:t>
      </w:r>
    </w:p>
    <w:p w14:paraId="1B994F65" w14:textId="77777777" w:rsidR="00662C9A" w:rsidRDefault="00662C9A" w:rsidP="00544F06">
      <w:pPr>
        <w:pStyle w:val="Titre3"/>
        <w:numPr>
          <w:ilvl w:val="0"/>
          <w:numId w:val="0"/>
        </w:numPr>
      </w:pPr>
      <w:bookmarkStart w:id="0" w:name="_Ref272221449"/>
      <w:bookmarkStart w:id="1" w:name="_Toc275268165"/>
    </w:p>
    <w:p w14:paraId="63878C9D" w14:textId="77777777" w:rsidR="00662C9A" w:rsidRDefault="00662C9A" w:rsidP="00544F06">
      <w:pPr>
        <w:pStyle w:val="Titre3"/>
        <w:numPr>
          <w:ilvl w:val="0"/>
          <w:numId w:val="0"/>
        </w:numPr>
      </w:pPr>
    </w:p>
    <w:p w14:paraId="622A4258" w14:textId="77777777" w:rsidR="00662C9A" w:rsidRDefault="00662C9A" w:rsidP="00544F06">
      <w:pPr>
        <w:pStyle w:val="Titre3"/>
        <w:numPr>
          <w:ilvl w:val="0"/>
          <w:numId w:val="0"/>
        </w:numPr>
      </w:pPr>
    </w:p>
    <w:p w14:paraId="0A40059C" w14:textId="75798026" w:rsidR="00662C9A" w:rsidRDefault="00662C9A" w:rsidP="00544F06">
      <w:pPr>
        <w:pStyle w:val="Titre3"/>
        <w:numPr>
          <w:ilvl w:val="0"/>
          <w:numId w:val="0"/>
        </w:numPr>
        <w:jc w:val="center"/>
      </w:pPr>
      <w:r w:rsidRPr="00AA28F1">
        <w:t xml:space="preserve">ANNEXE </w:t>
      </w:r>
      <w:r>
        <w:t xml:space="preserve">A : Synthèse des commentaires </w:t>
      </w:r>
      <w:bookmarkEnd w:id="0"/>
      <w:bookmarkEnd w:id="1"/>
      <w:r w:rsidR="00F87B95">
        <w:t>Équipementier</w:t>
      </w:r>
    </w:p>
    <w:p w14:paraId="5523EAC4" w14:textId="77777777" w:rsidR="00AC52FC" w:rsidRDefault="00AC52FC" w:rsidP="00544F06">
      <w:pPr>
        <w:pStyle w:val="Retraitnormal"/>
        <w:ind w:left="0"/>
      </w:pPr>
    </w:p>
    <w:p w14:paraId="5DF24AC7" w14:textId="77777777" w:rsidR="00AC52FC" w:rsidRDefault="00AC52FC" w:rsidP="00544F06">
      <w:pPr>
        <w:pStyle w:val="Retraitnormal"/>
        <w:ind w:left="0"/>
      </w:pPr>
    </w:p>
    <w:p w14:paraId="332B8B83" w14:textId="77777777" w:rsidR="00AC52FC" w:rsidRDefault="00AC52FC" w:rsidP="00544F06">
      <w:pPr>
        <w:pStyle w:val="Retraitnormal"/>
        <w:ind w:left="0"/>
      </w:pPr>
    </w:p>
    <w:p w14:paraId="2893E48D" w14:textId="77777777" w:rsidR="00AC52FC" w:rsidRDefault="00AC52FC" w:rsidP="00544F06">
      <w:pPr>
        <w:pStyle w:val="Retraitnormal"/>
        <w:ind w:left="0"/>
      </w:pPr>
    </w:p>
    <w:p w14:paraId="4CB3C565" w14:textId="77777777" w:rsidR="00AC52FC" w:rsidRDefault="00AC52FC" w:rsidP="00544F06">
      <w:pPr>
        <w:pStyle w:val="Retraitnormal"/>
        <w:ind w:left="0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61"/>
        <w:gridCol w:w="7067"/>
      </w:tblGrid>
      <w:tr w:rsidR="00AC52FC" w14:paraId="10305CC2" w14:textId="77777777" w:rsidTr="00544F06">
        <w:tc>
          <w:tcPr>
            <w:tcW w:w="1330" w:type="pct"/>
            <w:shd w:val="clear" w:color="auto" w:fill="auto"/>
            <w:vAlign w:val="center"/>
          </w:tcPr>
          <w:p w14:paraId="27A89B2B" w14:textId="77777777" w:rsidR="00AC52FC" w:rsidRPr="00AC52FC" w:rsidRDefault="00AC52FC" w:rsidP="00544F06">
            <w:pPr>
              <w:pStyle w:val="Retraitnormal"/>
              <w:spacing w:before="240" w:after="240"/>
              <w:ind w:left="0"/>
              <w:jc w:val="center"/>
              <w:rPr>
                <w:b/>
              </w:rPr>
            </w:pPr>
            <w:r>
              <w:rPr>
                <w:b/>
              </w:rPr>
              <w:t>Nom du fournisseur</w:t>
            </w:r>
          </w:p>
        </w:tc>
        <w:tc>
          <w:tcPr>
            <w:tcW w:w="3670" w:type="pct"/>
            <w:shd w:val="clear" w:color="auto" w:fill="auto"/>
            <w:vAlign w:val="center"/>
          </w:tcPr>
          <w:p w14:paraId="0A55948B" w14:textId="77777777" w:rsidR="00AC52FC" w:rsidRDefault="00AC52FC" w:rsidP="00544F06">
            <w:pPr>
              <w:pStyle w:val="Retraitnormal"/>
              <w:ind w:left="0"/>
              <w:jc w:val="center"/>
            </w:pPr>
          </w:p>
        </w:tc>
      </w:tr>
      <w:tr w:rsidR="00AC52FC" w14:paraId="0F7A6CE3" w14:textId="77777777" w:rsidTr="00544F06">
        <w:tc>
          <w:tcPr>
            <w:tcW w:w="1330" w:type="pct"/>
            <w:shd w:val="clear" w:color="auto" w:fill="auto"/>
            <w:vAlign w:val="center"/>
          </w:tcPr>
          <w:p w14:paraId="2A634429" w14:textId="77777777" w:rsidR="00AC52FC" w:rsidRPr="0034112C" w:rsidRDefault="00AC52FC" w:rsidP="00544F06">
            <w:pPr>
              <w:pStyle w:val="Retraitnormal"/>
              <w:spacing w:before="240" w:after="240"/>
              <w:ind w:left="0"/>
              <w:jc w:val="center"/>
              <w:rPr>
                <w:b/>
              </w:rPr>
            </w:pPr>
            <w:r>
              <w:rPr>
                <w:b/>
              </w:rPr>
              <w:t>Réf. de l’offre</w:t>
            </w:r>
          </w:p>
        </w:tc>
        <w:tc>
          <w:tcPr>
            <w:tcW w:w="3670" w:type="pct"/>
            <w:shd w:val="clear" w:color="auto" w:fill="auto"/>
            <w:vAlign w:val="center"/>
          </w:tcPr>
          <w:p w14:paraId="3D3AAFE3" w14:textId="77777777" w:rsidR="00AC52FC" w:rsidRDefault="00AC52FC" w:rsidP="00544F06">
            <w:pPr>
              <w:pStyle w:val="Retraitnormal"/>
              <w:ind w:left="0"/>
              <w:jc w:val="center"/>
            </w:pPr>
          </w:p>
        </w:tc>
      </w:tr>
    </w:tbl>
    <w:p w14:paraId="66AFF6A3" w14:textId="77777777" w:rsidR="00AC52FC" w:rsidRDefault="00AC52FC" w:rsidP="00544F06">
      <w:pPr>
        <w:pStyle w:val="Retraitnormal"/>
        <w:ind w:left="0"/>
      </w:pPr>
    </w:p>
    <w:p w14:paraId="0795B192" w14:textId="77777777" w:rsidR="00C8226E" w:rsidRDefault="00C8226E" w:rsidP="00544F06">
      <w:r>
        <w:br w:type="page"/>
      </w:r>
    </w:p>
    <w:p w14:paraId="14C9E62A" w14:textId="77777777" w:rsidR="00CD0D7A" w:rsidRPr="00CD0D7A" w:rsidRDefault="00CD0D7A" w:rsidP="00544F06">
      <w:pPr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lastRenderedPageBreak/>
        <w:t>A</w:t>
      </w:r>
      <w:r>
        <w:rPr>
          <w:b/>
          <w:color w:val="000000"/>
          <w:sz w:val="22"/>
          <w:szCs w:val="22"/>
        </w:rPr>
        <w:tab/>
        <w:t>=</w:t>
      </w:r>
      <w:r>
        <w:rPr>
          <w:b/>
          <w:color w:val="000000"/>
          <w:sz w:val="22"/>
          <w:szCs w:val="22"/>
        </w:rPr>
        <w:tab/>
      </w:r>
      <w:r w:rsidRPr="00CD0D7A">
        <w:rPr>
          <w:b/>
          <w:color w:val="000000"/>
          <w:sz w:val="22"/>
          <w:szCs w:val="22"/>
        </w:rPr>
        <w:t>Exigences acceptées sans réserves</w:t>
      </w:r>
    </w:p>
    <w:p w14:paraId="208F8E9C" w14:textId="77777777" w:rsidR="00CD0D7A" w:rsidRPr="00CD0D7A" w:rsidRDefault="00CD0D7A" w:rsidP="00544F06">
      <w:pPr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AA</w:t>
      </w:r>
      <w:r>
        <w:rPr>
          <w:b/>
          <w:color w:val="000000"/>
          <w:sz w:val="22"/>
          <w:szCs w:val="22"/>
        </w:rPr>
        <w:tab/>
        <w:t>=</w:t>
      </w:r>
      <w:r>
        <w:rPr>
          <w:b/>
          <w:color w:val="000000"/>
          <w:sz w:val="22"/>
          <w:szCs w:val="22"/>
        </w:rPr>
        <w:tab/>
      </w:r>
      <w:r w:rsidRPr="00CD0D7A">
        <w:rPr>
          <w:b/>
          <w:color w:val="000000"/>
          <w:sz w:val="22"/>
          <w:szCs w:val="22"/>
        </w:rPr>
        <w:t>Exigences acceptées avec des adaptations</w:t>
      </w:r>
    </w:p>
    <w:p w14:paraId="3E5EB6BC" w14:textId="77777777" w:rsidR="00E53AA4" w:rsidRDefault="00CD0D7A" w:rsidP="00544F06">
      <w:pPr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NA</w:t>
      </w:r>
      <w:r>
        <w:rPr>
          <w:b/>
          <w:color w:val="000000"/>
          <w:sz w:val="22"/>
          <w:szCs w:val="22"/>
        </w:rPr>
        <w:tab/>
        <w:t>=</w:t>
      </w:r>
      <w:r>
        <w:rPr>
          <w:b/>
          <w:color w:val="000000"/>
          <w:sz w:val="22"/>
          <w:szCs w:val="22"/>
        </w:rPr>
        <w:tab/>
      </w:r>
      <w:r w:rsidRPr="00CD0D7A">
        <w:rPr>
          <w:b/>
          <w:color w:val="000000"/>
          <w:sz w:val="22"/>
          <w:szCs w:val="22"/>
        </w:rPr>
        <w:t>Non App</w:t>
      </w:r>
      <w:r w:rsidR="00ED72C4">
        <w:rPr>
          <w:b/>
          <w:color w:val="000000"/>
          <w:sz w:val="22"/>
          <w:szCs w:val="22"/>
        </w:rPr>
        <w:t xml:space="preserve">licable </w:t>
      </w:r>
    </w:p>
    <w:p w14:paraId="52952FC0" w14:textId="77777777" w:rsidR="00DB3A8B" w:rsidRDefault="00DB3A8B" w:rsidP="00544F06">
      <w:pPr>
        <w:rPr>
          <w:b/>
          <w:color w:val="000000"/>
          <w:sz w:val="22"/>
          <w:szCs w:val="22"/>
        </w:rPr>
      </w:pPr>
    </w:p>
    <w:p w14:paraId="4055B057" w14:textId="77777777" w:rsidR="00DB3A8B" w:rsidRDefault="00DB3A8B" w:rsidP="00544F06">
      <w:pPr>
        <w:rPr>
          <w:b/>
          <w:color w:val="000000"/>
          <w:sz w:val="22"/>
          <w:szCs w:val="22"/>
        </w:rPr>
      </w:pPr>
    </w:p>
    <w:tbl>
      <w:tblPr>
        <w:tblW w:w="5238" w:type="pct"/>
        <w:tblInd w:w="-44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1E0" w:firstRow="1" w:lastRow="1" w:firstColumn="1" w:lastColumn="1" w:noHBand="0" w:noVBand="0"/>
      </w:tblPr>
      <w:tblGrid>
        <w:gridCol w:w="2107"/>
        <w:gridCol w:w="457"/>
        <w:gridCol w:w="519"/>
        <w:gridCol w:w="522"/>
        <w:gridCol w:w="1868"/>
        <w:gridCol w:w="2410"/>
        <w:gridCol w:w="2182"/>
      </w:tblGrid>
      <w:tr w:rsidR="00DB3A8B" w14:paraId="3A87DFA8" w14:textId="77777777" w:rsidTr="005542EA">
        <w:trPr>
          <w:tblHeader/>
        </w:trPr>
        <w:tc>
          <w:tcPr>
            <w:tcW w:w="1047" w:type="pct"/>
            <w:tcBorders>
              <w:bottom w:val="single" w:sz="12" w:space="0" w:color="auto"/>
            </w:tcBorders>
            <w:shd w:val="clear" w:color="auto" w:fill="D3D7EA" w:themeFill="accent1" w:themeFillTint="33"/>
            <w:vAlign w:val="center"/>
          </w:tcPr>
          <w:p w14:paraId="325AE069" w14:textId="77777777" w:rsidR="00DB3A8B" w:rsidRDefault="00DB3A8B" w:rsidP="00544F06">
            <w:pPr>
              <w:jc w:val="center"/>
            </w:pPr>
            <w:r>
              <w:t>Réf.</w:t>
            </w:r>
          </w:p>
          <w:p w14:paraId="635FD7B6" w14:textId="77777777" w:rsidR="00DB3A8B" w:rsidRDefault="00DB3A8B" w:rsidP="00544F06">
            <w:pPr>
              <w:jc w:val="center"/>
            </w:pPr>
            <w:r>
              <w:t>Titre</w:t>
            </w:r>
          </w:p>
        </w:tc>
        <w:tc>
          <w:tcPr>
            <w:tcW w:w="744" w:type="pct"/>
            <w:gridSpan w:val="3"/>
            <w:tcBorders>
              <w:bottom w:val="single" w:sz="12" w:space="0" w:color="auto"/>
            </w:tcBorders>
            <w:shd w:val="clear" w:color="auto" w:fill="D3D7EA" w:themeFill="accent1" w:themeFillTint="33"/>
            <w:vAlign w:val="center"/>
          </w:tcPr>
          <w:p w14:paraId="6EE34A77" w14:textId="77777777" w:rsidR="00DB3A8B" w:rsidRPr="00DA17B4" w:rsidRDefault="00DB3A8B" w:rsidP="00544F06">
            <w:pPr>
              <w:jc w:val="center"/>
            </w:pPr>
            <w:r w:rsidRPr="00DA17B4">
              <w:t xml:space="preserve">Réponse du </w:t>
            </w:r>
            <w:r>
              <w:t>Contractant</w:t>
            </w:r>
          </w:p>
        </w:tc>
        <w:tc>
          <w:tcPr>
            <w:tcW w:w="928" w:type="pct"/>
            <w:tcBorders>
              <w:bottom w:val="single" w:sz="12" w:space="0" w:color="auto"/>
            </w:tcBorders>
            <w:shd w:val="clear" w:color="auto" w:fill="D3D7EA" w:themeFill="accent1" w:themeFillTint="33"/>
            <w:vAlign w:val="center"/>
          </w:tcPr>
          <w:p w14:paraId="20AC9FE8" w14:textId="77777777" w:rsidR="00DB3A8B" w:rsidRPr="00DA17B4" w:rsidRDefault="00DB3A8B" w:rsidP="00544F06">
            <w:pPr>
              <w:jc w:val="center"/>
            </w:pPr>
            <w:r w:rsidRPr="00DA17B4">
              <w:t>Contenu des réserves</w:t>
            </w:r>
          </w:p>
        </w:tc>
        <w:tc>
          <w:tcPr>
            <w:tcW w:w="1197" w:type="pct"/>
            <w:tcBorders>
              <w:bottom w:val="single" w:sz="12" w:space="0" w:color="auto"/>
            </w:tcBorders>
            <w:shd w:val="clear" w:color="auto" w:fill="D3D7EA" w:themeFill="accent1" w:themeFillTint="33"/>
            <w:vAlign w:val="center"/>
          </w:tcPr>
          <w:p w14:paraId="197F57AF" w14:textId="77777777" w:rsidR="00DB3A8B" w:rsidRDefault="00DB3A8B" w:rsidP="00544F06">
            <w:pPr>
              <w:jc w:val="center"/>
            </w:pPr>
            <w:r w:rsidRPr="00DA17B4">
              <w:t>Propositions alternatives</w:t>
            </w:r>
          </w:p>
          <w:p w14:paraId="4553843B" w14:textId="77777777" w:rsidR="00DB3A8B" w:rsidRPr="00DA17B4" w:rsidRDefault="00DB3A8B" w:rsidP="00544F06">
            <w:pPr>
              <w:jc w:val="center"/>
            </w:pPr>
            <w:r>
              <w:t>(à négocier entre le CEA-LETI e</w:t>
            </w:r>
            <w:r w:rsidRPr="00DA17B4">
              <w:t xml:space="preserve">t le </w:t>
            </w:r>
            <w:r>
              <w:t>Contractant</w:t>
            </w:r>
            <w:r w:rsidRPr="00DA17B4">
              <w:t>)</w:t>
            </w:r>
          </w:p>
        </w:tc>
        <w:tc>
          <w:tcPr>
            <w:tcW w:w="1084" w:type="pct"/>
            <w:tcBorders>
              <w:bottom w:val="single" w:sz="12" w:space="0" w:color="auto"/>
            </w:tcBorders>
            <w:shd w:val="clear" w:color="auto" w:fill="D3D7EA" w:themeFill="accent1" w:themeFillTint="33"/>
            <w:vAlign w:val="center"/>
          </w:tcPr>
          <w:p w14:paraId="300492FE" w14:textId="77777777" w:rsidR="00DB3A8B" w:rsidRDefault="00DB3A8B" w:rsidP="00544F06">
            <w:pPr>
              <w:jc w:val="center"/>
            </w:pPr>
            <w:r w:rsidRPr="00DA17B4">
              <w:t>Décision finale</w:t>
            </w:r>
          </w:p>
        </w:tc>
      </w:tr>
      <w:tr w:rsidR="00DB3A8B" w14:paraId="5375B14C" w14:textId="77777777" w:rsidTr="005542EA">
        <w:trPr>
          <w:trHeight w:val="1123"/>
        </w:trPr>
        <w:tc>
          <w:tcPr>
            <w:tcW w:w="1047" w:type="pct"/>
            <w:tcBorders>
              <w:bottom w:val="dashed" w:sz="4" w:space="0" w:color="0070C0"/>
            </w:tcBorders>
            <w:shd w:val="clear" w:color="auto" w:fill="auto"/>
            <w:vAlign w:val="center"/>
          </w:tcPr>
          <w:p w14:paraId="099C1184" w14:textId="77777777" w:rsidR="00DB3A8B" w:rsidRPr="00C51EA3" w:rsidRDefault="00DB3A8B" w:rsidP="00544F06">
            <w:pPr>
              <w:jc w:val="center"/>
              <w:rPr>
                <w:sz w:val="24"/>
              </w:rPr>
            </w:pPr>
            <w:r w:rsidRPr="00C51EA3">
              <w:rPr>
                <w:sz w:val="24"/>
              </w:rPr>
              <w:t>1</w:t>
            </w:r>
          </w:p>
          <w:p w14:paraId="4358B47E" w14:textId="77777777" w:rsidR="00DB3A8B" w:rsidRPr="00C51EA3" w:rsidRDefault="00DB3A8B" w:rsidP="00544F0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OBJET</w:t>
            </w:r>
          </w:p>
        </w:tc>
        <w:tc>
          <w:tcPr>
            <w:tcW w:w="227" w:type="pct"/>
            <w:tcBorders>
              <w:bottom w:val="dashed" w:sz="4" w:space="0" w:color="0070C0"/>
            </w:tcBorders>
            <w:shd w:val="clear" w:color="auto" w:fill="auto"/>
            <w:vAlign w:val="center"/>
          </w:tcPr>
          <w:p w14:paraId="3D1120D0" w14:textId="77777777" w:rsidR="00DB3A8B" w:rsidRPr="00C51EA3" w:rsidRDefault="00DB3A8B" w:rsidP="00544F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</w:t>
            </w:r>
          </w:p>
          <w:p w14:paraId="552499A3" w14:textId="77777777" w:rsidR="00DB3A8B" w:rsidRPr="00C51EA3" w:rsidRDefault="00DB3A8B" w:rsidP="00544F06">
            <w:pPr>
              <w:jc w:val="center"/>
              <w:rPr>
                <w:sz w:val="22"/>
                <w:szCs w:val="22"/>
              </w:rPr>
            </w:pPr>
          </w:p>
          <w:p w14:paraId="7826E664" w14:textId="77777777" w:rsidR="00DB3A8B" w:rsidRPr="00C51EA3" w:rsidRDefault="00687767" w:rsidP="00544F06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-19921729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B3A8B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58" w:type="pct"/>
            <w:tcBorders>
              <w:bottom w:val="dashed" w:sz="4" w:space="0" w:color="0070C0"/>
            </w:tcBorders>
            <w:shd w:val="clear" w:color="auto" w:fill="auto"/>
            <w:vAlign w:val="center"/>
          </w:tcPr>
          <w:p w14:paraId="076184EA" w14:textId="77777777" w:rsidR="00DB3A8B" w:rsidRPr="00C51EA3" w:rsidRDefault="00DB3A8B" w:rsidP="00544F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AA</w:t>
            </w:r>
          </w:p>
          <w:p w14:paraId="4334BEC7" w14:textId="77777777" w:rsidR="00DB3A8B" w:rsidRPr="00C51EA3" w:rsidRDefault="00DB3A8B" w:rsidP="00544F06">
            <w:pPr>
              <w:jc w:val="center"/>
              <w:rPr>
                <w:sz w:val="22"/>
                <w:szCs w:val="22"/>
              </w:rPr>
            </w:pPr>
          </w:p>
          <w:p w14:paraId="5987B3DB" w14:textId="77777777" w:rsidR="00DB3A8B" w:rsidRPr="00C51EA3" w:rsidRDefault="00687767" w:rsidP="00544F06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5724726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B3A8B"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59" w:type="pct"/>
            <w:tcBorders>
              <w:bottom w:val="dashed" w:sz="4" w:space="0" w:color="0070C0"/>
            </w:tcBorders>
            <w:vAlign w:val="center"/>
          </w:tcPr>
          <w:p w14:paraId="460BB10D" w14:textId="77777777" w:rsidR="00DB3A8B" w:rsidRDefault="00DB3A8B" w:rsidP="00544F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</w:t>
            </w:r>
          </w:p>
          <w:p w14:paraId="4994070E" w14:textId="77777777" w:rsidR="00DB3A8B" w:rsidRPr="00887354" w:rsidRDefault="00DB3A8B" w:rsidP="00544F06">
            <w:pPr>
              <w:jc w:val="center"/>
              <w:rPr>
                <w:sz w:val="22"/>
                <w:szCs w:val="22"/>
              </w:rPr>
            </w:pPr>
          </w:p>
          <w:p w14:paraId="4EDF7AED" w14:textId="77777777" w:rsidR="00DB3A8B" w:rsidRPr="00887354" w:rsidRDefault="00687767" w:rsidP="00544F06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-12622997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B3A8B"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928" w:type="pct"/>
            <w:tcBorders>
              <w:bottom w:val="dashed" w:sz="4" w:space="0" w:color="0070C0"/>
            </w:tcBorders>
            <w:shd w:val="clear" w:color="auto" w:fill="auto"/>
            <w:vAlign w:val="center"/>
          </w:tcPr>
          <w:p w14:paraId="6E7BC3F1" w14:textId="77777777" w:rsidR="00DB3A8B" w:rsidRPr="00C51EA3" w:rsidRDefault="00DB3A8B" w:rsidP="00544F0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97" w:type="pct"/>
            <w:tcBorders>
              <w:bottom w:val="dashed" w:sz="4" w:space="0" w:color="0070C0"/>
            </w:tcBorders>
            <w:shd w:val="clear" w:color="auto" w:fill="auto"/>
            <w:vAlign w:val="center"/>
          </w:tcPr>
          <w:p w14:paraId="1D18D955" w14:textId="77777777" w:rsidR="00DB3A8B" w:rsidRPr="00C51EA3" w:rsidRDefault="00DB3A8B" w:rsidP="00544F0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84" w:type="pct"/>
            <w:tcBorders>
              <w:bottom w:val="dashed" w:sz="4" w:space="0" w:color="0070C0"/>
            </w:tcBorders>
            <w:shd w:val="clear" w:color="auto" w:fill="auto"/>
            <w:vAlign w:val="center"/>
          </w:tcPr>
          <w:p w14:paraId="5D565131" w14:textId="77777777" w:rsidR="00DB3A8B" w:rsidRPr="00C51EA3" w:rsidRDefault="00DB3A8B" w:rsidP="00544F06">
            <w:pPr>
              <w:jc w:val="center"/>
              <w:rPr>
                <w:sz w:val="16"/>
                <w:szCs w:val="16"/>
              </w:rPr>
            </w:pPr>
          </w:p>
        </w:tc>
      </w:tr>
      <w:tr w:rsidR="00DB3A8B" w14:paraId="1CAE69A9" w14:textId="77777777" w:rsidTr="005542EA">
        <w:trPr>
          <w:trHeight w:val="645"/>
        </w:trPr>
        <w:tc>
          <w:tcPr>
            <w:tcW w:w="1047" w:type="pct"/>
            <w:tcBorders>
              <w:top w:val="dashed" w:sz="4" w:space="0" w:color="0070C0"/>
              <w:bottom w:val="dashed" w:sz="4" w:space="0" w:color="0070C0"/>
            </w:tcBorders>
            <w:shd w:val="clear" w:color="auto" w:fill="auto"/>
            <w:vAlign w:val="center"/>
          </w:tcPr>
          <w:p w14:paraId="651F8B0C" w14:textId="77777777" w:rsidR="00DB3A8B" w:rsidRPr="00EB38A9" w:rsidRDefault="00DB3A8B" w:rsidP="00544F06">
            <w:pPr>
              <w:jc w:val="center"/>
              <w:rPr>
                <w:color w:val="006D7D" w:themeColor="accent5" w:themeShade="BF"/>
                <w:sz w:val="24"/>
              </w:rPr>
            </w:pPr>
            <w:r w:rsidRPr="009D3FDE">
              <w:rPr>
                <w:color w:val="006D7D" w:themeColor="accent5" w:themeShade="BF"/>
                <w:sz w:val="16"/>
                <w:szCs w:val="16"/>
              </w:rPr>
              <w:t>A</w:t>
            </w:r>
            <w:r>
              <w:rPr>
                <w:color w:val="006D7D" w:themeColor="accent5" w:themeShade="BF"/>
                <w:sz w:val="16"/>
                <w:szCs w:val="16"/>
              </w:rPr>
              <w:t>nnexe</w:t>
            </w:r>
            <w:r w:rsidRPr="009D3FDE">
              <w:rPr>
                <w:color w:val="006D7D" w:themeColor="accent5" w:themeShade="BF"/>
                <w:sz w:val="16"/>
                <w:szCs w:val="16"/>
              </w:rPr>
              <w:t xml:space="preserve"> A</w:t>
            </w:r>
          </w:p>
        </w:tc>
        <w:tc>
          <w:tcPr>
            <w:tcW w:w="227" w:type="pct"/>
            <w:tcBorders>
              <w:top w:val="dashed" w:sz="4" w:space="0" w:color="0070C0"/>
              <w:bottom w:val="dashed" w:sz="4" w:space="0" w:color="0070C0"/>
            </w:tcBorders>
            <w:shd w:val="clear" w:color="auto" w:fill="auto"/>
            <w:vAlign w:val="center"/>
          </w:tcPr>
          <w:p w14:paraId="06262E6B" w14:textId="77777777" w:rsidR="00DB3A8B" w:rsidRPr="00EB38A9" w:rsidRDefault="00687767" w:rsidP="00544F06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4036535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B3A8B" w:rsidRPr="00EB38A9"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258" w:type="pct"/>
            <w:tcBorders>
              <w:top w:val="dashed" w:sz="4" w:space="0" w:color="0070C0"/>
              <w:bottom w:val="dashed" w:sz="4" w:space="0" w:color="0070C0"/>
            </w:tcBorders>
            <w:shd w:val="clear" w:color="auto" w:fill="auto"/>
            <w:vAlign w:val="center"/>
          </w:tcPr>
          <w:p w14:paraId="01CF774C" w14:textId="77777777" w:rsidR="00DB3A8B" w:rsidRPr="00EB38A9" w:rsidRDefault="00687767" w:rsidP="00544F06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20806268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B3A8B" w:rsidRPr="00EB38A9"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259" w:type="pct"/>
            <w:tcBorders>
              <w:top w:val="dashed" w:sz="4" w:space="0" w:color="0070C0"/>
              <w:bottom w:val="dashed" w:sz="4" w:space="0" w:color="0070C0"/>
            </w:tcBorders>
            <w:vAlign w:val="center"/>
          </w:tcPr>
          <w:p w14:paraId="0F204979" w14:textId="77777777" w:rsidR="00DB3A8B" w:rsidRPr="00EB38A9" w:rsidRDefault="00687767" w:rsidP="00544F06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18382649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B3A8B" w:rsidRPr="00EB38A9"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928" w:type="pct"/>
            <w:tcBorders>
              <w:top w:val="dashed" w:sz="4" w:space="0" w:color="0070C0"/>
              <w:bottom w:val="dashed" w:sz="4" w:space="0" w:color="0070C0"/>
            </w:tcBorders>
            <w:shd w:val="clear" w:color="auto" w:fill="auto"/>
            <w:vAlign w:val="center"/>
          </w:tcPr>
          <w:p w14:paraId="64AF5689" w14:textId="77777777" w:rsidR="00DB3A8B" w:rsidRPr="0075619B" w:rsidRDefault="00DB3A8B" w:rsidP="00544F06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  <w:tc>
          <w:tcPr>
            <w:tcW w:w="1197" w:type="pct"/>
            <w:tcBorders>
              <w:top w:val="dashed" w:sz="4" w:space="0" w:color="0070C0"/>
              <w:bottom w:val="dashed" w:sz="4" w:space="0" w:color="0070C0"/>
            </w:tcBorders>
            <w:shd w:val="clear" w:color="auto" w:fill="auto"/>
            <w:vAlign w:val="center"/>
          </w:tcPr>
          <w:p w14:paraId="3597C3BA" w14:textId="77777777" w:rsidR="00DB3A8B" w:rsidRPr="0075619B" w:rsidRDefault="00DB3A8B" w:rsidP="00544F06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  <w:tc>
          <w:tcPr>
            <w:tcW w:w="1084" w:type="pct"/>
            <w:tcBorders>
              <w:top w:val="dashed" w:sz="4" w:space="0" w:color="0070C0"/>
              <w:bottom w:val="dashed" w:sz="4" w:space="0" w:color="0070C0"/>
            </w:tcBorders>
            <w:shd w:val="clear" w:color="auto" w:fill="auto"/>
            <w:vAlign w:val="center"/>
          </w:tcPr>
          <w:p w14:paraId="1A3C7703" w14:textId="77777777" w:rsidR="00DB3A8B" w:rsidRPr="0075619B" w:rsidRDefault="00DB3A8B" w:rsidP="00544F06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</w:tr>
      <w:tr w:rsidR="00DB3A8B" w14:paraId="5BA26AC8" w14:textId="77777777" w:rsidTr="005542EA">
        <w:trPr>
          <w:trHeight w:val="555"/>
        </w:trPr>
        <w:tc>
          <w:tcPr>
            <w:tcW w:w="1047" w:type="pct"/>
            <w:tcBorders>
              <w:top w:val="dashed" w:sz="4" w:space="0" w:color="0070C0"/>
              <w:bottom w:val="dashed" w:sz="4" w:space="0" w:color="0070C0"/>
            </w:tcBorders>
            <w:shd w:val="clear" w:color="auto" w:fill="auto"/>
            <w:vAlign w:val="center"/>
          </w:tcPr>
          <w:p w14:paraId="6A183B61" w14:textId="77777777" w:rsidR="00DB3A8B" w:rsidRPr="00EB38A9" w:rsidRDefault="00DB3A8B" w:rsidP="00544F06">
            <w:pPr>
              <w:jc w:val="center"/>
              <w:rPr>
                <w:color w:val="006D7D" w:themeColor="accent5" w:themeShade="BF"/>
                <w:sz w:val="24"/>
              </w:rPr>
            </w:pPr>
            <w:r w:rsidRPr="009D3FDE">
              <w:rPr>
                <w:color w:val="006D7D" w:themeColor="accent5" w:themeShade="BF"/>
                <w:sz w:val="16"/>
                <w:szCs w:val="16"/>
              </w:rPr>
              <w:t>A</w:t>
            </w:r>
            <w:r>
              <w:rPr>
                <w:color w:val="006D7D" w:themeColor="accent5" w:themeShade="BF"/>
                <w:sz w:val="16"/>
                <w:szCs w:val="16"/>
              </w:rPr>
              <w:t>nnexe</w:t>
            </w:r>
            <w:r w:rsidRPr="009D3FDE">
              <w:rPr>
                <w:color w:val="006D7D" w:themeColor="accent5" w:themeShade="BF"/>
                <w:sz w:val="16"/>
                <w:szCs w:val="16"/>
              </w:rPr>
              <w:t xml:space="preserve"> H</w:t>
            </w:r>
          </w:p>
        </w:tc>
        <w:tc>
          <w:tcPr>
            <w:tcW w:w="227" w:type="pct"/>
            <w:tcBorders>
              <w:top w:val="dashed" w:sz="4" w:space="0" w:color="0070C0"/>
              <w:bottom w:val="dashed" w:sz="4" w:space="0" w:color="0070C0"/>
            </w:tcBorders>
            <w:shd w:val="clear" w:color="auto" w:fill="auto"/>
            <w:vAlign w:val="center"/>
          </w:tcPr>
          <w:p w14:paraId="3EAAE0EA" w14:textId="77777777" w:rsidR="00DB3A8B" w:rsidRPr="00EB38A9" w:rsidRDefault="00687767" w:rsidP="00544F06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15640644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B3A8B" w:rsidRPr="00EB38A9"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258" w:type="pct"/>
            <w:tcBorders>
              <w:top w:val="dashed" w:sz="4" w:space="0" w:color="0070C0"/>
              <w:bottom w:val="dashed" w:sz="4" w:space="0" w:color="0070C0"/>
            </w:tcBorders>
            <w:shd w:val="clear" w:color="auto" w:fill="auto"/>
            <w:vAlign w:val="center"/>
          </w:tcPr>
          <w:p w14:paraId="3C834155" w14:textId="77777777" w:rsidR="00DB3A8B" w:rsidRPr="00EB38A9" w:rsidRDefault="00687767" w:rsidP="00544F06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3278801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B3A8B" w:rsidRPr="00EB38A9"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259" w:type="pct"/>
            <w:tcBorders>
              <w:top w:val="dashed" w:sz="4" w:space="0" w:color="0070C0"/>
              <w:bottom w:val="dashed" w:sz="4" w:space="0" w:color="0070C0"/>
            </w:tcBorders>
            <w:vAlign w:val="center"/>
          </w:tcPr>
          <w:p w14:paraId="126E28EE" w14:textId="77777777" w:rsidR="00DB3A8B" w:rsidRPr="00EB38A9" w:rsidRDefault="00687767" w:rsidP="00544F06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-15679477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B3A8B" w:rsidRPr="00EB38A9"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928" w:type="pct"/>
            <w:tcBorders>
              <w:top w:val="dashed" w:sz="4" w:space="0" w:color="0070C0"/>
              <w:bottom w:val="dashed" w:sz="4" w:space="0" w:color="0070C0"/>
            </w:tcBorders>
            <w:shd w:val="clear" w:color="auto" w:fill="auto"/>
            <w:vAlign w:val="center"/>
          </w:tcPr>
          <w:p w14:paraId="2724FE24" w14:textId="77777777" w:rsidR="00DB3A8B" w:rsidRPr="0075619B" w:rsidRDefault="00DB3A8B" w:rsidP="00544F06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  <w:tc>
          <w:tcPr>
            <w:tcW w:w="1197" w:type="pct"/>
            <w:tcBorders>
              <w:top w:val="dashed" w:sz="4" w:space="0" w:color="0070C0"/>
              <w:bottom w:val="dashed" w:sz="4" w:space="0" w:color="0070C0"/>
            </w:tcBorders>
            <w:shd w:val="clear" w:color="auto" w:fill="auto"/>
            <w:vAlign w:val="center"/>
          </w:tcPr>
          <w:p w14:paraId="51367016" w14:textId="77777777" w:rsidR="00DB3A8B" w:rsidRPr="0075619B" w:rsidRDefault="00DB3A8B" w:rsidP="00544F06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  <w:tc>
          <w:tcPr>
            <w:tcW w:w="1084" w:type="pct"/>
            <w:tcBorders>
              <w:top w:val="dashed" w:sz="4" w:space="0" w:color="0070C0"/>
              <w:bottom w:val="dashed" w:sz="4" w:space="0" w:color="0070C0"/>
            </w:tcBorders>
            <w:shd w:val="clear" w:color="auto" w:fill="auto"/>
            <w:vAlign w:val="center"/>
          </w:tcPr>
          <w:p w14:paraId="3076E0FF" w14:textId="77777777" w:rsidR="00DB3A8B" w:rsidRPr="0075619B" w:rsidRDefault="00DB3A8B" w:rsidP="00544F06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</w:tr>
      <w:tr w:rsidR="00DB3A8B" w14:paraId="3916AFB7" w14:textId="77777777" w:rsidTr="005542EA">
        <w:trPr>
          <w:trHeight w:val="549"/>
        </w:trPr>
        <w:tc>
          <w:tcPr>
            <w:tcW w:w="1047" w:type="pct"/>
            <w:tcBorders>
              <w:top w:val="dashed" w:sz="4" w:space="0" w:color="0070C0"/>
              <w:bottom w:val="dashed" w:sz="4" w:space="0" w:color="0070C0"/>
            </w:tcBorders>
            <w:shd w:val="clear" w:color="auto" w:fill="auto"/>
            <w:vAlign w:val="center"/>
          </w:tcPr>
          <w:p w14:paraId="00E753D3" w14:textId="77777777" w:rsidR="00DB3A8B" w:rsidRPr="00EB38A9" w:rsidRDefault="00DB3A8B" w:rsidP="00544F06">
            <w:pPr>
              <w:jc w:val="center"/>
              <w:rPr>
                <w:color w:val="006D7D" w:themeColor="accent5" w:themeShade="BF"/>
                <w:sz w:val="24"/>
              </w:rPr>
            </w:pPr>
            <w:r w:rsidRPr="009D3FDE">
              <w:rPr>
                <w:color w:val="006D7D" w:themeColor="accent5" w:themeShade="BF"/>
                <w:sz w:val="16"/>
                <w:szCs w:val="16"/>
              </w:rPr>
              <w:t>A</w:t>
            </w:r>
            <w:r>
              <w:rPr>
                <w:color w:val="006D7D" w:themeColor="accent5" w:themeShade="BF"/>
                <w:sz w:val="16"/>
                <w:szCs w:val="16"/>
              </w:rPr>
              <w:t>nnexe</w:t>
            </w:r>
            <w:r w:rsidRPr="009D3FDE">
              <w:rPr>
                <w:color w:val="006D7D" w:themeColor="accent5" w:themeShade="BF"/>
                <w:sz w:val="16"/>
                <w:szCs w:val="16"/>
              </w:rPr>
              <w:t xml:space="preserve">  </w:t>
            </w:r>
            <w:r>
              <w:rPr>
                <w:color w:val="006D7D" w:themeColor="accent5" w:themeShade="BF"/>
                <w:sz w:val="16"/>
                <w:szCs w:val="16"/>
              </w:rPr>
              <w:t>I</w:t>
            </w:r>
          </w:p>
        </w:tc>
        <w:tc>
          <w:tcPr>
            <w:tcW w:w="227" w:type="pct"/>
            <w:tcBorders>
              <w:top w:val="dashed" w:sz="4" w:space="0" w:color="0070C0"/>
              <w:bottom w:val="dashed" w:sz="4" w:space="0" w:color="0070C0"/>
            </w:tcBorders>
            <w:shd w:val="clear" w:color="auto" w:fill="auto"/>
            <w:vAlign w:val="center"/>
          </w:tcPr>
          <w:p w14:paraId="45877EF9" w14:textId="77777777" w:rsidR="00DB3A8B" w:rsidRPr="00EB38A9" w:rsidRDefault="00687767" w:rsidP="00544F06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-691959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B3A8B" w:rsidRPr="00EB38A9"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258" w:type="pct"/>
            <w:tcBorders>
              <w:top w:val="dashed" w:sz="4" w:space="0" w:color="0070C0"/>
              <w:bottom w:val="dashed" w:sz="4" w:space="0" w:color="0070C0"/>
            </w:tcBorders>
            <w:shd w:val="clear" w:color="auto" w:fill="auto"/>
            <w:vAlign w:val="center"/>
          </w:tcPr>
          <w:p w14:paraId="7A1EEE92" w14:textId="77777777" w:rsidR="00DB3A8B" w:rsidRPr="00EB38A9" w:rsidRDefault="00687767" w:rsidP="00544F06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9296167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B3A8B" w:rsidRPr="00EB38A9"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259" w:type="pct"/>
            <w:tcBorders>
              <w:top w:val="dashed" w:sz="4" w:space="0" w:color="0070C0"/>
              <w:bottom w:val="dashed" w:sz="4" w:space="0" w:color="0070C0"/>
            </w:tcBorders>
            <w:vAlign w:val="center"/>
          </w:tcPr>
          <w:p w14:paraId="0FB353B9" w14:textId="77777777" w:rsidR="00DB3A8B" w:rsidRPr="00EB38A9" w:rsidRDefault="00687767" w:rsidP="00544F06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14795009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86D87"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928" w:type="pct"/>
            <w:tcBorders>
              <w:top w:val="dashed" w:sz="4" w:space="0" w:color="0070C0"/>
              <w:bottom w:val="dashed" w:sz="4" w:space="0" w:color="0070C0"/>
            </w:tcBorders>
            <w:shd w:val="clear" w:color="auto" w:fill="auto"/>
            <w:vAlign w:val="center"/>
          </w:tcPr>
          <w:p w14:paraId="6D9F9D45" w14:textId="77777777" w:rsidR="00DB3A8B" w:rsidRPr="0075619B" w:rsidRDefault="00DB3A8B" w:rsidP="00544F06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  <w:tc>
          <w:tcPr>
            <w:tcW w:w="1197" w:type="pct"/>
            <w:tcBorders>
              <w:top w:val="dashed" w:sz="4" w:space="0" w:color="0070C0"/>
              <w:bottom w:val="dashed" w:sz="4" w:space="0" w:color="0070C0"/>
            </w:tcBorders>
            <w:shd w:val="clear" w:color="auto" w:fill="auto"/>
            <w:vAlign w:val="center"/>
          </w:tcPr>
          <w:p w14:paraId="1F6161B2" w14:textId="77777777" w:rsidR="00DB3A8B" w:rsidRPr="0075619B" w:rsidRDefault="00DB3A8B" w:rsidP="00544F06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  <w:tc>
          <w:tcPr>
            <w:tcW w:w="1084" w:type="pct"/>
            <w:tcBorders>
              <w:top w:val="dashed" w:sz="4" w:space="0" w:color="0070C0"/>
              <w:bottom w:val="dashed" w:sz="4" w:space="0" w:color="0070C0"/>
            </w:tcBorders>
            <w:shd w:val="clear" w:color="auto" w:fill="auto"/>
            <w:vAlign w:val="center"/>
          </w:tcPr>
          <w:p w14:paraId="75EDA66E" w14:textId="77777777" w:rsidR="00DB3A8B" w:rsidRPr="0075619B" w:rsidRDefault="00DB3A8B" w:rsidP="00544F06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</w:tr>
      <w:tr w:rsidR="00DB3A8B" w14:paraId="6C93D40C" w14:textId="77777777" w:rsidTr="005542EA">
        <w:trPr>
          <w:trHeight w:val="415"/>
        </w:trPr>
        <w:tc>
          <w:tcPr>
            <w:tcW w:w="1047" w:type="pct"/>
            <w:tcBorders>
              <w:top w:val="dashed" w:sz="4" w:space="0" w:color="0070C0"/>
              <w:bottom w:val="dashed" w:sz="4" w:space="0" w:color="0070C0"/>
            </w:tcBorders>
            <w:shd w:val="clear" w:color="auto" w:fill="auto"/>
            <w:vAlign w:val="center"/>
          </w:tcPr>
          <w:p w14:paraId="365FCCBC" w14:textId="77777777" w:rsidR="00DB3A8B" w:rsidRPr="00EB38A9" w:rsidRDefault="00DB3A8B" w:rsidP="00544F06">
            <w:pPr>
              <w:jc w:val="center"/>
              <w:rPr>
                <w:color w:val="006D7D" w:themeColor="accent5" w:themeShade="BF"/>
                <w:sz w:val="24"/>
              </w:rPr>
            </w:pPr>
            <w:r w:rsidRPr="009D3FDE">
              <w:rPr>
                <w:color w:val="006D7D" w:themeColor="accent5" w:themeShade="BF"/>
                <w:sz w:val="16"/>
                <w:szCs w:val="16"/>
              </w:rPr>
              <w:t>A</w:t>
            </w:r>
            <w:r>
              <w:rPr>
                <w:color w:val="006D7D" w:themeColor="accent5" w:themeShade="BF"/>
                <w:sz w:val="16"/>
                <w:szCs w:val="16"/>
              </w:rPr>
              <w:t>nnexe</w:t>
            </w:r>
            <w:r w:rsidRPr="009D3FDE">
              <w:rPr>
                <w:color w:val="006D7D" w:themeColor="accent5" w:themeShade="BF"/>
                <w:sz w:val="16"/>
                <w:szCs w:val="16"/>
              </w:rPr>
              <w:t xml:space="preserve">  </w:t>
            </w:r>
            <w:r>
              <w:rPr>
                <w:color w:val="006D7D" w:themeColor="accent5" w:themeShade="BF"/>
                <w:sz w:val="16"/>
                <w:szCs w:val="16"/>
              </w:rPr>
              <w:t>J</w:t>
            </w:r>
          </w:p>
        </w:tc>
        <w:tc>
          <w:tcPr>
            <w:tcW w:w="227" w:type="pct"/>
            <w:tcBorders>
              <w:top w:val="dashed" w:sz="4" w:space="0" w:color="0070C0"/>
              <w:bottom w:val="dashed" w:sz="4" w:space="0" w:color="0070C0"/>
            </w:tcBorders>
            <w:shd w:val="clear" w:color="auto" w:fill="auto"/>
            <w:vAlign w:val="center"/>
          </w:tcPr>
          <w:p w14:paraId="143E0631" w14:textId="77777777" w:rsidR="00DB3A8B" w:rsidRPr="00EB38A9" w:rsidRDefault="00687767" w:rsidP="00544F06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13031963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B3A8B" w:rsidRPr="00EB38A9"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258" w:type="pct"/>
            <w:tcBorders>
              <w:top w:val="dashed" w:sz="4" w:space="0" w:color="0070C0"/>
              <w:bottom w:val="dashed" w:sz="4" w:space="0" w:color="0070C0"/>
            </w:tcBorders>
            <w:shd w:val="clear" w:color="auto" w:fill="auto"/>
            <w:vAlign w:val="center"/>
          </w:tcPr>
          <w:p w14:paraId="2A803AA0" w14:textId="77777777" w:rsidR="00DB3A8B" w:rsidRPr="00EB38A9" w:rsidRDefault="00687767" w:rsidP="00544F06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14271506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B3A8B" w:rsidRPr="00EB38A9"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259" w:type="pct"/>
            <w:tcBorders>
              <w:top w:val="dashed" w:sz="4" w:space="0" w:color="0070C0"/>
              <w:bottom w:val="dashed" w:sz="4" w:space="0" w:color="0070C0"/>
            </w:tcBorders>
            <w:vAlign w:val="center"/>
          </w:tcPr>
          <w:p w14:paraId="1455E824" w14:textId="77777777" w:rsidR="00DB3A8B" w:rsidRPr="00EB38A9" w:rsidRDefault="00687767" w:rsidP="00544F06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-19705779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B3A8B" w:rsidRPr="00EB38A9"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928" w:type="pct"/>
            <w:tcBorders>
              <w:top w:val="dashed" w:sz="4" w:space="0" w:color="0070C0"/>
              <w:bottom w:val="dashed" w:sz="4" w:space="0" w:color="0070C0"/>
            </w:tcBorders>
            <w:shd w:val="clear" w:color="auto" w:fill="auto"/>
            <w:vAlign w:val="center"/>
          </w:tcPr>
          <w:p w14:paraId="3EB762A7" w14:textId="77777777" w:rsidR="00DB3A8B" w:rsidRPr="0075619B" w:rsidRDefault="00DB3A8B" w:rsidP="00544F06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  <w:tc>
          <w:tcPr>
            <w:tcW w:w="1197" w:type="pct"/>
            <w:tcBorders>
              <w:top w:val="dashed" w:sz="4" w:space="0" w:color="0070C0"/>
              <w:bottom w:val="dashed" w:sz="4" w:space="0" w:color="0070C0"/>
            </w:tcBorders>
            <w:shd w:val="clear" w:color="auto" w:fill="auto"/>
            <w:vAlign w:val="center"/>
          </w:tcPr>
          <w:p w14:paraId="1C5075A4" w14:textId="77777777" w:rsidR="00DB3A8B" w:rsidRPr="0075619B" w:rsidRDefault="00DB3A8B" w:rsidP="00544F06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  <w:tc>
          <w:tcPr>
            <w:tcW w:w="1084" w:type="pct"/>
            <w:tcBorders>
              <w:top w:val="dashed" w:sz="4" w:space="0" w:color="0070C0"/>
              <w:bottom w:val="dashed" w:sz="4" w:space="0" w:color="0070C0"/>
            </w:tcBorders>
            <w:shd w:val="clear" w:color="auto" w:fill="auto"/>
            <w:vAlign w:val="center"/>
          </w:tcPr>
          <w:p w14:paraId="55BDC74E" w14:textId="77777777" w:rsidR="00DB3A8B" w:rsidRPr="0075619B" w:rsidRDefault="00DB3A8B" w:rsidP="00544F06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</w:tr>
      <w:tr w:rsidR="00DB3A8B" w14:paraId="589059D1" w14:textId="77777777" w:rsidTr="005542EA">
        <w:trPr>
          <w:trHeight w:val="563"/>
        </w:trPr>
        <w:tc>
          <w:tcPr>
            <w:tcW w:w="1047" w:type="pct"/>
            <w:tcBorders>
              <w:top w:val="dashed" w:sz="4" w:space="0" w:color="0070C0"/>
              <w:bottom w:val="single" w:sz="4" w:space="0" w:color="auto"/>
            </w:tcBorders>
            <w:shd w:val="clear" w:color="auto" w:fill="auto"/>
            <w:vAlign w:val="center"/>
          </w:tcPr>
          <w:p w14:paraId="7E3AD2F5" w14:textId="77777777" w:rsidR="00DB3A8B" w:rsidRPr="00EB38A9" w:rsidRDefault="00DB3A8B" w:rsidP="00544F06">
            <w:pPr>
              <w:jc w:val="center"/>
              <w:rPr>
                <w:color w:val="006D7D" w:themeColor="accent5" w:themeShade="BF"/>
                <w:sz w:val="24"/>
              </w:rPr>
            </w:pPr>
            <w:r>
              <w:rPr>
                <w:color w:val="006D7D" w:themeColor="accent5" w:themeShade="BF"/>
                <w:sz w:val="16"/>
                <w:szCs w:val="16"/>
              </w:rPr>
              <w:t>P</w:t>
            </w:r>
            <w:r w:rsidRPr="000B6C8A">
              <w:rPr>
                <w:color w:val="006D7D" w:themeColor="accent5" w:themeShade="BF"/>
                <w:sz w:val="16"/>
                <w:szCs w:val="16"/>
              </w:rPr>
              <w:t xml:space="preserve">acking </w:t>
            </w:r>
            <w:proofErr w:type="spellStart"/>
            <w:r w:rsidRPr="000B6C8A">
              <w:rPr>
                <w:color w:val="006D7D" w:themeColor="accent5" w:themeShade="BF"/>
                <w:sz w:val="16"/>
                <w:szCs w:val="16"/>
              </w:rPr>
              <w:t>list</w:t>
            </w:r>
            <w:proofErr w:type="spellEnd"/>
          </w:p>
        </w:tc>
        <w:tc>
          <w:tcPr>
            <w:tcW w:w="227" w:type="pct"/>
            <w:tcBorders>
              <w:top w:val="dashed" w:sz="4" w:space="0" w:color="0070C0"/>
              <w:bottom w:val="single" w:sz="4" w:space="0" w:color="auto"/>
            </w:tcBorders>
            <w:shd w:val="clear" w:color="auto" w:fill="auto"/>
            <w:vAlign w:val="center"/>
          </w:tcPr>
          <w:p w14:paraId="31BBF1EC" w14:textId="77777777" w:rsidR="00DB3A8B" w:rsidRPr="00EB38A9" w:rsidRDefault="00687767" w:rsidP="00544F06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-14838396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B3A8B" w:rsidRPr="00EB38A9"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258" w:type="pct"/>
            <w:tcBorders>
              <w:top w:val="dashed" w:sz="4" w:space="0" w:color="0070C0"/>
              <w:bottom w:val="single" w:sz="4" w:space="0" w:color="auto"/>
            </w:tcBorders>
            <w:shd w:val="clear" w:color="auto" w:fill="auto"/>
            <w:vAlign w:val="center"/>
          </w:tcPr>
          <w:p w14:paraId="123CBA63" w14:textId="77777777" w:rsidR="00DB3A8B" w:rsidRPr="00EB38A9" w:rsidRDefault="00687767" w:rsidP="00544F06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-8511822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B3A8B" w:rsidRPr="00EB38A9"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259" w:type="pct"/>
            <w:tcBorders>
              <w:top w:val="dashed" w:sz="4" w:space="0" w:color="0070C0"/>
              <w:bottom w:val="single" w:sz="4" w:space="0" w:color="auto"/>
            </w:tcBorders>
            <w:vAlign w:val="center"/>
          </w:tcPr>
          <w:p w14:paraId="3EC71EAA" w14:textId="77777777" w:rsidR="00DB3A8B" w:rsidRPr="00EB38A9" w:rsidRDefault="00687767" w:rsidP="00544F06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-15775085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B3A8B" w:rsidRPr="00EB38A9"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928" w:type="pct"/>
            <w:tcBorders>
              <w:top w:val="dashed" w:sz="4" w:space="0" w:color="0070C0"/>
              <w:bottom w:val="single" w:sz="4" w:space="0" w:color="auto"/>
            </w:tcBorders>
            <w:shd w:val="clear" w:color="auto" w:fill="auto"/>
            <w:vAlign w:val="center"/>
          </w:tcPr>
          <w:p w14:paraId="77F02A29" w14:textId="77777777" w:rsidR="00DB3A8B" w:rsidRPr="0075619B" w:rsidRDefault="00DB3A8B" w:rsidP="00544F06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  <w:tc>
          <w:tcPr>
            <w:tcW w:w="1197" w:type="pct"/>
            <w:tcBorders>
              <w:top w:val="dashed" w:sz="4" w:space="0" w:color="0070C0"/>
              <w:bottom w:val="single" w:sz="4" w:space="0" w:color="auto"/>
            </w:tcBorders>
            <w:shd w:val="clear" w:color="auto" w:fill="auto"/>
            <w:vAlign w:val="center"/>
          </w:tcPr>
          <w:p w14:paraId="538E4EE5" w14:textId="77777777" w:rsidR="00DB3A8B" w:rsidRPr="0075619B" w:rsidRDefault="00DB3A8B" w:rsidP="00544F06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  <w:tc>
          <w:tcPr>
            <w:tcW w:w="1084" w:type="pct"/>
            <w:tcBorders>
              <w:top w:val="dashed" w:sz="4" w:space="0" w:color="0070C0"/>
              <w:bottom w:val="single" w:sz="4" w:space="0" w:color="auto"/>
            </w:tcBorders>
            <w:shd w:val="clear" w:color="auto" w:fill="auto"/>
            <w:vAlign w:val="center"/>
          </w:tcPr>
          <w:p w14:paraId="15758587" w14:textId="77777777" w:rsidR="00DB3A8B" w:rsidRPr="0075619B" w:rsidRDefault="00DB3A8B" w:rsidP="00544F06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</w:tr>
      <w:tr w:rsidR="00DB3A8B" w14:paraId="0EAAD020" w14:textId="77777777" w:rsidTr="005542EA">
        <w:trPr>
          <w:trHeight w:val="1247"/>
        </w:trPr>
        <w:tc>
          <w:tcPr>
            <w:tcW w:w="1047" w:type="pct"/>
            <w:tcBorders>
              <w:bottom w:val="dashed" w:sz="4" w:space="0" w:color="3E4A83" w:themeColor="accent1"/>
            </w:tcBorders>
            <w:shd w:val="clear" w:color="auto" w:fill="auto"/>
            <w:vAlign w:val="center"/>
          </w:tcPr>
          <w:p w14:paraId="34D29599" w14:textId="77777777" w:rsidR="00DB3A8B" w:rsidRPr="00C51EA3" w:rsidRDefault="00DB3A8B" w:rsidP="00544F06">
            <w:pPr>
              <w:jc w:val="center"/>
              <w:rPr>
                <w:sz w:val="24"/>
              </w:rPr>
            </w:pPr>
            <w:r w:rsidRPr="00C51EA3">
              <w:rPr>
                <w:sz w:val="24"/>
              </w:rPr>
              <w:t>2</w:t>
            </w:r>
          </w:p>
          <w:p w14:paraId="0DC1CCED" w14:textId="77777777" w:rsidR="00EA11B0" w:rsidRPr="00C51EA3" w:rsidRDefault="00DB3A8B" w:rsidP="00544F0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</w:t>
            </w:r>
            <w:r w:rsidRPr="00DB3A8B">
              <w:rPr>
                <w:sz w:val="16"/>
                <w:szCs w:val="16"/>
              </w:rPr>
              <w:t>PECIFICATIONS PROCEDES OU TECHNIQUE DE MESURE</w:t>
            </w:r>
          </w:p>
        </w:tc>
        <w:tc>
          <w:tcPr>
            <w:tcW w:w="227" w:type="pct"/>
            <w:tcBorders>
              <w:bottom w:val="dashed" w:sz="4" w:space="0" w:color="3E4A83" w:themeColor="accent1"/>
            </w:tcBorders>
            <w:shd w:val="clear" w:color="auto" w:fill="auto"/>
            <w:vAlign w:val="center"/>
          </w:tcPr>
          <w:p w14:paraId="5EDF585E" w14:textId="77777777" w:rsidR="00DB3A8B" w:rsidRPr="00C51EA3" w:rsidRDefault="00DB3A8B" w:rsidP="00544F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</w:t>
            </w:r>
          </w:p>
          <w:p w14:paraId="394DF7CC" w14:textId="77777777" w:rsidR="00DB3A8B" w:rsidRPr="00C51EA3" w:rsidRDefault="00DB3A8B" w:rsidP="00544F06">
            <w:pPr>
              <w:jc w:val="center"/>
              <w:rPr>
                <w:sz w:val="22"/>
                <w:szCs w:val="22"/>
              </w:rPr>
            </w:pPr>
          </w:p>
          <w:p w14:paraId="7F282B4A" w14:textId="77777777" w:rsidR="00DB3A8B" w:rsidRPr="00C51EA3" w:rsidRDefault="00687767" w:rsidP="00544F06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15323800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A11B0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58" w:type="pct"/>
            <w:tcBorders>
              <w:bottom w:val="dashed" w:sz="4" w:space="0" w:color="3E4A83" w:themeColor="accent1"/>
            </w:tcBorders>
            <w:shd w:val="clear" w:color="auto" w:fill="auto"/>
            <w:vAlign w:val="center"/>
          </w:tcPr>
          <w:p w14:paraId="4311C273" w14:textId="77777777" w:rsidR="00DB3A8B" w:rsidRPr="00C51EA3" w:rsidRDefault="00DB3A8B" w:rsidP="00544F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AA</w:t>
            </w:r>
          </w:p>
          <w:p w14:paraId="1B5D8654" w14:textId="77777777" w:rsidR="00DB3A8B" w:rsidRPr="00C51EA3" w:rsidRDefault="00DB3A8B" w:rsidP="00544F06">
            <w:pPr>
              <w:jc w:val="center"/>
              <w:rPr>
                <w:sz w:val="22"/>
                <w:szCs w:val="22"/>
              </w:rPr>
            </w:pPr>
          </w:p>
          <w:p w14:paraId="6DF7021B" w14:textId="77777777" w:rsidR="00DB3A8B" w:rsidRPr="00C51EA3" w:rsidRDefault="00687767" w:rsidP="00544F06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13796597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B3A8B"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59" w:type="pct"/>
            <w:tcBorders>
              <w:bottom w:val="dashed" w:sz="4" w:space="0" w:color="3E4A83" w:themeColor="accent1"/>
            </w:tcBorders>
            <w:vAlign w:val="center"/>
          </w:tcPr>
          <w:p w14:paraId="3818AB7D" w14:textId="77777777" w:rsidR="00DB3A8B" w:rsidRDefault="00DB3A8B" w:rsidP="00544F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</w:t>
            </w:r>
          </w:p>
          <w:p w14:paraId="2577A09F" w14:textId="77777777" w:rsidR="00DB3A8B" w:rsidRPr="00887354" w:rsidRDefault="00DB3A8B" w:rsidP="00544F06">
            <w:pPr>
              <w:jc w:val="center"/>
              <w:rPr>
                <w:sz w:val="22"/>
                <w:szCs w:val="22"/>
              </w:rPr>
            </w:pPr>
          </w:p>
          <w:p w14:paraId="7959AECD" w14:textId="77777777" w:rsidR="00DB3A8B" w:rsidRPr="00887354" w:rsidRDefault="00687767" w:rsidP="00544F06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16490092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B3A8B"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928" w:type="pct"/>
            <w:tcBorders>
              <w:bottom w:val="dashed" w:sz="4" w:space="0" w:color="3E4A83" w:themeColor="accent1"/>
            </w:tcBorders>
            <w:shd w:val="clear" w:color="auto" w:fill="auto"/>
            <w:vAlign w:val="center"/>
          </w:tcPr>
          <w:p w14:paraId="0093F3C6" w14:textId="77777777" w:rsidR="00DB3A8B" w:rsidRPr="00C51EA3" w:rsidRDefault="00DB3A8B" w:rsidP="00544F0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97" w:type="pct"/>
            <w:tcBorders>
              <w:bottom w:val="dashed" w:sz="4" w:space="0" w:color="3E4A83" w:themeColor="accent1"/>
            </w:tcBorders>
            <w:shd w:val="clear" w:color="auto" w:fill="auto"/>
            <w:vAlign w:val="center"/>
          </w:tcPr>
          <w:p w14:paraId="46FBABCD" w14:textId="77777777" w:rsidR="00DB3A8B" w:rsidRPr="00C51EA3" w:rsidRDefault="00DB3A8B" w:rsidP="00544F0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84" w:type="pct"/>
            <w:tcBorders>
              <w:bottom w:val="dashed" w:sz="4" w:space="0" w:color="3E4A83" w:themeColor="accent1"/>
            </w:tcBorders>
            <w:shd w:val="clear" w:color="auto" w:fill="auto"/>
            <w:vAlign w:val="center"/>
          </w:tcPr>
          <w:p w14:paraId="3FFAAC25" w14:textId="77777777" w:rsidR="00DB3A8B" w:rsidRPr="00C51EA3" w:rsidRDefault="00DB3A8B" w:rsidP="00544F06">
            <w:pPr>
              <w:jc w:val="center"/>
              <w:rPr>
                <w:sz w:val="16"/>
                <w:szCs w:val="16"/>
              </w:rPr>
            </w:pPr>
          </w:p>
        </w:tc>
      </w:tr>
      <w:tr w:rsidR="00EA11B0" w14:paraId="02CC0CE6" w14:textId="77777777" w:rsidTr="005542EA">
        <w:trPr>
          <w:trHeight w:val="349"/>
        </w:trPr>
        <w:tc>
          <w:tcPr>
            <w:tcW w:w="1047" w:type="pct"/>
            <w:tcBorders>
              <w:top w:val="dashed" w:sz="4" w:space="0" w:color="3E4A83" w:themeColor="accent1"/>
              <w:bottom w:val="dashed" w:sz="4" w:space="0" w:color="3E4A83" w:themeColor="accent1"/>
            </w:tcBorders>
            <w:shd w:val="clear" w:color="auto" w:fill="auto"/>
            <w:vAlign w:val="center"/>
          </w:tcPr>
          <w:p w14:paraId="49FF1672" w14:textId="3D6335C1" w:rsidR="005542EA" w:rsidRPr="005542EA" w:rsidRDefault="00687767" w:rsidP="005542EA">
            <w:pPr>
              <w:jc w:val="center"/>
              <w:rPr>
                <w:color w:val="006D7D" w:themeColor="accent5" w:themeShade="BF"/>
                <w:sz w:val="16"/>
                <w:szCs w:val="16"/>
              </w:rPr>
            </w:pPr>
            <w:proofErr w:type="spellStart"/>
            <w:r>
              <w:rPr>
                <w:color w:val="006D7D" w:themeColor="accent5" w:themeShade="BF"/>
                <w:sz w:val="16"/>
                <w:szCs w:val="16"/>
              </w:rPr>
              <w:t>Energies</w:t>
            </w:r>
            <w:proofErr w:type="spellEnd"/>
            <w:r>
              <w:rPr>
                <w:color w:val="006D7D" w:themeColor="accent5" w:themeShade="BF"/>
                <w:sz w:val="16"/>
                <w:szCs w:val="16"/>
              </w:rPr>
              <w:t xml:space="preserve"> du canon min et max</w:t>
            </w:r>
            <w:r w:rsidR="005542EA">
              <w:rPr>
                <w:color w:val="006D7D" w:themeColor="accent5" w:themeShade="BF"/>
                <w:sz w:val="16"/>
                <w:szCs w:val="16"/>
              </w:rPr>
              <w:t xml:space="preserve"> </w:t>
            </w:r>
          </w:p>
        </w:tc>
        <w:tc>
          <w:tcPr>
            <w:tcW w:w="227" w:type="pct"/>
            <w:tcBorders>
              <w:top w:val="dashed" w:sz="4" w:space="0" w:color="3E4A83" w:themeColor="accent1"/>
              <w:bottom w:val="dashed" w:sz="4" w:space="0" w:color="3E4A83" w:themeColor="accent1"/>
            </w:tcBorders>
            <w:shd w:val="clear" w:color="auto" w:fill="auto"/>
            <w:vAlign w:val="center"/>
          </w:tcPr>
          <w:p w14:paraId="5A0CDD71" w14:textId="77777777" w:rsidR="00EA11B0" w:rsidRPr="00EB38A9" w:rsidRDefault="00687767" w:rsidP="00544F06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2127810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258" w:type="pct"/>
            <w:tcBorders>
              <w:top w:val="dashed" w:sz="4" w:space="0" w:color="3E4A83" w:themeColor="accent1"/>
              <w:bottom w:val="dashed" w:sz="4" w:space="0" w:color="3E4A83" w:themeColor="accent1"/>
            </w:tcBorders>
            <w:shd w:val="clear" w:color="auto" w:fill="auto"/>
            <w:vAlign w:val="center"/>
          </w:tcPr>
          <w:p w14:paraId="3A982393" w14:textId="77777777" w:rsidR="00EA11B0" w:rsidRPr="00EB38A9" w:rsidRDefault="00687767" w:rsidP="00544F06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20024684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A11B0" w:rsidRPr="00EB38A9"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259" w:type="pct"/>
            <w:tcBorders>
              <w:top w:val="dashed" w:sz="4" w:space="0" w:color="3E4A83" w:themeColor="accent1"/>
              <w:bottom w:val="dashed" w:sz="4" w:space="0" w:color="3E4A83" w:themeColor="accent1"/>
            </w:tcBorders>
            <w:vAlign w:val="center"/>
          </w:tcPr>
          <w:p w14:paraId="79998AFA" w14:textId="77777777" w:rsidR="00EA11B0" w:rsidRPr="00EB38A9" w:rsidRDefault="00687767" w:rsidP="00544F06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-13470890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A11B0" w:rsidRPr="00EB38A9"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928" w:type="pct"/>
            <w:tcBorders>
              <w:top w:val="dashed" w:sz="4" w:space="0" w:color="3E4A83" w:themeColor="accent1"/>
              <w:bottom w:val="dashed" w:sz="4" w:space="0" w:color="3E4A83" w:themeColor="accent1"/>
            </w:tcBorders>
            <w:shd w:val="clear" w:color="auto" w:fill="auto"/>
            <w:vAlign w:val="center"/>
          </w:tcPr>
          <w:p w14:paraId="12758B17" w14:textId="77777777" w:rsidR="00EA11B0" w:rsidRPr="0075619B" w:rsidRDefault="00EA11B0" w:rsidP="00544F06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  <w:tc>
          <w:tcPr>
            <w:tcW w:w="1197" w:type="pct"/>
            <w:tcBorders>
              <w:top w:val="dashed" w:sz="4" w:space="0" w:color="3E4A83" w:themeColor="accent1"/>
              <w:bottom w:val="dashed" w:sz="4" w:space="0" w:color="3E4A83" w:themeColor="accent1"/>
            </w:tcBorders>
            <w:shd w:val="clear" w:color="auto" w:fill="auto"/>
            <w:vAlign w:val="center"/>
          </w:tcPr>
          <w:p w14:paraId="4265A4FB" w14:textId="77777777" w:rsidR="00EA11B0" w:rsidRPr="0075619B" w:rsidRDefault="00EA11B0" w:rsidP="00544F06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  <w:tc>
          <w:tcPr>
            <w:tcW w:w="1084" w:type="pct"/>
            <w:tcBorders>
              <w:top w:val="dashed" w:sz="4" w:space="0" w:color="3E4A83" w:themeColor="accent1"/>
              <w:bottom w:val="dashed" w:sz="4" w:space="0" w:color="3E4A83" w:themeColor="accent1"/>
            </w:tcBorders>
            <w:shd w:val="clear" w:color="auto" w:fill="auto"/>
            <w:vAlign w:val="center"/>
          </w:tcPr>
          <w:p w14:paraId="507710CB" w14:textId="77777777" w:rsidR="00EA11B0" w:rsidRPr="0075619B" w:rsidRDefault="00EA11B0" w:rsidP="00544F06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</w:tr>
      <w:tr w:rsidR="005542EA" w14:paraId="564B037D" w14:textId="77777777" w:rsidTr="005542EA">
        <w:trPr>
          <w:trHeight w:val="349"/>
        </w:trPr>
        <w:tc>
          <w:tcPr>
            <w:tcW w:w="1047" w:type="pct"/>
            <w:tcBorders>
              <w:top w:val="dashed" w:sz="4" w:space="0" w:color="3E4A83" w:themeColor="accent1"/>
              <w:bottom w:val="dashed" w:sz="4" w:space="0" w:color="3E4A83" w:themeColor="accent1"/>
            </w:tcBorders>
            <w:shd w:val="clear" w:color="auto" w:fill="auto"/>
            <w:vAlign w:val="center"/>
          </w:tcPr>
          <w:p w14:paraId="69177C2A" w14:textId="1D6817BB" w:rsidR="005542EA" w:rsidRDefault="00687767" w:rsidP="005542EA">
            <w:pPr>
              <w:jc w:val="center"/>
              <w:rPr>
                <w:color w:val="006D7D" w:themeColor="accent5" w:themeShade="BF"/>
                <w:sz w:val="16"/>
                <w:szCs w:val="16"/>
              </w:rPr>
            </w:pPr>
            <w:r>
              <w:rPr>
                <w:color w:val="006D7D" w:themeColor="accent5" w:themeShade="BF"/>
                <w:sz w:val="16"/>
                <w:szCs w:val="16"/>
              </w:rPr>
              <w:t>Précision alignement en cross section</w:t>
            </w:r>
          </w:p>
        </w:tc>
        <w:tc>
          <w:tcPr>
            <w:tcW w:w="227" w:type="pct"/>
            <w:tcBorders>
              <w:top w:val="dashed" w:sz="4" w:space="0" w:color="3E4A83" w:themeColor="accent1"/>
              <w:bottom w:val="dashed" w:sz="4" w:space="0" w:color="3E4A83" w:themeColor="accent1"/>
            </w:tcBorders>
            <w:shd w:val="clear" w:color="auto" w:fill="auto"/>
            <w:vAlign w:val="center"/>
          </w:tcPr>
          <w:p w14:paraId="45034255" w14:textId="77777777" w:rsidR="005542EA" w:rsidRPr="00EB38A9" w:rsidRDefault="00687767" w:rsidP="005542EA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-12485738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EB38A9"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258" w:type="pct"/>
            <w:tcBorders>
              <w:top w:val="dashed" w:sz="4" w:space="0" w:color="3E4A83" w:themeColor="accent1"/>
              <w:bottom w:val="dashed" w:sz="4" w:space="0" w:color="3E4A83" w:themeColor="accent1"/>
            </w:tcBorders>
            <w:shd w:val="clear" w:color="auto" w:fill="auto"/>
            <w:vAlign w:val="center"/>
          </w:tcPr>
          <w:p w14:paraId="29149703" w14:textId="77777777" w:rsidR="005542EA" w:rsidRPr="00EB38A9" w:rsidRDefault="00687767" w:rsidP="005542EA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-9722840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EB38A9"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259" w:type="pct"/>
            <w:tcBorders>
              <w:top w:val="dashed" w:sz="4" w:space="0" w:color="3E4A83" w:themeColor="accent1"/>
              <w:bottom w:val="dashed" w:sz="4" w:space="0" w:color="3E4A83" w:themeColor="accent1"/>
            </w:tcBorders>
            <w:vAlign w:val="center"/>
          </w:tcPr>
          <w:p w14:paraId="15F229A8" w14:textId="77777777" w:rsidR="005542EA" w:rsidRPr="00EB38A9" w:rsidRDefault="00687767" w:rsidP="005542EA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-12565104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EB38A9"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928" w:type="pct"/>
            <w:tcBorders>
              <w:top w:val="dashed" w:sz="4" w:space="0" w:color="3E4A83" w:themeColor="accent1"/>
              <w:bottom w:val="dashed" w:sz="4" w:space="0" w:color="3E4A83" w:themeColor="accent1"/>
            </w:tcBorders>
            <w:shd w:val="clear" w:color="auto" w:fill="auto"/>
            <w:vAlign w:val="center"/>
          </w:tcPr>
          <w:p w14:paraId="0634C42A" w14:textId="77777777" w:rsidR="005542EA" w:rsidRPr="0075619B" w:rsidRDefault="005542EA" w:rsidP="005542EA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  <w:tc>
          <w:tcPr>
            <w:tcW w:w="1197" w:type="pct"/>
            <w:tcBorders>
              <w:top w:val="dashed" w:sz="4" w:space="0" w:color="3E4A83" w:themeColor="accent1"/>
              <w:bottom w:val="dashed" w:sz="4" w:space="0" w:color="3E4A83" w:themeColor="accent1"/>
            </w:tcBorders>
            <w:shd w:val="clear" w:color="auto" w:fill="auto"/>
            <w:vAlign w:val="center"/>
          </w:tcPr>
          <w:p w14:paraId="3156203A" w14:textId="77777777" w:rsidR="005542EA" w:rsidRPr="0075619B" w:rsidRDefault="005542EA" w:rsidP="005542EA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  <w:tc>
          <w:tcPr>
            <w:tcW w:w="1084" w:type="pct"/>
            <w:tcBorders>
              <w:top w:val="dashed" w:sz="4" w:space="0" w:color="3E4A83" w:themeColor="accent1"/>
              <w:bottom w:val="dashed" w:sz="4" w:space="0" w:color="3E4A83" w:themeColor="accent1"/>
            </w:tcBorders>
            <w:shd w:val="clear" w:color="auto" w:fill="auto"/>
            <w:vAlign w:val="center"/>
          </w:tcPr>
          <w:p w14:paraId="501F27E9" w14:textId="77777777" w:rsidR="005542EA" w:rsidRPr="0075619B" w:rsidRDefault="005542EA" w:rsidP="005542EA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</w:tr>
      <w:tr w:rsidR="005542EA" w14:paraId="0A821753" w14:textId="77777777" w:rsidTr="005542EA">
        <w:trPr>
          <w:trHeight w:val="349"/>
        </w:trPr>
        <w:tc>
          <w:tcPr>
            <w:tcW w:w="1047" w:type="pct"/>
            <w:tcBorders>
              <w:top w:val="dashed" w:sz="4" w:space="0" w:color="3E4A83" w:themeColor="accent1"/>
              <w:bottom w:val="dashed" w:sz="4" w:space="0" w:color="3E4A83" w:themeColor="accent1"/>
            </w:tcBorders>
            <w:shd w:val="clear" w:color="auto" w:fill="auto"/>
            <w:vAlign w:val="center"/>
          </w:tcPr>
          <w:p w14:paraId="16D1B731" w14:textId="517D6C68" w:rsidR="005542EA" w:rsidRDefault="00687767" w:rsidP="005542EA">
            <w:pPr>
              <w:jc w:val="center"/>
              <w:rPr>
                <w:color w:val="006D7D" w:themeColor="accent5" w:themeShade="BF"/>
                <w:sz w:val="16"/>
                <w:szCs w:val="16"/>
              </w:rPr>
            </w:pPr>
            <w:r>
              <w:rPr>
                <w:color w:val="006D7D" w:themeColor="accent5" w:themeShade="BF"/>
                <w:sz w:val="16"/>
                <w:szCs w:val="16"/>
              </w:rPr>
              <w:t>Maintien des échantillons</w:t>
            </w:r>
          </w:p>
        </w:tc>
        <w:tc>
          <w:tcPr>
            <w:tcW w:w="227" w:type="pct"/>
            <w:tcBorders>
              <w:top w:val="dashed" w:sz="4" w:space="0" w:color="3E4A83" w:themeColor="accent1"/>
              <w:bottom w:val="dashed" w:sz="4" w:space="0" w:color="3E4A83" w:themeColor="accent1"/>
            </w:tcBorders>
            <w:shd w:val="clear" w:color="auto" w:fill="auto"/>
            <w:vAlign w:val="center"/>
          </w:tcPr>
          <w:p w14:paraId="066D920B" w14:textId="77777777" w:rsidR="005542EA" w:rsidRPr="00EB38A9" w:rsidRDefault="00687767" w:rsidP="005542EA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2083834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EB38A9"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258" w:type="pct"/>
            <w:tcBorders>
              <w:top w:val="dashed" w:sz="4" w:space="0" w:color="3E4A83" w:themeColor="accent1"/>
              <w:bottom w:val="dashed" w:sz="4" w:space="0" w:color="3E4A83" w:themeColor="accent1"/>
            </w:tcBorders>
            <w:shd w:val="clear" w:color="auto" w:fill="auto"/>
            <w:vAlign w:val="center"/>
          </w:tcPr>
          <w:p w14:paraId="34886F29" w14:textId="77777777" w:rsidR="005542EA" w:rsidRPr="00EB38A9" w:rsidRDefault="00687767" w:rsidP="005542EA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-9198600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EB38A9"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259" w:type="pct"/>
            <w:tcBorders>
              <w:top w:val="dashed" w:sz="4" w:space="0" w:color="3E4A83" w:themeColor="accent1"/>
              <w:bottom w:val="dashed" w:sz="4" w:space="0" w:color="3E4A83" w:themeColor="accent1"/>
            </w:tcBorders>
            <w:vAlign w:val="center"/>
          </w:tcPr>
          <w:p w14:paraId="711D5674" w14:textId="77777777" w:rsidR="005542EA" w:rsidRPr="00EB38A9" w:rsidRDefault="00687767" w:rsidP="005542EA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11019852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EB38A9"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928" w:type="pct"/>
            <w:tcBorders>
              <w:top w:val="dashed" w:sz="4" w:space="0" w:color="3E4A83" w:themeColor="accent1"/>
              <w:bottom w:val="dashed" w:sz="4" w:space="0" w:color="3E4A83" w:themeColor="accent1"/>
            </w:tcBorders>
            <w:shd w:val="clear" w:color="auto" w:fill="auto"/>
            <w:vAlign w:val="center"/>
          </w:tcPr>
          <w:p w14:paraId="0D8A82D3" w14:textId="77777777" w:rsidR="005542EA" w:rsidRPr="0075619B" w:rsidRDefault="005542EA" w:rsidP="005542EA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  <w:tc>
          <w:tcPr>
            <w:tcW w:w="1197" w:type="pct"/>
            <w:tcBorders>
              <w:top w:val="dashed" w:sz="4" w:space="0" w:color="3E4A83" w:themeColor="accent1"/>
              <w:bottom w:val="dashed" w:sz="4" w:space="0" w:color="3E4A83" w:themeColor="accent1"/>
            </w:tcBorders>
            <w:shd w:val="clear" w:color="auto" w:fill="auto"/>
            <w:vAlign w:val="center"/>
          </w:tcPr>
          <w:p w14:paraId="15C994AC" w14:textId="77777777" w:rsidR="005542EA" w:rsidRPr="0075619B" w:rsidRDefault="005542EA" w:rsidP="005542EA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  <w:tc>
          <w:tcPr>
            <w:tcW w:w="1084" w:type="pct"/>
            <w:tcBorders>
              <w:top w:val="dashed" w:sz="4" w:space="0" w:color="3E4A83" w:themeColor="accent1"/>
              <w:bottom w:val="dashed" w:sz="4" w:space="0" w:color="3E4A83" w:themeColor="accent1"/>
            </w:tcBorders>
            <w:shd w:val="clear" w:color="auto" w:fill="auto"/>
            <w:vAlign w:val="center"/>
          </w:tcPr>
          <w:p w14:paraId="715950EA" w14:textId="77777777" w:rsidR="005542EA" w:rsidRPr="0075619B" w:rsidRDefault="005542EA" w:rsidP="005542EA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</w:tr>
      <w:tr w:rsidR="005542EA" w14:paraId="151CD0E3" w14:textId="77777777" w:rsidTr="005542EA">
        <w:trPr>
          <w:trHeight w:val="383"/>
        </w:trPr>
        <w:tc>
          <w:tcPr>
            <w:tcW w:w="1047" w:type="pct"/>
            <w:tcBorders>
              <w:top w:val="dashed" w:sz="4" w:space="0" w:color="3E4A83" w:themeColor="accent1"/>
              <w:bottom w:val="dashed" w:sz="4" w:space="0" w:color="3E4A83" w:themeColor="accent1"/>
            </w:tcBorders>
            <w:shd w:val="clear" w:color="auto" w:fill="auto"/>
            <w:vAlign w:val="center"/>
          </w:tcPr>
          <w:p w14:paraId="3BC57770" w14:textId="2968FC2B" w:rsidR="005542EA" w:rsidRPr="005542EA" w:rsidRDefault="00687767" w:rsidP="005542EA">
            <w:pPr>
              <w:jc w:val="center"/>
              <w:rPr>
                <w:color w:val="006D7D" w:themeColor="accent5" w:themeShade="BF"/>
                <w:sz w:val="16"/>
                <w:szCs w:val="16"/>
              </w:rPr>
            </w:pPr>
            <w:r w:rsidRPr="00687767">
              <w:rPr>
                <w:color w:val="006D7D" w:themeColor="accent5" w:themeShade="BF"/>
                <w:sz w:val="16"/>
                <w:szCs w:val="16"/>
              </w:rPr>
              <w:t xml:space="preserve">Capacité à éviter le </w:t>
            </w:r>
            <w:proofErr w:type="spellStart"/>
            <w:r w:rsidRPr="00687767">
              <w:rPr>
                <w:color w:val="006D7D" w:themeColor="accent5" w:themeShade="BF"/>
                <w:sz w:val="16"/>
                <w:szCs w:val="16"/>
              </w:rPr>
              <w:t>curtaining</w:t>
            </w:r>
            <w:proofErr w:type="spellEnd"/>
            <w:r w:rsidRPr="00687767">
              <w:rPr>
                <w:color w:val="006D7D" w:themeColor="accent5" w:themeShade="BF"/>
                <w:sz w:val="16"/>
                <w:szCs w:val="16"/>
              </w:rPr>
              <w:t xml:space="preserve"> et les re-dépôts</w:t>
            </w:r>
          </w:p>
        </w:tc>
        <w:tc>
          <w:tcPr>
            <w:tcW w:w="227" w:type="pct"/>
            <w:tcBorders>
              <w:top w:val="dashed" w:sz="4" w:space="0" w:color="3E4A83" w:themeColor="accent1"/>
              <w:bottom w:val="dashed" w:sz="4" w:space="0" w:color="3E4A83" w:themeColor="accent1"/>
            </w:tcBorders>
            <w:shd w:val="clear" w:color="auto" w:fill="auto"/>
            <w:vAlign w:val="center"/>
          </w:tcPr>
          <w:p w14:paraId="2183C494" w14:textId="77777777" w:rsidR="005542EA" w:rsidRPr="00EB38A9" w:rsidRDefault="00687767" w:rsidP="005542EA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13418883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EB38A9"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258" w:type="pct"/>
            <w:tcBorders>
              <w:top w:val="dashed" w:sz="4" w:space="0" w:color="3E4A83" w:themeColor="accent1"/>
              <w:bottom w:val="dashed" w:sz="4" w:space="0" w:color="3E4A83" w:themeColor="accent1"/>
            </w:tcBorders>
            <w:shd w:val="clear" w:color="auto" w:fill="auto"/>
            <w:vAlign w:val="center"/>
          </w:tcPr>
          <w:p w14:paraId="571920C7" w14:textId="77777777" w:rsidR="005542EA" w:rsidRPr="00EB38A9" w:rsidRDefault="00687767" w:rsidP="005542EA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5383228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EB38A9"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259" w:type="pct"/>
            <w:tcBorders>
              <w:top w:val="dashed" w:sz="4" w:space="0" w:color="3E4A83" w:themeColor="accent1"/>
              <w:bottom w:val="dashed" w:sz="4" w:space="0" w:color="3E4A83" w:themeColor="accent1"/>
            </w:tcBorders>
            <w:vAlign w:val="center"/>
          </w:tcPr>
          <w:p w14:paraId="7A0B6947" w14:textId="77777777" w:rsidR="005542EA" w:rsidRPr="00EB38A9" w:rsidRDefault="00687767" w:rsidP="005542EA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-19907900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EB38A9"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928" w:type="pct"/>
            <w:tcBorders>
              <w:top w:val="dashed" w:sz="4" w:space="0" w:color="3E4A83" w:themeColor="accent1"/>
              <w:bottom w:val="dashed" w:sz="4" w:space="0" w:color="3E4A83" w:themeColor="accent1"/>
            </w:tcBorders>
            <w:shd w:val="clear" w:color="auto" w:fill="auto"/>
            <w:vAlign w:val="center"/>
          </w:tcPr>
          <w:p w14:paraId="22D2B3B8" w14:textId="77777777" w:rsidR="005542EA" w:rsidRPr="0075619B" w:rsidRDefault="005542EA" w:rsidP="005542EA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  <w:tc>
          <w:tcPr>
            <w:tcW w:w="1197" w:type="pct"/>
            <w:tcBorders>
              <w:top w:val="dashed" w:sz="4" w:space="0" w:color="3E4A83" w:themeColor="accent1"/>
              <w:bottom w:val="dashed" w:sz="4" w:space="0" w:color="3E4A83" w:themeColor="accent1"/>
            </w:tcBorders>
            <w:shd w:val="clear" w:color="auto" w:fill="auto"/>
            <w:vAlign w:val="center"/>
          </w:tcPr>
          <w:p w14:paraId="0845551E" w14:textId="77777777" w:rsidR="005542EA" w:rsidRPr="0075619B" w:rsidRDefault="005542EA" w:rsidP="005542EA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  <w:tc>
          <w:tcPr>
            <w:tcW w:w="1084" w:type="pct"/>
            <w:tcBorders>
              <w:top w:val="dashed" w:sz="4" w:space="0" w:color="3E4A83" w:themeColor="accent1"/>
              <w:bottom w:val="dashed" w:sz="4" w:space="0" w:color="3E4A83" w:themeColor="accent1"/>
            </w:tcBorders>
            <w:shd w:val="clear" w:color="auto" w:fill="auto"/>
            <w:vAlign w:val="center"/>
          </w:tcPr>
          <w:p w14:paraId="66DF0702" w14:textId="77777777" w:rsidR="005542EA" w:rsidRPr="0075619B" w:rsidRDefault="005542EA" w:rsidP="005542EA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</w:tr>
      <w:tr w:rsidR="005542EA" w14:paraId="0A42AEDA" w14:textId="77777777" w:rsidTr="005542EA">
        <w:trPr>
          <w:trHeight w:val="383"/>
        </w:trPr>
        <w:tc>
          <w:tcPr>
            <w:tcW w:w="1047" w:type="pct"/>
            <w:tcBorders>
              <w:top w:val="dashed" w:sz="4" w:space="0" w:color="3E4A83" w:themeColor="accent1"/>
              <w:bottom w:val="dashed" w:sz="4" w:space="0" w:color="3E4A83" w:themeColor="accent1"/>
            </w:tcBorders>
            <w:shd w:val="clear" w:color="auto" w:fill="auto"/>
            <w:vAlign w:val="center"/>
          </w:tcPr>
          <w:p w14:paraId="0D86634B" w14:textId="59915205" w:rsidR="005542EA" w:rsidRDefault="00687767" w:rsidP="005542EA">
            <w:pPr>
              <w:jc w:val="center"/>
              <w:rPr>
                <w:color w:val="006D7D" w:themeColor="accent5" w:themeShade="BF"/>
                <w:sz w:val="16"/>
                <w:szCs w:val="16"/>
              </w:rPr>
            </w:pPr>
            <w:r>
              <w:rPr>
                <w:color w:val="006D7D" w:themeColor="accent5" w:themeShade="BF"/>
                <w:sz w:val="16"/>
                <w:szCs w:val="16"/>
              </w:rPr>
              <w:t>Vitesse d’abrasion</w:t>
            </w:r>
          </w:p>
        </w:tc>
        <w:tc>
          <w:tcPr>
            <w:tcW w:w="227" w:type="pct"/>
            <w:tcBorders>
              <w:top w:val="dashed" w:sz="4" w:space="0" w:color="3E4A83" w:themeColor="accent1"/>
              <w:bottom w:val="dashed" w:sz="4" w:space="0" w:color="3E4A83" w:themeColor="accent1"/>
            </w:tcBorders>
            <w:shd w:val="clear" w:color="auto" w:fill="auto"/>
            <w:vAlign w:val="center"/>
          </w:tcPr>
          <w:p w14:paraId="779BEB04" w14:textId="77777777" w:rsidR="005542EA" w:rsidRPr="00EB38A9" w:rsidRDefault="00687767" w:rsidP="005542EA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-19996490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EB38A9"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258" w:type="pct"/>
            <w:tcBorders>
              <w:top w:val="dashed" w:sz="4" w:space="0" w:color="3E4A83" w:themeColor="accent1"/>
              <w:bottom w:val="dashed" w:sz="4" w:space="0" w:color="3E4A83" w:themeColor="accent1"/>
            </w:tcBorders>
            <w:shd w:val="clear" w:color="auto" w:fill="auto"/>
            <w:vAlign w:val="center"/>
          </w:tcPr>
          <w:p w14:paraId="3393F031" w14:textId="77777777" w:rsidR="005542EA" w:rsidRPr="00EB38A9" w:rsidRDefault="00687767" w:rsidP="005542EA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-3988256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EB38A9"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259" w:type="pct"/>
            <w:tcBorders>
              <w:top w:val="dashed" w:sz="4" w:space="0" w:color="3E4A83" w:themeColor="accent1"/>
              <w:bottom w:val="dashed" w:sz="4" w:space="0" w:color="3E4A83" w:themeColor="accent1"/>
            </w:tcBorders>
            <w:vAlign w:val="center"/>
          </w:tcPr>
          <w:p w14:paraId="4D724577" w14:textId="77777777" w:rsidR="005542EA" w:rsidRPr="00EB38A9" w:rsidRDefault="00687767" w:rsidP="005542EA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20583586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EB38A9"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928" w:type="pct"/>
            <w:tcBorders>
              <w:top w:val="dashed" w:sz="4" w:space="0" w:color="3E4A83" w:themeColor="accent1"/>
              <w:bottom w:val="dashed" w:sz="4" w:space="0" w:color="3E4A83" w:themeColor="accent1"/>
            </w:tcBorders>
            <w:shd w:val="clear" w:color="auto" w:fill="auto"/>
            <w:vAlign w:val="center"/>
          </w:tcPr>
          <w:p w14:paraId="33DFD2E1" w14:textId="77777777" w:rsidR="005542EA" w:rsidRPr="0075619B" w:rsidRDefault="005542EA" w:rsidP="005542EA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  <w:tc>
          <w:tcPr>
            <w:tcW w:w="1197" w:type="pct"/>
            <w:tcBorders>
              <w:top w:val="dashed" w:sz="4" w:space="0" w:color="3E4A83" w:themeColor="accent1"/>
              <w:bottom w:val="dashed" w:sz="4" w:space="0" w:color="3E4A83" w:themeColor="accent1"/>
            </w:tcBorders>
            <w:shd w:val="clear" w:color="auto" w:fill="auto"/>
            <w:vAlign w:val="center"/>
          </w:tcPr>
          <w:p w14:paraId="2CA9C3C0" w14:textId="77777777" w:rsidR="005542EA" w:rsidRPr="0075619B" w:rsidRDefault="005542EA" w:rsidP="005542EA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  <w:tc>
          <w:tcPr>
            <w:tcW w:w="1084" w:type="pct"/>
            <w:tcBorders>
              <w:top w:val="dashed" w:sz="4" w:space="0" w:color="3E4A83" w:themeColor="accent1"/>
              <w:bottom w:val="dashed" w:sz="4" w:space="0" w:color="3E4A83" w:themeColor="accent1"/>
            </w:tcBorders>
            <w:shd w:val="clear" w:color="auto" w:fill="auto"/>
            <w:vAlign w:val="center"/>
          </w:tcPr>
          <w:p w14:paraId="07C77791" w14:textId="77777777" w:rsidR="005542EA" w:rsidRPr="0075619B" w:rsidRDefault="005542EA" w:rsidP="005542EA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</w:tr>
      <w:tr w:rsidR="005542EA" w14:paraId="63D34696" w14:textId="77777777" w:rsidTr="005542EA">
        <w:trPr>
          <w:trHeight w:val="402"/>
        </w:trPr>
        <w:tc>
          <w:tcPr>
            <w:tcW w:w="1047" w:type="pct"/>
            <w:tcBorders>
              <w:top w:val="dashed" w:sz="4" w:space="0" w:color="3E4A83" w:themeColor="accent1"/>
              <w:bottom w:val="single" w:sz="4" w:space="0" w:color="auto"/>
            </w:tcBorders>
            <w:shd w:val="clear" w:color="auto" w:fill="auto"/>
            <w:vAlign w:val="center"/>
          </w:tcPr>
          <w:p w14:paraId="3B3A8503" w14:textId="473617FE" w:rsidR="005542EA" w:rsidRPr="00EB38A9" w:rsidRDefault="00687767" w:rsidP="005542EA">
            <w:pPr>
              <w:jc w:val="center"/>
              <w:rPr>
                <w:color w:val="006D7D" w:themeColor="accent5" w:themeShade="BF"/>
                <w:sz w:val="24"/>
              </w:rPr>
            </w:pPr>
            <w:r>
              <w:rPr>
                <w:color w:val="006D7D" w:themeColor="accent5" w:themeShade="BF"/>
                <w:sz w:val="16"/>
                <w:szCs w:val="16"/>
              </w:rPr>
              <w:t>Aire résultante d’abrasion (largeur, longueur, profondeur)</w:t>
            </w:r>
          </w:p>
        </w:tc>
        <w:tc>
          <w:tcPr>
            <w:tcW w:w="227" w:type="pct"/>
            <w:tcBorders>
              <w:top w:val="dashed" w:sz="4" w:space="0" w:color="3E4A83" w:themeColor="accent1"/>
              <w:bottom w:val="single" w:sz="4" w:space="0" w:color="auto"/>
            </w:tcBorders>
            <w:shd w:val="clear" w:color="auto" w:fill="auto"/>
            <w:vAlign w:val="center"/>
          </w:tcPr>
          <w:p w14:paraId="4F0D972F" w14:textId="77777777" w:rsidR="005542EA" w:rsidRPr="00EB38A9" w:rsidRDefault="00687767" w:rsidP="005542EA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4371805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EB38A9"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258" w:type="pct"/>
            <w:tcBorders>
              <w:top w:val="dashed" w:sz="4" w:space="0" w:color="3E4A83" w:themeColor="accent1"/>
              <w:bottom w:val="single" w:sz="4" w:space="0" w:color="auto"/>
            </w:tcBorders>
            <w:shd w:val="clear" w:color="auto" w:fill="auto"/>
            <w:vAlign w:val="center"/>
          </w:tcPr>
          <w:p w14:paraId="576DD0C5" w14:textId="77777777" w:rsidR="005542EA" w:rsidRPr="00EB38A9" w:rsidRDefault="00687767" w:rsidP="005542EA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6666782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EB38A9"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259" w:type="pct"/>
            <w:tcBorders>
              <w:top w:val="dashed" w:sz="4" w:space="0" w:color="3E4A83" w:themeColor="accent1"/>
              <w:bottom w:val="single" w:sz="4" w:space="0" w:color="auto"/>
            </w:tcBorders>
            <w:vAlign w:val="center"/>
          </w:tcPr>
          <w:p w14:paraId="2AEF0895" w14:textId="77777777" w:rsidR="005542EA" w:rsidRPr="00EB38A9" w:rsidRDefault="00687767" w:rsidP="005542EA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-18934237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EB38A9"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928" w:type="pct"/>
            <w:tcBorders>
              <w:top w:val="dashed" w:sz="4" w:space="0" w:color="3E4A83" w:themeColor="accent1"/>
              <w:bottom w:val="single" w:sz="4" w:space="0" w:color="auto"/>
            </w:tcBorders>
            <w:shd w:val="clear" w:color="auto" w:fill="auto"/>
            <w:vAlign w:val="center"/>
          </w:tcPr>
          <w:p w14:paraId="2F290F00" w14:textId="77777777" w:rsidR="005542EA" w:rsidRPr="0075619B" w:rsidRDefault="005542EA" w:rsidP="005542EA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  <w:tc>
          <w:tcPr>
            <w:tcW w:w="1197" w:type="pct"/>
            <w:tcBorders>
              <w:top w:val="dashed" w:sz="4" w:space="0" w:color="3E4A83" w:themeColor="accent1"/>
              <w:bottom w:val="single" w:sz="4" w:space="0" w:color="auto"/>
            </w:tcBorders>
            <w:shd w:val="clear" w:color="auto" w:fill="auto"/>
            <w:vAlign w:val="center"/>
          </w:tcPr>
          <w:p w14:paraId="553148CB" w14:textId="77777777" w:rsidR="005542EA" w:rsidRPr="0075619B" w:rsidRDefault="005542EA" w:rsidP="005542EA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  <w:tc>
          <w:tcPr>
            <w:tcW w:w="1084" w:type="pct"/>
            <w:tcBorders>
              <w:top w:val="dashed" w:sz="4" w:space="0" w:color="3E4A83" w:themeColor="accent1"/>
              <w:bottom w:val="single" w:sz="4" w:space="0" w:color="auto"/>
            </w:tcBorders>
            <w:shd w:val="clear" w:color="auto" w:fill="auto"/>
            <w:vAlign w:val="center"/>
          </w:tcPr>
          <w:p w14:paraId="5EC26CC2" w14:textId="77777777" w:rsidR="005542EA" w:rsidRPr="0075619B" w:rsidRDefault="005542EA" w:rsidP="005542EA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</w:tr>
      <w:tr w:rsidR="005542EA" w14:paraId="3DBD190A" w14:textId="77777777" w:rsidTr="005542EA">
        <w:trPr>
          <w:trHeight w:val="1247"/>
        </w:trPr>
        <w:tc>
          <w:tcPr>
            <w:tcW w:w="104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B47C8DA" w14:textId="77777777" w:rsidR="005542EA" w:rsidRPr="00C51EA3" w:rsidRDefault="005542EA" w:rsidP="005542EA">
            <w:pPr>
              <w:jc w:val="center"/>
              <w:rPr>
                <w:sz w:val="24"/>
              </w:rPr>
            </w:pPr>
            <w:r w:rsidRPr="00C51EA3">
              <w:rPr>
                <w:sz w:val="24"/>
              </w:rPr>
              <w:t>3</w:t>
            </w:r>
            <w:r>
              <w:rPr>
                <w:sz w:val="24"/>
              </w:rPr>
              <w:t>.1</w:t>
            </w:r>
          </w:p>
          <w:p w14:paraId="4BF11D4D" w14:textId="48C9BE7F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Description </w:t>
            </w:r>
            <w:r w:rsidR="0068583A">
              <w:rPr>
                <w:sz w:val="16"/>
                <w:szCs w:val="16"/>
              </w:rPr>
              <w:t>Équipement</w:t>
            </w:r>
          </w:p>
        </w:tc>
        <w:tc>
          <w:tcPr>
            <w:tcW w:w="22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FDDF19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</w:t>
            </w:r>
          </w:p>
          <w:p w14:paraId="5564B0E6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12E35A46" w14:textId="77777777" w:rsidR="005542EA" w:rsidRPr="00C51EA3" w:rsidRDefault="00687767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1910340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5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0AE66E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AA</w:t>
            </w:r>
          </w:p>
          <w:p w14:paraId="3836C9E0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28EB6DE5" w14:textId="77777777" w:rsidR="005542EA" w:rsidRPr="00C51EA3" w:rsidRDefault="00687767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-1431926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59" w:type="pct"/>
            <w:tcBorders>
              <w:bottom w:val="single" w:sz="4" w:space="0" w:color="auto"/>
            </w:tcBorders>
            <w:vAlign w:val="center"/>
          </w:tcPr>
          <w:p w14:paraId="6AE3A3A9" w14:textId="77777777" w:rsidR="005542EA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</w:t>
            </w:r>
          </w:p>
          <w:p w14:paraId="3A0A7073" w14:textId="77777777" w:rsidR="005542EA" w:rsidRPr="00887354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3D88AE8A" w14:textId="77777777" w:rsidR="005542EA" w:rsidRPr="00887354" w:rsidRDefault="00687767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-1361072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92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9CB7E7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9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47F59A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8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5A6093C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</w:tr>
      <w:tr w:rsidR="005542EA" w:rsidRPr="00C51EA3" w14:paraId="6DE4FD52" w14:textId="77777777" w:rsidTr="005542EA">
        <w:trPr>
          <w:trHeight w:val="1247"/>
        </w:trPr>
        <w:tc>
          <w:tcPr>
            <w:tcW w:w="104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A767119" w14:textId="77777777" w:rsidR="005542EA" w:rsidRPr="00C51EA3" w:rsidRDefault="005542EA" w:rsidP="005542EA">
            <w:pPr>
              <w:jc w:val="center"/>
              <w:rPr>
                <w:szCs w:val="20"/>
              </w:rPr>
            </w:pPr>
            <w:r>
              <w:rPr>
                <w:sz w:val="24"/>
              </w:rPr>
              <w:t>3.2.1</w:t>
            </w:r>
          </w:p>
          <w:p w14:paraId="4CDD851A" w14:textId="77777777" w:rsidR="005542EA" w:rsidRPr="00C51EA3" w:rsidRDefault="005542EA" w:rsidP="005542EA">
            <w:pPr>
              <w:jc w:val="center"/>
              <w:rPr>
                <w:szCs w:val="20"/>
              </w:rPr>
            </w:pPr>
            <w:r w:rsidRPr="00DB3A8B">
              <w:rPr>
                <w:sz w:val="16"/>
                <w:szCs w:val="16"/>
              </w:rPr>
              <w:t>Système de pompage</w:t>
            </w:r>
          </w:p>
        </w:tc>
        <w:tc>
          <w:tcPr>
            <w:tcW w:w="22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948190C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</w:t>
            </w:r>
          </w:p>
          <w:p w14:paraId="0DF5E310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2D14A066" w14:textId="77777777" w:rsidR="005542EA" w:rsidRPr="00C51EA3" w:rsidRDefault="00687767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-15407300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5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B5A3CC1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AA</w:t>
            </w:r>
          </w:p>
          <w:p w14:paraId="1FD96778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726338A3" w14:textId="77777777" w:rsidR="005542EA" w:rsidRPr="00C51EA3" w:rsidRDefault="00687767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-15652480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59" w:type="pct"/>
            <w:tcBorders>
              <w:bottom w:val="single" w:sz="4" w:space="0" w:color="auto"/>
            </w:tcBorders>
            <w:vAlign w:val="center"/>
          </w:tcPr>
          <w:p w14:paraId="6380C172" w14:textId="77777777" w:rsidR="005542EA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</w:t>
            </w:r>
          </w:p>
          <w:p w14:paraId="5D8A128C" w14:textId="77777777" w:rsidR="005542EA" w:rsidRPr="00887354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14F6606D" w14:textId="77777777" w:rsidR="005542EA" w:rsidRPr="00887354" w:rsidRDefault="00687767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-18564159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92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ADDE7B9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9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0F91E7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8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65D21C2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</w:tr>
      <w:tr w:rsidR="005542EA" w:rsidRPr="00C51EA3" w14:paraId="771B7D0B" w14:textId="77777777" w:rsidTr="005542EA">
        <w:trPr>
          <w:trHeight w:val="1247"/>
        </w:trPr>
        <w:tc>
          <w:tcPr>
            <w:tcW w:w="104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D717B9" w14:textId="77777777" w:rsidR="005542EA" w:rsidRPr="00C51EA3" w:rsidRDefault="005542EA" w:rsidP="005542EA">
            <w:pPr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3.2.2</w:t>
            </w:r>
          </w:p>
          <w:p w14:paraId="4AB5BB18" w14:textId="77777777" w:rsidR="005542EA" w:rsidRPr="00C51EA3" w:rsidRDefault="005542EA" w:rsidP="005542EA">
            <w:pPr>
              <w:jc w:val="center"/>
              <w:rPr>
                <w:sz w:val="36"/>
                <w:szCs w:val="36"/>
              </w:rPr>
            </w:pPr>
            <w:r w:rsidRPr="00DB3A8B">
              <w:rPr>
                <w:sz w:val="16"/>
                <w:szCs w:val="16"/>
              </w:rPr>
              <w:t>Lignes de gaz/chimie</w:t>
            </w:r>
          </w:p>
        </w:tc>
        <w:tc>
          <w:tcPr>
            <w:tcW w:w="22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8D76BF9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</w:t>
            </w:r>
          </w:p>
          <w:p w14:paraId="3B560AA5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6EE337F3" w14:textId="77777777" w:rsidR="005542EA" w:rsidRPr="00C51EA3" w:rsidRDefault="00687767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-16053326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5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E66794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AA</w:t>
            </w:r>
          </w:p>
          <w:p w14:paraId="2B206DD0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16217E43" w14:textId="77777777" w:rsidR="005542EA" w:rsidRPr="00C51EA3" w:rsidRDefault="00687767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-369789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59" w:type="pct"/>
            <w:tcBorders>
              <w:bottom w:val="single" w:sz="4" w:space="0" w:color="auto"/>
            </w:tcBorders>
            <w:vAlign w:val="center"/>
          </w:tcPr>
          <w:p w14:paraId="1DF57E93" w14:textId="77777777" w:rsidR="005542EA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</w:t>
            </w:r>
          </w:p>
          <w:p w14:paraId="6E0583A6" w14:textId="77777777" w:rsidR="005542EA" w:rsidRPr="00887354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649864A0" w14:textId="77777777" w:rsidR="005542EA" w:rsidRPr="00887354" w:rsidRDefault="00687767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-20228557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92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592890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9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75FF5F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8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1D297EF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</w:tr>
      <w:tr w:rsidR="005542EA" w:rsidRPr="00C51EA3" w14:paraId="2A1A583C" w14:textId="77777777" w:rsidTr="005542EA">
        <w:trPr>
          <w:trHeight w:val="1247"/>
        </w:trPr>
        <w:tc>
          <w:tcPr>
            <w:tcW w:w="104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4990B4D" w14:textId="77777777" w:rsidR="005542EA" w:rsidRPr="00C51EA3" w:rsidRDefault="005542EA" w:rsidP="005542EA">
            <w:pPr>
              <w:jc w:val="center"/>
              <w:rPr>
                <w:sz w:val="24"/>
              </w:rPr>
            </w:pPr>
            <w:r>
              <w:rPr>
                <w:sz w:val="24"/>
              </w:rPr>
              <w:t>3.2</w:t>
            </w:r>
            <w:r w:rsidRPr="00C51EA3">
              <w:rPr>
                <w:sz w:val="24"/>
              </w:rPr>
              <w:t>.3</w:t>
            </w:r>
          </w:p>
          <w:p w14:paraId="2E537000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  <w:r w:rsidRPr="00A266E0">
              <w:rPr>
                <w:sz w:val="16"/>
                <w:szCs w:val="16"/>
              </w:rPr>
              <w:t>Suivi de la consommation des équipements</w:t>
            </w:r>
          </w:p>
        </w:tc>
        <w:tc>
          <w:tcPr>
            <w:tcW w:w="22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FC808C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</w:t>
            </w:r>
          </w:p>
          <w:p w14:paraId="5EDC5ED0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472E373D" w14:textId="77777777" w:rsidR="005542EA" w:rsidRPr="00C51EA3" w:rsidRDefault="00687767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-7945210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5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0A0BA8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AA</w:t>
            </w:r>
          </w:p>
          <w:p w14:paraId="436E0678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6EFB0CA5" w14:textId="77777777" w:rsidR="005542EA" w:rsidRPr="00C51EA3" w:rsidRDefault="00687767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17129284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59" w:type="pct"/>
            <w:tcBorders>
              <w:bottom w:val="single" w:sz="4" w:space="0" w:color="auto"/>
            </w:tcBorders>
            <w:vAlign w:val="center"/>
          </w:tcPr>
          <w:p w14:paraId="30211B17" w14:textId="77777777" w:rsidR="005542EA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</w:t>
            </w:r>
          </w:p>
          <w:p w14:paraId="011912A8" w14:textId="77777777" w:rsidR="005542EA" w:rsidRPr="00887354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39ED6D94" w14:textId="77777777" w:rsidR="005542EA" w:rsidRPr="00887354" w:rsidRDefault="00687767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8276299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92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491A998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9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32427ED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8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D1C84AA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</w:tr>
      <w:tr w:rsidR="005542EA" w:rsidRPr="00C51EA3" w14:paraId="300C405E" w14:textId="77777777" w:rsidTr="005542EA">
        <w:trPr>
          <w:trHeight w:val="1247"/>
        </w:trPr>
        <w:tc>
          <w:tcPr>
            <w:tcW w:w="104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FB7AD8B" w14:textId="77777777" w:rsidR="005542EA" w:rsidRPr="00C51EA3" w:rsidRDefault="005542EA" w:rsidP="005542EA">
            <w:pPr>
              <w:jc w:val="center"/>
              <w:rPr>
                <w:szCs w:val="20"/>
              </w:rPr>
            </w:pPr>
            <w:r>
              <w:rPr>
                <w:sz w:val="24"/>
              </w:rPr>
              <w:t>3.2</w:t>
            </w:r>
            <w:r w:rsidRPr="00C51EA3">
              <w:rPr>
                <w:sz w:val="24"/>
              </w:rPr>
              <w:t>.4</w:t>
            </w:r>
          </w:p>
          <w:p w14:paraId="54898CBB" w14:textId="77777777" w:rsidR="005542EA" w:rsidRPr="00B552C5" w:rsidRDefault="005542EA" w:rsidP="005542EA">
            <w:pPr>
              <w:jc w:val="center"/>
              <w:rPr>
                <w:sz w:val="16"/>
                <w:szCs w:val="16"/>
              </w:rPr>
            </w:pPr>
            <w:r w:rsidRPr="00A266E0">
              <w:rPr>
                <w:sz w:val="16"/>
                <w:szCs w:val="16"/>
              </w:rPr>
              <w:t>Gestion du mode veille et interface avec les sous-équipements périphériques</w:t>
            </w:r>
          </w:p>
        </w:tc>
        <w:tc>
          <w:tcPr>
            <w:tcW w:w="22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BE8B69A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</w:t>
            </w:r>
          </w:p>
          <w:p w14:paraId="69B21586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6FF09EE0" w14:textId="77777777" w:rsidR="005542EA" w:rsidRPr="00C51EA3" w:rsidRDefault="00687767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-21389367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5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D0BF879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AA</w:t>
            </w:r>
          </w:p>
          <w:p w14:paraId="4F4838F6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20BE0AB6" w14:textId="77777777" w:rsidR="005542EA" w:rsidRPr="00C51EA3" w:rsidRDefault="00687767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14871218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59" w:type="pct"/>
            <w:tcBorders>
              <w:bottom w:val="single" w:sz="4" w:space="0" w:color="auto"/>
            </w:tcBorders>
            <w:vAlign w:val="center"/>
          </w:tcPr>
          <w:p w14:paraId="35ADBDB0" w14:textId="77777777" w:rsidR="005542EA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</w:t>
            </w:r>
          </w:p>
          <w:p w14:paraId="6552CD0C" w14:textId="77777777" w:rsidR="005542EA" w:rsidRPr="00887354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34912378" w14:textId="77777777" w:rsidR="005542EA" w:rsidRPr="00887354" w:rsidRDefault="00687767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3393604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92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0A91D4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9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38946B0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8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698B28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</w:tr>
      <w:tr w:rsidR="005542EA" w:rsidRPr="00C51EA3" w14:paraId="1FD64D77" w14:textId="77777777" w:rsidTr="005542EA">
        <w:trPr>
          <w:trHeight w:val="1125"/>
        </w:trPr>
        <w:tc>
          <w:tcPr>
            <w:tcW w:w="104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10E30E3" w14:textId="77777777" w:rsidR="005542EA" w:rsidRDefault="005542EA" w:rsidP="005542EA">
            <w:pPr>
              <w:jc w:val="center"/>
              <w:rPr>
                <w:sz w:val="16"/>
                <w:szCs w:val="16"/>
              </w:rPr>
            </w:pPr>
            <w:r>
              <w:rPr>
                <w:sz w:val="24"/>
              </w:rPr>
              <w:t>3.2</w:t>
            </w:r>
            <w:r w:rsidRPr="00C51EA3">
              <w:rPr>
                <w:sz w:val="24"/>
              </w:rPr>
              <w:t>.5</w:t>
            </w:r>
          </w:p>
          <w:p w14:paraId="78764D07" w14:textId="77777777" w:rsidR="005542EA" w:rsidRPr="00FA3F4B" w:rsidRDefault="005542EA" w:rsidP="005542EA">
            <w:pPr>
              <w:jc w:val="center"/>
              <w:rPr>
                <w:sz w:val="16"/>
                <w:szCs w:val="16"/>
              </w:rPr>
            </w:pPr>
            <w:r w:rsidRPr="00A266E0">
              <w:rPr>
                <w:sz w:val="16"/>
                <w:szCs w:val="16"/>
              </w:rPr>
              <w:t>Gestion des gaz inflammables</w:t>
            </w:r>
          </w:p>
        </w:tc>
        <w:tc>
          <w:tcPr>
            <w:tcW w:w="22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75FA34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</w:t>
            </w:r>
          </w:p>
          <w:p w14:paraId="620C960C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17E53FA0" w14:textId="77777777" w:rsidR="005542EA" w:rsidRPr="00C51EA3" w:rsidRDefault="00687767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-7738623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5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C69ADD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AA</w:t>
            </w:r>
          </w:p>
          <w:p w14:paraId="6E3003E6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431272CF" w14:textId="77777777" w:rsidR="005542EA" w:rsidRPr="00C51EA3" w:rsidRDefault="00687767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-12247533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59" w:type="pct"/>
            <w:tcBorders>
              <w:bottom w:val="single" w:sz="4" w:space="0" w:color="auto"/>
            </w:tcBorders>
            <w:vAlign w:val="center"/>
          </w:tcPr>
          <w:p w14:paraId="35CB4A8A" w14:textId="77777777" w:rsidR="005542EA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</w:t>
            </w:r>
          </w:p>
          <w:p w14:paraId="52F753B8" w14:textId="77777777" w:rsidR="005542EA" w:rsidRPr="00887354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75538D89" w14:textId="77777777" w:rsidR="005542EA" w:rsidRPr="00887354" w:rsidRDefault="00687767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13433549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92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169BCDA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9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07EC93D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8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AFB2564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</w:tr>
      <w:tr w:rsidR="005542EA" w:rsidRPr="00C51EA3" w14:paraId="685DAB6C" w14:textId="77777777" w:rsidTr="005542EA">
        <w:trPr>
          <w:trHeight w:val="1125"/>
        </w:trPr>
        <w:tc>
          <w:tcPr>
            <w:tcW w:w="104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66836D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  <w:r>
              <w:rPr>
                <w:sz w:val="24"/>
              </w:rPr>
              <w:t>3.2.6</w:t>
            </w:r>
          </w:p>
          <w:p w14:paraId="26CCEB74" w14:textId="77777777" w:rsidR="005542EA" w:rsidRPr="00C51EA3" w:rsidRDefault="005542EA" w:rsidP="005542EA">
            <w:pPr>
              <w:jc w:val="center"/>
              <w:rPr>
                <w:sz w:val="36"/>
                <w:szCs w:val="36"/>
              </w:rPr>
            </w:pPr>
            <w:r w:rsidRPr="00A266E0">
              <w:rPr>
                <w:sz w:val="16"/>
                <w:szCs w:val="16"/>
              </w:rPr>
              <w:t>Contrôle de température</w:t>
            </w:r>
          </w:p>
        </w:tc>
        <w:tc>
          <w:tcPr>
            <w:tcW w:w="22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E71888D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</w:t>
            </w:r>
          </w:p>
          <w:p w14:paraId="049040AC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2D0DC9D9" w14:textId="77777777" w:rsidR="005542EA" w:rsidRPr="00C51EA3" w:rsidRDefault="00687767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-9835363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5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0548A0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AA</w:t>
            </w:r>
          </w:p>
          <w:p w14:paraId="36BFDDD8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79AE7863" w14:textId="77777777" w:rsidR="005542EA" w:rsidRPr="00C51EA3" w:rsidRDefault="00687767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6193441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59" w:type="pct"/>
            <w:tcBorders>
              <w:bottom w:val="single" w:sz="4" w:space="0" w:color="auto"/>
            </w:tcBorders>
            <w:vAlign w:val="center"/>
          </w:tcPr>
          <w:p w14:paraId="354D74C3" w14:textId="77777777" w:rsidR="005542EA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</w:t>
            </w:r>
          </w:p>
          <w:p w14:paraId="77852DFC" w14:textId="77777777" w:rsidR="005542EA" w:rsidRPr="00887354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4B4211E2" w14:textId="77777777" w:rsidR="005542EA" w:rsidRPr="00887354" w:rsidRDefault="00687767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19351675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92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B4F653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9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5AA537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8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58131BB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</w:tr>
      <w:tr w:rsidR="005542EA" w:rsidRPr="00C51EA3" w14:paraId="29B6ED12" w14:textId="77777777" w:rsidTr="005542EA">
        <w:trPr>
          <w:trHeight w:val="1125"/>
        </w:trPr>
        <w:tc>
          <w:tcPr>
            <w:tcW w:w="104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863BED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  <w:r>
              <w:rPr>
                <w:sz w:val="24"/>
              </w:rPr>
              <w:t>3.2.7</w:t>
            </w:r>
          </w:p>
          <w:p w14:paraId="74B5F04D" w14:textId="77777777" w:rsidR="005542EA" w:rsidRDefault="005542EA" w:rsidP="005542EA">
            <w:pPr>
              <w:jc w:val="center"/>
              <w:rPr>
                <w:sz w:val="24"/>
              </w:rPr>
            </w:pPr>
            <w:r w:rsidRPr="001B0680">
              <w:rPr>
                <w:sz w:val="16"/>
                <w:szCs w:val="16"/>
              </w:rPr>
              <w:t>Vibrations</w:t>
            </w:r>
          </w:p>
        </w:tc>
        <w:tc>
          <w:tcPr>
            <w:tcW w:w="22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D0A7E6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</w:t>
            </w:r>
          </w:p>
          <w:p w14:paraId="19C5C1A7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52A2E5C2" w14:textId="77777777" w:rsidR="005542EA" w:rsidRPr="00C51EA3" w:rsidRDefault="00687767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11888676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5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5515E6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AA</w:t>
            </w:r>
          </w:p>
          <w:p w14:paraId="3135EAE7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7C816B4B" w14:textId="77777777" w:rsidR="005542EA" w:rsidRPr="00C51EA3" w:rsidRDefault="00687767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5714659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59" w:type="pct"/>
            <w:tcBorders>
              <w:bottom w:val="single" w:sz="4" w:space="0" w:color="auto"/>
            </w:tcBorders>
            <w:vAlign w:val="center"/>
          </w:tcPr>
          <w:p w14:paraId="0BFE121D" w14:textId="77777777" w:rsidR="005542EA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</w:t>
            </w:r>
          </w:p>
          <w:p w14:paraId="2D098B5F" w14:textId="77777777" w:rsidR="005542EA" w:rsidRPr="00887354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62349520" w14:textId="77777777" w:rsidR="005542EA" w:rsidRPr="00887354" w:rsidRDefault="00687767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-19749705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92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49CFC2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9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B404DE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8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2B85C1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</w:tr>
      <w:tr w:rsidR="005542EA" w:rsidRPr="00C51EA3" w14:paraId="2BEDA458" w14:textId="77777777" w:rsidTr="005542EA">
        <w:trPr>
          <w:trHeight w:val="1125"/>
        </w:trPr>
        <w:tc>
          <w:tcPr>
            <w:tcW w:w="104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9B1889A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  <w:r>
              <w:rPr>
                <w:sz w:val="24"/>
              </w:rPr>
              <w:t>3.2.8</w:t>
            </w:r>
          </w:p>
          <w:p w14:paraId="5AD27D92" w14:textId="77777777" w:rsidR="005542EA" w:rsidRDefault="005542EA" w:rsidP="005542EA">
            <w:pPr>
              <w:jc w:val="center"/>
              <w:rPr>
                <w:sz w:val="24"/>
              </w:rPr>
            </w:pPr>
            <w:r>
              <w:rPr>
                <w:sz w:val="16"/>
                <w:szCs w:val="16"/>
              </w:rPr>
              <w:t>Autre</w:t>
            </w:r>
          </w:p>
        </w:tc>
        <w:tc>
          <w:tcPr>
            <w:tcW w:w="22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282D05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</w:t>
            </w:r>
          </w:p>
          <w:p w14:paraId="1853F0A3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67434C31" w14:textId="77777777" w:rsidR="005542EA" w:rsidRPr="00C51EA3" w:rsidRDefault="00687767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-21471957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5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CEEFBC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AA</w:t>
            </w:r>
          </w:p>
          <w:p w14:paraId="6CCFC367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79884AE3" w14:textId="77777777" w:rsidR="005542EA" w:rsidRPr="00C51EA3" w:rsidRDefault="00687767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2483081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59" w:type="pct"/>
            <w:tcBorders>
              <w:bottom w:val="single" w:sz="4" w:space="0" w:color="auto"/>
            </w:tcBorders>
            <w:vAlign w:val="center"/>
          </w:tcPr>
          <w:p w14:paraId="7CADEC0F" w14:textId="77777777" w:rsidR="005542EA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</w:t>
            </w:r>
          </w:p>
          <w:p w14:paraId="3745F68F" w14:textId="77777777" w:rsidR="005542EA" w:rsidRPr="00887354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12109036" w14:textId="77777777" w:rsidR="005542EA" w:rsidRPr="00887354" w:rsidRDefault="00687767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-20839015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92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0792D4E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9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CBB9F6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8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AA0E27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</w:tr>
      <w:tr w:rsidR="005542EA" w:rsidRPr="00C51EA3" w14:paraId="4132A635" w14:textId="77777777" w:rsidTr="005542EA">
        <w:trPr>
          <w:trHeight w:val="1253"/>
        </w:trPr>
        <w:tc>
          <w:tcPr>
            <w:tcW w:w="1047" w:type="pct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56C683F5" w14:textId="77777777" w:rsidR="005542EA" w:rsidRDefault="005542EA" w:rsidP="005542EA">
            <w:pPr>
              <w:jc w:val="center"/>
              <w:rPr>
                <w:sz w:val="24"/>
              </w:rPr>
            </w:pPr>
            <w:r>
              <w:rPr>
                <w:sz w:val="24"/>
              </w:rPr>
              <w:t>3.3</w:t>
            </w:r>
            <w:r w:rsidRPr="00C51EA3">
              <w:rPr>
                <w:sz w:val="24"/>
              </w:rPr>
              <w:t>.</w:t>
            </w:r>
            <w:r>
              <w:rPr>
                <w:sz w:val="24"/>
              </w:rPr>
              <w:t>1</w:t>
            </w:r>
          </w:p>
          <w:p w14:paraId="18C12C7E" w14:textId="77777777" w:rsidR="005542EA" w:rsidRPr="00C51EA3" w:rsidRDefault="005542EA" w:rsidP="005542EA">
            <w:pPr>
              <w:jc w:val="center"/>
              <w:rPr>
                <w:sz w:val="36"/>
                <w:szCs w:val="36"/>
              </w:rPr>
            </w:pPr>
            <w:r w:rsidRPr="00A266E0">
              <w:rPr>
                <w:sz w:val="16"/>
                <w:szCs w:val="16"/>
              </w:rPr>
              <w:t>Configuration informatique</w:t>
            </w:r>
          </w:p>
        </w:tc>
        <w:tc>
          <w:tcPr>
            <w:tcW w:w="227" w:type="pct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45D4931F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</w:t>
            </w:r>
          </w:p>
          <w:p w14:paraId="071CF2B1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7C972F63" w14:textId="77777777" w:rsidR="005542EA" w:rsidRPr="00C51EA3" w:rsidRDefault="00687767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-10873108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58" w:type="pct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4F01E6EB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AA</w:t>
            </w:r>
          </w:p>
          <w:p w14:paraId="1704AC40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2950D5CA" w14:textId="77777777" w:rsidR="005542EA" w:rsidRPr="00C51EA3" w:rsidRDefault="00687767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-581691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59" w:type="pct"/>
            <w:tcBorders>
              <w:bottom w:val="single" w:sz="12" w:space="0" w:color="auto"/>
            </w:tcBorders>
            <w:vAlign w:val="center"/>
          </w:tcPr>
          <w:p w14:paraId="1D266540" w14:textId="77777777" w:rsidR="005542EA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</w:t>
            </w:r>
          </w:p>
          <w:p w14:paraId="65070AEF" w14:textId="77777777" w:rsidR="005542EA" w:rsidRPr="00887354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5A3B65FD" w14:textId="77777777" w:rsidR="005542EA" w:rsidRPr="00887354" w:rsidRDefault="00687767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6338390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928" w:type="pct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33C47BB8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97" w:type="pct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13CB0F66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84" w:type="pct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701A6F74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</w:tr>
      <w:tr w:rsidR="005542EA" w:rsidRPr="00C51EA3" w14:paraId="1E038C15" w14:textId="77777777" w:rsidTr="005542EA">
        <w:trPr>
          <w:trHeight w:val="1247"/>
        </w:trPr>
        <w:tc>
          <w:tcPr>
            <w:tcW w:w="104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F1F1CD7" w14:textId="77777777" w:rsidR="005542EA" w:rsidRDefault="005542EA" w:rsidP="005542EA">
            <w:pPr>
              <w:jc w:val="center"/>
              <w:rPr>
                <w:sz w:val="24"/>
              </w:rPr>
            </w:pPr>
            <w:r>
              <w:rPr>
                <w:sz w:val="24"/>
              </w:rPr>
              <w:t>3.3</w:t>
            </w:r>
            <w:r w:rsidRPr="00C51EA3">
              <w:rPr>
                <w:sz w:val="24"/>
              </w:rPr>
              <w:t>.</w:t>
            </w:r>
            <w:r>
              <w:rPr>
                <w:sz w:val="24"/>
              </w:rPr>
              <w:t>2</w:t>
            </w:r>
          </w:p>
          <w:p w14:paraId="77A238EC" w14:textId="77777777" w:rsidR="005542EA" w:rsidRPr="00C51EA3" w:rsidRDefault="005542EA" w:rsidP="005542EA">
            <w:pPr>
              <w:jc w:val="center"/>
              <w:rPr>
                <w:sz w:val="36"/>
                <w:szCs w:val="36"/>
              </w:rPr>
            </w:pPr>
            <w:r w:rsidRPr="00A266E0">
              <w:rPr>
                <w:sz w:val="16"/>
                <w:szCs w:val="16"/>
              </w:rPr>
              <w:t>Antiv</w:t>
            </w:r>
            <w:r>
              <w:rPr>
                <w:sz w:val="16"/>
                <w:szCs w:val="16"/>
              </w:rPr>
              <w:t>irus et sauvegarde des données</w:t>
            </w:r>
          </w:p>
        </w:tc>
        <w:tc>
          <w:tcPr>
            <w:tcW w:w="22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56EA741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</w:t>
            </w:r>
          </w:p>
          <w:p w14:paraId="21132349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763D639C" w14:textId="77777777" w:rsidR="005542EA" w:rsidRPr="00C51EA3" w:rsidRDefault="00687767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-8928836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5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234B70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AA</w:t>
            </w:r>
          </w:p>
          <w:p w14:paraId="6111D397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03EF21C6" w14:textId="77777777" w:rsidR="005542EA" w:rsidRPr="00C51EA3" w:rsidRDefault="00687767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9511219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59" w:type="pct"/>
            <w:tcBorders>
              <w:bottom w:val="single" w:sz="4" w:space="0" w:color="auto"/>
            </w:tcBorders>
            <w:vAlign w:val="center"/>
          </w:tcPr>
          <w:p w14:paraId="07EF5B36" w14:textId="77777777" w:rsidR="005542EA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</w:t>
            </w:r>
          </w:p>
          <w:p w14:paraId="048AD587" w14:textId="77777777" w:rsidR="005542EA" w:rsidRPr="00887354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5D2E4447" w14:textId="77777777" w:rsidR="005542EA" w:rsidRPr="00887354" w:rsidRDefault="00687767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-10331030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92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2FE4663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9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DF21B2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8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1CB2C9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</w:tr>
      <w:tr w:rsidR="005542EA" w:rsidRPr="00C51EA3" w14:paraId="06F2AAB6" w14:textId="77777777" w:rsidTr="005542EA">
        <w:trPr>
          <w:trHeight w:val="1247"/>
        </w:trPr>
        <w:tc>
          <w:tcPr>
            <w:tcW w:w="104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21CAEA" w14:textId="77777777" w:rsidR="005542EA" w:rsidRDefault="005542EA" w:rsidP="005542EA">
            <w:pPr>
              <w:jc w:val="center"/>
              <w:rPr>
                <w:sz w:val="24"/>
              </w:rPr>
            </w:pPr>
            <w:r>
              <w:rPr>
                <w:sz w:val="24"/>
              </w:rPr>
              <w:t>3.4.1</w:t>
            </w:r>
          </w:p>
          <w:p w14:paraId="707218D8" w14:textId="77777777" w:rsidR="005542EA" w:rsidRPr="00AC52FC" w:rsidRDefault="005542EA" w:rsidP="005542EA">
            <w:pPr>
              <w:jc w:val="center"/>
              <w:rPr>
                <w:sz w:val="16"/>
                <w:szCs w:val="16"/>
              </w:rPr>
            </w:pPr>
            <w:r w:rsidRPr="00A266E0">
              <w:rPr>
                <w:sz w:val="16"/>
                <w:szCs w:val="16"/>
              </w:rPr>
              <w:t>Caractéristique des tranches</w:t>
            </w:r>
          </w:p>
        </w:tc>
        <w:tc>
          <w:tcPr>
            <w:tcW w:w="22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4300C41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</w:t>
            </w:r>
          </w:p>
          <w:p w14:paraId="22530822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666BD71E" w14:textId="77777777" w:rsidR="005542EA" w:rsidRPr="00C51EA3" w:rsidRDefault="00687767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12572510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5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22880C6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AA</w:t>
            </w:r>
          </w:p>
          <w:p w14:paraId="76E114D4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33E8EE3F" w14:textId="77777777" w:rsidR="005542EA" w:rsidRPr="00C51EA3" w:rsidRDefault="00687767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13951620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59" w:type="pct"/>
            <w:tcBorders>
              <w:bottom w:val="single" w:sz="4" w:space="0" w:color="auto"/>
            </w:tcBorders>
            <w:vAlign w:val="center"/>
          </w:tcPr>
          <w:p w14:paraId="0A08A9A7" w14:textId="77777777" w:rsidR="005542EA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</w:t>
            </w:r>
          </w:p>
          <w:p w14:paraId="09611914" w14:textId="77777777" w:rsidR="005542EA" w:rsidRPr="00887354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6D0BCA96" w14:textId="77777777" w:rsidR="005542EA" w:rsidRPr="00887354" w:rsidRDefault="00687767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2625005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92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867D0C7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9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1C15EE6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8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2627A18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</w:tr>
      <w:tr w:rsidR="005542EA" w:rsidRPr="00C51EA3" w14:paraId="085C98F3" w14:textId="77777777" w:rsidTr="005542EA">
        <w:trPr>
          <w:trHeight w:val="1247"/>
        </w:trPr>
        <w:tc>
          <w:tcPr>
            <w:tcW w:w="104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8BC03E" w14:textId="77777777" w:rsidR="005542EA" w:rsidRDefault="005542EA" w:rsidP="005542EA">
            <w:pPr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3.4.2</w:t>
            </w:r>
          </w:p>
          <w:p w14:paraId="5A5ABFDF" w14:textId="77777777" w:rsidR="005542EA" w:rsidRPr="00AC52FC" w:rsidRDefault="005542EA" w:rsidP="005542EA">
            <w:pPr>
              <w:jc w:val="center"/>
              <w:rPr>
                <w:sz w:val="16"/>
                <w:szCs w:val="16"/>
              </w:rPr>
            </w:pPr>
            <w:r w:rsidRPr="002F089F">
              <w:rPr>
                <w:sz w:val="16"/>
                <w:szCs w:val="16"/>
              </w:rPr>
              <w:t>Ports de chargement</w:t>
            </w:r>
          </w:p>
        </w:tc>
        <w:tc>
          <w:tcPr>
            <w:tcW w:w="22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7FB470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</w:t>
            </w:r>
          </w:p>
          <w:p w14:paraId="4C3A1224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6AD6C6AB" w14:textId="77777777" w:rsidR="005542EA" w:rsidRPr="00C51EA3" w:rsidRDefault="00687767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-16334711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5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C9074EC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AA</w:t>
            </w:r>
          </w:p>
          <w:p w14:paraId="5CE263AA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74165A1B" w14:textId="77777777" w:rsidR="005542EA" w:rsidRPr="00C51EA3" w:rsidRDefault="00687767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11850159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59" w:type="pct"/>
            <w:tcBorders>
              <w:bottom w:val="single" w:sz="4" w:space="0" w:color="auto"/>
            </w:tcBorders>
            <w:vAlign w:val="center"/>
          </w:tcPr>
          <w:p w14:paraId="188BA67C" w14:textId="77777777" w:rsidR="005542EA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</w:t>
            </w:r>
          </w:p>
          <w:p w14:paraId="407EB372" w14:textId="77777777" w:rsidR="005542EA" w:rsidRPr="00887354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57B6F26E" w14:textId="77777777" w:rsidR="005542EA" w:rsidRPr="00887354" w:rsidRDefault="00687767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17417478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92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07F53E2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9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FC1CA7C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8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81D887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</w:tr>
      <w:tr w:rsidR="005542EA" w:rsidRPr="00C51EA3" w14:paraId="568B9D8A" w14:textId="77777777" w:rsidTr="005542EA">
        <w:trPr>
          <w:trHeight w:val="1247"/>
        </w:trPr>
        <w:tc>
          <w:tcPr>
            <w:tcW w:w="104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6456F3" w14:textId="77777777" w:rsidR="005542EA" w:rsidRDefault="005542EA" w:rsidP="005542EA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3.4.3. </w:t>
            </w:r>
          </w:p>
          <w:p w14:paraId="1B689CB8" w14:textId="77777777" w:rsidR="005542EA" w:rsidRPr="00AC52FC" w:rsidRDefault="005542EA" w:rsidP="005542EA">
            <w:pPr>
              <w:jc w:val="center"/>
              <w:rPr>
                <w:sz w:val="16"/>
                <w:szCs w:val="16"/>
              </w:rPr>
            </w:pPr>
            <w:r w:rsidRPr="002F089F">
              <w:rPr>
                <w:sz w:val="16"/>
                <w:szCs w:val="16"/>
              </w:rPr>
              <w:t>Surfaces de préhension et de contact</w:t>
            </w:r>
          </w:p>
        </w:tc>
        <w:tc>
          <w:tcPr>
            <w:tcW w:w="22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50FCAA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</w:t>
            </w:r>
          </w:p>
          <w:p w14:paraId="18F9B39E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3E6C6E2B" w14:textId="77777777" w:rsidR="005542EA" w:rsidRPr="00C51EA3" w:rsidRDefault="00687767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-16335537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5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0CB432F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AA</w:t>
            </w:r>
          </w:p>
          <w:p w14:paraId="70DD3A90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721C9401" w14:textId="77777777" w:rsidR="005542EA" w:rsidRPr="00C51EA3" w:rsidRDefault="00687767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2046011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59" w:type="pct"/>
            <w:tcBorders>
              <w:bottom w:val="single" w:sz="4" w:space="0" w:color="auto"/>
            </w:tcBorders>
            <w:vAlign w:val="center"/>
          </w:tcPr>
          <w:p w14:paraId="4D66E791" w14:textId="77777777" w:rsidR="005542EA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</w:t>
            </w:r>
          </w:p>
          <w:p w14:paraId="7FCE9398" w14:textId="77777777" w:rsidR="005542EA" w:rsidRPr="00887354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330119F7" w14:textId="77777777" w:rsidR="005542EA" w:rsidRPr="00887354" w:rsidRDefault="00687767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-7007887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92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C4DFA5D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9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8A8F42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8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A6D022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</w:tr>
      <w:tr w:rsidR="005542EA" w:rsidRPr="00C51EA3" w14:paraId="676FC8BB" w14:textId="77777777" w:rsidTr="005542EA">
        <w:trPr>
          <w:trHeight w:val="1247"/>
        </w:trPr>
        <w:tc>
          <w:tcPr>
            <w:tcW w:w="104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279445" w14:textId="77777777" w:rsidR="005542EA" w:rsidRDefault="005542EA" w:rsidP="005542EA">
            <w:pPr>
              <w:jc w:val="center"/>
              <w:rPr>
                <w:sz w:val="24"/>
              </w:rPr>
            </w:pPr>
            <w:r>
              <w:rPr>
                <w:sz w:val="24"/>
              </w:rPr>
              <w:t>3.4.4</w:t>
            </w:r>
          </w:p>
          <w:p w14:paraId="1A6FEC71" w14:textId="77777777" w:rsidR="005542EA" w:rsidRPr="00F44E7A" w:rsidRDefault="005542EA" w:rsidP="005542EA">
            <w:pPr>
              <w:jc w:val="center"/>
              <w:rPr>
                <w:sz w:val="16"/>
                <w:szCs w:val="16"/>
              </w:rPr>
            </w:pPr>
            <w:r w:rsidRPr="002F089F">
              <w:rPr>
                <w:sz w:val="16"/>
                <w:szCs w:val="16"/>
              </w:rPr>
              <w:t>Référence des containers utilisés sur l’équipement</w:t>
            </w:r>
          </w:p>
        </w:tc>
        <w:tc>
          <w:tcPr>
            <w:tcW w:w="22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2CE6891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</w:t>
            </w:r>
          </w:p>
          <w:p w14:paraId="538E6162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183ADD39" w14:textId="77777777" w:rsidR="005542EA" w:rsidRPr="00C51EA3" w:rsidRDefault="00687767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-19900134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5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5458769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AA</w:t>
            </w:r>
          </w:p>
          <w:p w14:paraId="7768875B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001DA174" w14:textId="77777777" w:rsidR="005542EA" w:rsidRPr="00C51EA3" w:rsidRDefault="00687767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-3608971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59" w:type="pct"/>
            <w:tcBorders>
              <w:bottom w:val="single" w:sz="4" w:space="0" w:color="auto"/>
            </w:tcBorders>
            <w:vAlign w:val="center"/>
          </w:tcPr>
          <w:p w14:paraId="0BC78821" w14:textId="77777777" w:rsidR="005542EA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</w:t>
            </w:r>
          </w:p>
          <w:p w14:paraId="00BE1B2E" w14:textId="77777777" w:rsidR="005542EA" w:rsidRPr="00887354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1825769E" w14:textId="77777777" w:rsidR="005542EA" w:rsidRPr="00887354" w:rsidRDefault="00687767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4626990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92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044377C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9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11754C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8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CD9F94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</w:tr>
      <w:tr w:rsidR="005542EA" w:rsidRPr="00C51EA3" w14:paraId="063B96B9" w14:textId="77777777" w:rsidTr="005542EA">
        <w:trPr>
          <w:trHeight w:val="1247"/>
        </w:trPr>
        <w:tc>
          <w:tcPr>
            <w:tcW w:w="104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6749137" w14:textId="77777777" w:rsidR="005542EA" w:rsidRPr="00C51EA3" w:rsidRDefault="005542EA" w:rsidP="005542EA">
            <w:pPr>
              <w:jc w:val="center"/>
              <w:rPr>
                <w:szCs w:val="20"/>
              </w:rPr>
            </w:pPr>
            <w:r>
              <w:rPr>
                <w:sz w:val="24"/>
              </w:rPr>
              <w:t>3.4.5</w:t>
            </w:r>
          </w:p>
          <w:p w14:paraId="00F3B850" w14:textId="77777777" w:rsidR="005542EA" w:rsidRPr="00C51EA3" w:rsidRDefault="005542EA" w:rsidP="005542EA">
            <w:pPr>
              <w:jc w:val="center"/>
              <w:rPr>
                <w:sz w:val="36"/>
                <w:szCs w:val="36"/>
              </w:rPr>
            </w:pPr>
            <w:r w:rsidRPr="00544F06">
              <w:rPr>
                <w:sz w:val="16"/>
                <w:szCs w:val="16"/>
              </w:rPr>
              <w:t>Fiabilité du système de handling</w:t>
            </w:r>
          </w:p>
        </w:tc>
        <w:tc>
          <w:tcPr>
            <w:tcW w:w="22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0F2738F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</w:t>
            </w:r>
          </w:p>
          <w:p w14:paraId="10480C05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3701DD58" w14:textId="77777777" w:rsidR="005542EA" w:rsidRPr="00C51EA3" w:rsidRDefault="00687767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-1160724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5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D9539AB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AA</w:t>
            </w:r>
          </w:p>
          <w:p w14:paraId="40D23C39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5C5D2E26" w14:textId="77777777" w:rsidR="005542EA" w:rsidRPr="00C51EA3" w:rsidRDefault="00687767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-19691212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59" w:type="pct"/>
            <w:tcBorders>
              <w:bottom w:val="single" w:sz="4" w:space="0" w:color="auto"/>
            </w:tcBorders>
            <w:vAlign w:val="center"/>
          </w:tcPr>
          <w:p w14:paraId="7DC040AB" w14:textId="77777777" w:rsidR="005542EA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</w:t>
            </w:r>
          </w:p>
          <w:p w14:paraId="537DCA4B" w14:textId="77777777" w:rsidR="005542EA" w:rsidRPr="00887354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1BC687EC" w14:textId="77777777" w:rsidR="005542EA" w:rsidRPr="00887354" w:rsidRDefault="00687767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5413368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92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A59390F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9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BEEC380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8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CED12D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</w:tr>
      <w:tr w:rsidR="005542EA" w:rsidRPr="00C51EA3" w14:paraId="0446F5C8" w14:textId="77777777" w:rsidTr="005542EA">
        <w:trPr>
          <w:trHeight w:val="1247"/>
        </w:trPr>
        <w:tc>
          <w:tcPr>
            <w:tcW w:w="104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11F5D9" w14:textId="77777777" w:rsidR="005542EA" w:rsidRPr="00C51EA3" w:rsidRDefault="005542EA" w:rsidP="005542EA">
            <w:pPr>
              <w:jc w:val="center"/>
              <w:rPr>
                <w:sz w:val="24"/>
              </w:rPr>
            </w:pPr>
            <w:r>
              <w:rPr>
                <w:sz w:val="24"/>
              </w:rPr>
              <w:t>3.5</w:t>
            </w:r>
            <w:r w:rsidRPr="00C51EA3">
              <w:rPr>
                <w:sz w:val="24"/>
              </w:rPr>
              <w:t>.1</w:t>
            </w:r>
          </w:p>
          <w:p w14:paraId="471159FA" w14:textId="77777777" w:rsidR="005542EA" w:rsidRPr="00F44E7A" w:rsidRDefault="005542EA" w:rsidP="005542EA">
            <w:pPr>
              <w:jc w:val="center"/>
              <w:rPr>
                <w:sz w:val="16"/>
                <w:szCs w:val="16"/>
              </w:rPr>
            </w:pPr>
            <w:r w:rsidRPr="002F089F">
              <w:rPr>
                <w:sz w:val="16"/>
                <w:szCs w:val="16"/>
              </w:rPr>
              <w:t>Contrôle caractéristique physique de l’air</w:t>
            </w:r>
          </w:p>
        </w:tc>
        <w:tc>
          <w:tcPr>
            <w:tcW w:w="22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B5A4FB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</w:t>
            </w:r>
          </w:p>
          <w:p w14:paraId="7687373A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3C5EAAA0" w14:textId="77777777" w:rsidR="005542EA" w:rsidRPr="00C51EA3" w:rsidRDefault="00687767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-7375601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5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C48E06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AA</w:t>
            </w:r>
          </w:p>
          <w:p w14:paraId="0D89441D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6606CE65" w14:textId="77777777" w:rsidR="005542EA" w:rsidRPr="00C51EA3" w:rsidRDefault="00687767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849646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59" w:type="pct"/>
            <w:tcBorders>
              <w:bottom w:val="single" w:sz="4" w:space="0" w:color="auto"/>
            </w:tcBorders>
            <w:vAlign w:val="center"/>
          </w:tcPr>
          <w:p w14:paraId="2E28EBEF" w14:textId="77777777" w:rsidR="005542EA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</w:t>
            </w:r>
          </w:p>
          <w:p w14:paraId="72EFF13C" w14:textId="77777777" w:rsidR="005542EA" w:rsidRPr="00887354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7A067A96" w14:textId="77777777" w:rsidR="005542EA" w:rsidRPr="00887354" w:rsidRDefault="00687767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-4872485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92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99CCFE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9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5A19E4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8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3A03611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</w:tr>
      <w:tr w:rsidR="005542EA" w:rsidRPr="00C51EA3" w14:paraId="308096B2" w14:textId="77777777" w:rsidTr="005542EA">
        <w:trPr>
          <w:trHeight w:val="1151"/>
        </w:trPr>
        <w:tc>
          <w:tcPr>
            <w:tcW w:w="104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14FB7B3" w14:textId="77777777" w:rsidR="005542EA" w:rsidRPr="00C51EA3" w:rsidRDefault="005542EA" w:rsidP="005542EA">
            <w:pPr>
              <w:jc w:val="center"/>
              <w:rPr>
                <w:sz w:val="24"/>
                <w:lang w:val="en-GB"/>
              </w:rPr>
            </w:pPr>
            <w:r w:rsidRPr="00544F06">
              <w:rPr>
                <w:sz w:val="24"/>
                <w:lang w:val="en-GB"/>
              </w:rPr>
              <w:t>3.5.2</w:t>
            </w:r>
          </w:p>
          <w:p w14:paraId="5A4710CA" w14:textId="77777777" w:rsidR="005542EA" w:rsidRPr="00544F06" w:rsidRDefault="005542EA" w:rsidP="005542EA">
            <w:pPr>
              <w:jc w:val="center"/>
              <w:rPr>
                <w:sz w:val="16"/>
                <w:szCs w:val="16"/>
                <w:lang w:val="en-GB"/>
              </w:rPr>
            </w:pPr>
            <w:r w:rsidRPr="00C51EA3">
              <w:rPr>
                <w:sz w:val="16"/>
                <w:szCs w:val="16"/>
                <w:lang w:val="en-GB"/>
              </w:rPr>
              <w:t>E</w:t>
            </w:r>
            <w:r>
              <w:rPr>
                <w:sz w:val="16"/>
                <w:szCs w:val="16"/>
                <w:lang w:val="en-GB"/>
              </w:rPr>
              <w:t>.S.D.                 (Electrostatic Discharge)</w:t>
            </w:r>
          </w:p>
        </w:tc>
        <w:tc>
          <w:tcPr>
            <w:tcW w:w="22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35BE926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</w:t>
            </w:r>
          </w:p>
          <w:p w14:paraId="280C59DB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7CDFF48E" w14:textId="77777777" w:rsidR="005542EA" w:rsidRPr="00C51EA3" w:rsidRDefault="00687767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13113639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5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B5EF29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AA</w:t>
            </w:r>
          </w:p>
          <w:p w14:paraId="7CA4D03B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59D56D8E" w14:textId="77777777" w:rsidR="005542EA" w:rsidRPr="00C51EA3" w:rsidRDefault="00687767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-16630719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59" w:type="pct"/>
            <w:tcBorders>
              <w:bottom w:val="single" w:sz="4" w:space="0" w:color="auto"/>
            </w:tcBorders>
            <w:vAlign w:val="center"/>
          </w:tcPr>
          <w:p w14:paraId="6BD8BFD1" w14:textId="77777777" w:rsidR="005542EA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</w:t>
            </w:r>
          </w:p>
          <w:p w14:paraId="7543AFF5" w14:textId="77777777" w:rsidR="005542EA" w:rsidRPr="00887354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40C22DBC" w14:textId="77777777" w:rsidR="005542EA" w:rsidRPr="00887354" w:rsidRDefault="00687767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17755145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92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4615624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9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32A2E8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8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A073A1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</w:tr>
      <w:tr w:rsidR="005542EA" w:rsidRPr="00C51EA3" w14:paraId="4469327D" w14:textId="77777777" w:rsidTr="005542EA">
        <w:trPr>
          <w:trHeight w:val="1247"/>
        </w:trPr>
        <w:tc>
          <w:tcPr>
            <w:tcW w:w="104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21EEC6" w14:textId="77777777" w:rsidR="005542EA" w:rsidRPr="00C51EA3" w:rsidRDefault="005542EA" w:rsidP="005542EA">
            <w:pPr>
              <w:jc w:val="center"/>
              <w:rPr>
                <w:sz w:val="24"/>
              </w:rPr>
            </w:pPr>
            <w:r>
              <w:rPr>
                <w:sz w:val="24"/>
              </w:rPr>
              <w:t>3.5</w:t>
            </w:r>
            <w:r w:rsidRPr="00C51EA3">
              <w:rPr>
                <w:sz w:val="24"/>
              </w:rPr>
              <w:t>.3</w:t>
            </w:r>
          </w:p>
          <w:p w14:paraId="40D2000A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  <w:r w:rsidRPr="002F089F">
              <w:rPr>
                <w:sz w:val="16"/>
                <w:szCs w:val="16"/>
              </w:rPr>
              <w:t>Contrôles particulai</w:t>
            </w:r>
            <w:r>
              <w:rPr>
                <w:sz w:val="16"/>
                <w:szCs w:val="16"/>
              </w:rPr>
              <w:t>re</w:t>
            </w:r>
            <w:r w:rsidR="008469DE">
              <w:rPr>
                <w:sz w:val="16"/>
                <w:szCs w:val="16"/>
              </w:rPr>
              <w:t>s</w:t>
            </w:r>
          </w:p>
        </w:tc>
        <w:tc>
          <w:tcPr>
            <w:tcW w:w="22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585EDE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</w:t>
            </w:r>
          </w:p>
          <w:p w14:paraId="003C3F52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2255EA02" w14:textId="77777777" w:rsidR="005542EA" w:rsidRPr="00C51EA3" w:rsidRDefault="00687767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-18933475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5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FF1190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AA</w:t>
            </w:r>
          </w:p>
          <w:p w14:paraId="5851AA70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50045E75" w14:textId="77777777" w:rsidR="005542EA" w:rsidRPr="00C51EA3" w:rsidRDefault="00687767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-6503636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59" w:type="pct"/>
            <w:tcBorders>
              <w:bottom w:val="single" w:sz="4" w:space="0" w:color="auto"/>
            </w:tcBorders>
            <w:vAlign w:val="center"/>
          </w:tcPr>
          <w:p w14:paraId="52A88B30" w14:textId="77777777" w:rsidR="005542EA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</w:t>
            </w:r>
          </w:p>
          <w:p w14:paraId="26F0A4BA" w14:textId="77777777" w:rsidR="005542EA" w:rsidRPr="00887354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78EC49CF" w14:textId="77777777" w:rsidR="005542EA" w:rsidRPr="00887354" w:rsidRDefault="00687767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-20909153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92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D88D07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9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DA6FEB6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8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867CA8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</w:tr>
      <w:tr w:rsidR="005542EA" w:rsidRPr="00C51EA3" w14:paraId="18A94B85" w14:textId="77777777" w:rsidTr="005542EA">
        <w:trPr>
          <w:trHeight w:val="1247"/>
        </w:trPr>
        <w:tc>
          <w:tcPr>
            <w:tcW w:w="104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C2D01C" w14:textId="77777777" w:rsidR="005542EA" w:rsidRPr="00C51EA3" w:rsidRDefault="005542EA" w:rsidP="005542EA">
            <w:pPr>
              <w:jc w:val="center"/>
              <w:rPr>
                <w:sz w:val="24"/>
              </w:rPr>
            </w:pPr>
            <w:r>
              <w:rPr>
                <w:sz w:val="24"/>
              </w:rPr>
              <w:t>3.6</w:t>
            </w:r>
          </w:p>
          <w:p w14:paraId="56B68ED3" w14:textId="77777777" w:rsidR="005542EA" w:rsidRPr="00F44E7A" w:rsidRDefault="005542EA" w:rsidP="005542EA">
            <w:pPr>
              <w:jc w:val="center"/>
              <w:rPr>
                <w:sz w:val="16"/>
                <w:szCs w:val="16"/>
              </w:rPr>
            </w:pPr>
            <w:r w:rsidRPr="00544F06">
              <w:rPr>
                <w:sz w:val="16"/>
                <w:szCs w:val="16"/>
              </w:rPr>
              <w:t>Interface avec le reste de la salle blanche &amp; son organisation</w:t>
            </w:r>
          </w:p>
        </w:tc>
        <w:tc>
          <w:tcPr>
            <w:tcW w:w="22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920786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</w:t>
            </w:r>
          </w:p>
          <w:p w14:paraId="61377579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27A27BF9" w14:textId="77777777" w:rsidR="005542EA" w:rsidRPr="00C51EA3" w:rsidRDefault="00687767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9234525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5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7AD135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AA</w:t>
            </w:r>
          </w:p>
          <w:p w14:paraId="45B89840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55B5995A" w14:textId="77777777" w:rsidR="005542EA" w:rsidRPr="00C51EA3" w:rsidRDefault="00687767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-15185447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59" w:type="pct"/>
            <w:tcBorders>
              <w:bottom w:val="single" w:sz="4" w:space="0" w:color="auto"/>
            </w:tcBorders>
            <w:vAlign w:val="center"/>
          </w:tcPr>
          <w:p w14:paraId="32C90430" w14:textId="77777777" w:rsidR="005542EA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</w:t>
            </w:r>
          </w:p>
          <w:p w14:paraId="64B26DE4" w14:textId="77777777" w:rsidR="005542EA" w:rsidRPr="00887354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2C2EB678" w14:textId="77777777" w:rsidR="005542EA" w:rsidRPr="00887354" w:rsidRDefault="00687767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-12302204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92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1AEFFD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9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7580F1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8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9E09B0E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</w:tr>
      <w:tr w:rsidR="005542EA" w:rsidRPr="00C51EA3" w14:paraId="15606F36" w14:textId="77777777" w:rsidTr="005542EA">
        <w:trPr>
          <w:trHeight w:val="1247"/>
        </w:trPr>
        <w:tc>
          <w:tcPr>
            <w:tcW w:w="104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1C2E238" w14:textId="77777777" w:rsidR="005542EA" w:rsidRPr="00C51EA3" w:rsidRDefault="005542EA" w:rsidP="005542EA">
            <w:pPr>
              <w:jc w:val="center"/>
              <w:rPr>
                <w:szCs w:val="20"/>
              </w:rPr>
            </w:pPr>
            <w:r>
              <w:rPr>
                <w:sz w:val="24"/>
              </w:rPr>
              <w:t>3.7</w:t>
            </w:r>
          </w:p>
          <w:p w14:paraId="1C6D3AF7" w14:textId="77777777" w:rsidR="005542EA" w:rsidRPr="00C51EA3" w:rsidRDefault="005542EA" w:rsidP="005542EA">
            <w:pPr>
              <w:jc w:val="center"/>
              <w:rPr>
                <w:sz w:val="36"/>
                <w:szCs w:val="36"/>
              </w:rPr>
            </w:pPr>
            <w:r w:rsidRPr="00C51EA3">
              <w:rPr>
                <w:sz w:val="16"/>
                <w:szCs w:val="16"/>
              </w:rPr>
              <w:t>Contamination</w:t>
            </w:r>
          </w:p>
        </w:tc>
        <w:tc>
          <w:tcPr>
            <w:tcW w:w="22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57BC72F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</w:t>
            </w:r>
          </w:p>
          <w:p w14:paraId="18952B6C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2DAF7D71" w14:textId="77777777" w:rsidR="005542EA" w:rsidRPr="00C51EA3" w:rsidRDefault="00687767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10733154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5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6C1C29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AA</w:t>
            </w:r>
          </w:p>
          <w:p w14:paraId="0E812F02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0CF5189A" w14:textId="77777777" w:rsidR="005542EA" w:rsidRPr="00C51EA3" w:rsidRDefault="00687767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4638494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59" w:type="pct"/>
            <w:tcBorders>
              <w:bottom w:val="single" w:sz="4" w:space="0" w:color="auto"/>
            </w:tcBorders>
            <w:vAlign w:val="center"/>
          </w:tcPr>
          <w:p w14:paraId="31BD7A41" w14:textId="77777777" w:rsidR="005542EA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</w:t>
            </w:r>
          </w:p>
          <w:p w14:paraId="4D07CCD4" w14:textId="77777777" w:rsidR="005542EA" w:rsidRPr="00887354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3F49CA37" w14:textId="77777777" w:rsidR="005542EA" w:rsidRPr="00887354" w:rsidRDefault="00687767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-19954017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92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DF7AB9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9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473BD68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8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363373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</w:tr>
      <w:tr w:rsidR="005542EA" w14:paraId="22B7CD55" w14:textId="77777777" w:rsidTr="005542EA">
        <w:trPr>
          <w:trHeight w:val="1247"/>
        </w:trPr>
        <w:tc>
          <w:tcPr>
            <w:tcW w:w="104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973971" w14:textId="77777777" w:rsidR="005542EA" w:rsidRPr="00C51EA3" w:rsidRDefault="005542EA" w:rsidP="005542EA">
            <w:pPr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  <w:r w:rsidRPr="00C51EA3">
              <w:rPr>
                <w:sz w:val="24"/>
              </w:rPr>
              <w:t>.1.1</w:t>
            </w:r>
            <w:bookmarkStart w:id="2" w:name="_Toc260918766"/>
          </w:p>
          <w:bookmarkEnd w:id="2"/>
          <w:p w14:paraId="5783812F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  <w:r w:rsidRPr="002F089F">
              <w:rPr>
                <w:sz w:val="16"/>
                <w:szCs w:val="16"/>
              </w:rPr>
              <w:t>Caractéristiques des locaux</w:t>
            </w:r>
          </w:p>
        </w:tc>
        <w:tc>
          <w:tcPr>
            <w:tcW w:w="22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FFDFCF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</w:t>
            </w:r>
          </w:p>
          <w:p w14:paraId="7539EC13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4A229A0D" w14:textId="77777777" w:rsidR="005542EA" w:rsidRPr="00C51EA3" w:rsidRDefault="00687767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-3547348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5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7CB605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AA</w:t>
            </w:r>
          </w:p>
          <w:p w14:paraId="475FBABA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3E8B5467" w14:textId="77777777" w:rsidR="005542EA" w:rsidRPr="00C51EA3" w:rsidRDefault="00687767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13068148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59" w:type="pct"/>
            <w:tcBorders>
              <w:bottom w:val="single" w:sz="4" w:space="0" w:color="auto"/>
            </w:tcBorders>
            <w:vAlign w:val="center"/>
          </w:tcPr>
          <w:p w14:paraId="0231BD4D" w14:textId="77777777" w:rsidR="005542EA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</w:t>
            </w:r>
          </w:p>
          <w:p w14:paraId="4937EA32" w14:textId="77777777" w:rsidR="005542EA" w:rsidRPr="00887354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012054FD" w14:textId="77777777" w:rsidR="005542EA" w:rsidRPr="00887354" w:rsidRDefault="00687767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20849493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92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6929B4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9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71B648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8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6ACFEF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</w:tr>
      <w:tr w:rsidR="005542EA" w14:paraId="3D84BF68" w14:textId="77777777" w:rsidTr="005542EA">
        <w:trPr>
          <w:trHeight w:val="1247"/>
        </w:trPr>
        <w:tc>
          <w:tcPr>
            <w:tcW w:w="104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04CF0A0" w14:textId="77777777" w:rsidR="005542EA" w:rsidRPr="00C51EA3" w:rsidRDefault="005542EA" w:rsidP="005542EA">
            <w:pPr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4</w:t>
            </w:r>
            <w:r w:rsidRPr="00C51EA3">
              <w:rPr>
                <w:sz w:val="24"/>
              </w:rPr>
              <w:t>.1.2</w:t>
            </w:r>
            <w:bookmarkStart w:id="3" w:name="_Toc260918767"/>
          </w:p>
          <w:bookmarkEnd w:id="3"/>
          <w:p w14:paraId="22B7ED30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  <w:r w:rsidRPr="002F089F">
              <w:rPr>
                <w:sz w:val="16"/>
                <w:szCs w:val="16"/>
              </w:rPr>
              <w:t>Fluides bâtiments</w:t>
            </w:r>
          </w:p>
        </w:tc>
        <w:tc>
          <w:tcPr>
            <w:tcW w:w="22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1313B9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</w:t>
            </w:r>
          </w:p>
          <w:p w14:paraId="47E8546F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36FBF0F4" w14:textId="77777777" w:rsidR="005542EA" w:rsidRPr="00C51EA3" w:rsidRDefault="00687767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4749641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5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57972E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AA</w:t>
            </w:r>
          </w:p>
          <w:p w14:paraId="0D4FB80D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46547369" w14:textId="77777777" w:rsidR="005542EA" w:rsidRPr="00C51EA3" w:rsidRDefault="00687767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1483309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59" w:type="pct"/>
            <w:tcBorders>
              <w:bottom w:val="single" w:sz="4" w:space="0" w:color="auto"/>
            </w:tcBorders>
            <w:vAlign w:val="center"/>
          </w:tcPr>
          <w:p w14:paraId="30DC4ED3" w14:textId="77777777" w:rsidR="005542EA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</w:t>
            </w:r>
          </w:p>
          <w:p w14:paraId="0EC8B9AA" w14:textId="77777777" w:rsidR="005542EA" w:rsidRPr="00887354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45876D66" w14:textId="77777777" w:rsidR="005542EA" w:rsidRPr="00887354" w:rsidRDefault="00687767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4115949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92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77CB632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9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669BB2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8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96FB523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</w:tr>
      <w:tr w:rsidR="005542EA" w14:paraId="6479B1DF" w14:textId="77777777" w:rsidTr="005542EA">
        <w:trPr>
          <w:trHeight w:val="1247"/>
        </w:trPr>
        <w:tc>
          <w:tcPr>
            <w:tcW w:w="104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AFBB65" w14:textId="77777777" w:rsidR="005542EA" w:rsidRPr="00F44E7A" w:rsidRDefault="005542EA" w:rsidP="005542EA">
            <w:pPr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  <w:r w:rsidRPr="00F44E7A">
              <w:rPr>
                <w:sz w:val="24"/>
              </w:rPr>
              <w:t>.1.3</w:t>
            </w:r>
          </w:p>
          <w:p w14:paraId="78B4D785" w14:textId="77777777" w:rsidR="005542EA" w:rsidRPr="00F44E7A" w:rsidRDefault="005542EA" w:rsidP="005542EA">
            <w:pPr>
              <w:jc w:val="center"/>
              <w:rPr>
                <w:sz w:val="16"/>
                <w:szCs w:val="16"/>
              </w:rPr>
            </w:pPr>
            <w:r w:rsidRPr="002F089F">
              <w:rPr>
                <w:sz w:val="16"/>
                <w:szCs w:val="16"/>
              </w:rPr>
              <w:t>Caractéristiques du réseau électrique</w:t>
            </w:r>
          </w:p>
        </w:tc>
        <w:tc>
          <w:tcPr>
            <w:tcW w:w="22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CBD149C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</w:t>
            </w:r>
          </w:p>
          <w:p w14:paraId="0CCC71ED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1A3B4EFE" w14:textId="77777777" w:rsidR="005542EA" w:rsidRPr="00C51EA3" w:rsidRDefault="00687767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7903308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5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0521B18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AA</w:t>
            </w:r>
          </w:p>
          <w:p w14:paraId="18E66A19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5A80F6A8" w14:textId="77777777" w:rsidR="005542EA" w:rsidRPr="00C51EA3" w:rsidRDefault="00687767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-7168138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59" w:type="pct"/>
            <w:tcBorders>
              <w:bottom w:val="single" w:sz="4" w:space="0" w:color="auto"/>
            </w:tcBorders>
            <w:vAlign w:val="center"/>
          </w:tcPr>
          <w:p w14:paraId="20836001" w14:textId="77777777" w:rsidR="005542EA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</w:t>
            </w:r>
          </w:p>
          <w:p w14:paraId="6B06B916" w14:textId="77777777" w:rsidR="005542EA" w:rsidRPr="00887354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7BF78011" w14:textId="77777777" w:rsidR="005542EA" w:rsidRPr="00887354" w:rsidRDefault="00687767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-20620959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92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0F90EC6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9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DB8B2D9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8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1B1FE68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</w:tr>
      <w:tr w:rsidR="005542EA" w14:paraId="5C4AA431" w14:textId="77777777" w:rsidTr="005542EA">
        <w:trPr>
          <w:trHeight w:val="1000"/>
        </w:trPr>
        <w:tc>
          <w:tcPr>
            <w:tcW w:w="104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BA9ACE7" w14:textId="77777777" w:rsidR="005542EA" w:rsidRPr="00C51EA3" w:rsidRDefault="005542EA" w:rsidP="005542EA">
            <w:pPr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  <w:r w:rsidRPr="00C51EA3">
              <w:rPr>
                <w:sz w:val="24"/>
              </w:rPr>
              <w:t>.1.4</w:t>
            </w:r>
          </w:p>
          <w:p w14:paraId="275ADB2F" w14:textId="77777777" w:rsidR="005542EA" w:rsidRPr="00F44E7A" w:rsidRDefault="005542EA" w:rsidP="005542EA">
            <w:pPr>
              <w:jc w:val="center"/>
              <w:rPr>
                <w:sz w:val="16"/>
                <w:szCs w:val="16"/>
              </w:rPr>
            </w:pPr>
            <w:r w:rsidRPr="00544F06">
              <w:rPr>
                <w:sz w:val="16"/>
                <w:szCs w:val="16"/>
              </w:rPr>
              <w:t>Adaptation machine au réseau électrique</w:t>
            </w:r>
          </w:p>
        </w:tc>
        <w:tc>
          <w:tcPr>
            <w:tcW w:w="22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975591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</w:t>
            </w:r>
          </w:p>
          <w:p w14:paraId="3FBA7E0F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7082CBE1" w14:textId="77777777" w:rsidR="005542EA" w:rsidRPr="00C51EA3" w:rsidRDefault="00687767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-11975302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5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4D46D0C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AA</w:t>
            </w:r>
          </w:p>
          <w:p w14:paraId="44685E5E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72F92366" w14:textId="77777777" w:rsidR="005542EA" w:rsidRPr="00C51EA3" w:rsidRDefault="00687767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-10615599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59" w:type="pct"/>
            <w:tcBorders>
              <w:bottom w:val="single" w:sz="4" w:space="0" w:color="auto"/>
            </w:tcBorders>
            <w:vAlign w:val="center"/>
          </w:tcPr>
          <w:p w14:paraId="5ACFE56E" w14:textId="77777777" w:rsidR="005542EA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</w:t>
            </w:r>
          </w:p>
          <w:p w14:paraId="74A1A405" w14:textId="77777777" w:rsidR="005542EA" w:rsidRPr="00887354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781E45B4" w14:textId="77777777" w:rsidR="005542EA" w:rsidRPr="00887354" w:rsidRDefault="00687767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11108577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92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C650E31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9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BDE34C3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8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9AD0D7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</w:tr>
      <w:tr w:rsidR="005542EA" w14:paraId="0F5F0E2E" w14:textId="77777777" w:rsidTr="005542EA">
        <w:trPr>
          <w:trHeight w:val="489"/>
        </w:trPr>
        <w:tc>
          <w:tcPr>
            <w:tcW w:w="1047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14:paraId="3689CEB5" w14:textId="77777777" w:rsidR="005542EA" w:rsidRPr="00D34DEB" w:rsidRDefault="005542EA" w:rsidP="005542EA">
            <w:pPr>
              <w:jc w:val="center"/>
              <w:rPr>
                <w:color w:val="006D7D" w:themeColor="accent5" w:themeShade="BF"/>
                <w:sz w:val="14"/>
                <w:szCs w:val="14"/>
              </w:rPr>
            </w:pPr>
            <w:r w:rsidRPr="00B8799C">
              <w:rPr>
                <w:b/>
                <w:color w:val="006D7D" w:themeColor="accent5" w:themeShade="BF"/>
                <w:sz w:val="16"/>
                <w:szCs w:val="16"/>
              </w:rPr>
              <w:t>2014/35/UE</w:t>
            </w:r>
            <w:r>
              <w:rPr>
                <w:color w:val="006D7D" w:themeColor="accent5" w:themeShade="BF"/>
                <w:sz w:val="16"/>
                <w:szCs w:val="16"/>
              </w:rPr>
              <w:t xml:space="preserve"> </w:t>
            </w:r>
            <w:r w:rsidRPr="00D34DEB">
              <w:rPr>
                <w:color w:val="006D7D" w:themeColor="accent5" w:themeShade="BF"/>
                <w:sz w:val="14"/>
                <w:szCs w:val="14"/>
              </w:rPr>
              <w:t>(Transformateur)</w:t>
            </w:r>
          </w:p>
          <w:p w14:paraId="5FCBC69A" w14:textId="77777777" w:rsidR="005542EA" w:rsidRPr="00EB38A9" w:rsidRDefault="005542EA" w:rsidP="005542EA">
            <w:pPr>
              <w:jc w:val="center"/>
              <w:rPr>
                <w:color w:val="006D7D" w:themeColor="accent5" w:themeShade="BF"/>
                <w:sz w:val="24"/>
              </w:rPr>
            </w:pPr>
            <w:r w:rsidRPr="00D34DEB">
              <w:rPr>
                <w:color w:val="006D7D" w:themeColor="accent5" w:themeShade="BF"/>
                <w:sz w:val="14"/>
                <w:szCs w:val="14"/>
              </w:rPr>
              <w:t>Directive basse tension</w:t>
            </w:r>
          </w:p>
        </w:tc>
        <w:tc>
          <w:tcPr>
            <w:tcW w:w="227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14:paraId="278EDB69" w14:textId="77777777" w:rsidR="005542EA" w:rsidRPr="00EB38A9" w:rsidRDefault="00687767" w:rsidP="005542EA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9606084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258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14:paraId="2E842057" w14:textId="77777777" w:rsidR="005542EA" w:rsidRPr="00EB38A9" w:rsidRDefault="00687767" w:rsidP="005542EA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-1206198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EB38A9"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259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vAlign w:val="center"/>
          </w:tcPr>
          <w:p w14:paraId="1DD9713D" w14:textId="77777777" w:rsidR="005542EA" w:rsidRPr="00EB38A9" w:rsidRDefault="00687767" w:rsidP="005542EA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-2899007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EB38A9"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928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14:paraId="39D9FD83" w14:textId="77777777" w:rsidR="005542EA" w:rsidRPr="0075619B" w:rsidRDefault="005542EA" w:rsidP="005542EA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  <w:tc>
          <w:tcPr>
            <w:tcW w:w="1197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14:paraId="7ADF67F2" w14:textId="77777777" w:rsidR="005542EA" w:rsidRPr="0075619B" w:rsidRDefault="005542EA" w:rsidP="005542EA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  <w:tc>
          <w:tcPr>
            <w:tcW w:w="1084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14:paraId="67A3BB8D" w14:textId="77777777" w:rsidR="005542EA" w:rsidRPr="0075619B" w:rsidRDefault="005542EA" w:rsidP="005542EA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</w:tr>
      <w:tr w:rsidR="005542EA" w14:paraId="5CB2230A" w14:textId="77777777" w:rsidTr="005542EA">
        <w:trPr>
          <w:trHeight w:val="489"/>
        </w:trPr>
        <w:tc>
          <w:tcPr>
            <w:tcW w:w="1047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14:paraId="4CAFBB26" w14:textId="77777777" w:rsidR="005542EA" w:rsidRPr="00EB38A9" w:rsidRDefault="005542EA" w:rsidP="005542EA">
            <w:pPr>
              <w:jc w:val="center"/>
              <w:rPr>
                <w:color w:val="006D7D" w:themeColor="accent5" w:themeShade="BF"/>
                <w:sz w:val="24"/>
              </w:rPr>
            </w:pPr>
            <w:r w:rsidRPr="00B8799C">
              <w:rPr>
                <w:b/>
                <w:color w:val="006D7D" w:themeColor="accent5" w:themeShade="BF"/>
                <w:sz w:val="16"/>
                <w:szCs w:val="16"/>
              </w:rPr>
              <w:t>Marquage CE</w:t>
            </w:r>
            <w:r>
              <w:rPr>
                <w:color w:val="006D7D" w:themeColor="accent5" w:themeShade="BF"/>
                <w:sz w:val="16"/>
                <w:szCs w:val="16"/>
              </w:rPr>
              <w:t xml:space="preserve"> </w:t>
            </w:r>
            <w:r w:rsidRPr="00D34DEB">
              <w:rPr>
                <w:color w:val="006D7D" w:themeColor="accent5" w:themeShade="BF"/>
                <w:sz w:val="14"/>
                <w:szCs w:val="16"/>
              </w:rPr>
              <w:t>(Transformateur)</w:t>
            </w:r>
          </w:p>
        </w:tc>
        <w:tc>
          <w:tcPr>
            <w:tcW w:w="227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14:paraId="0CAB82BD" w14:textId="77777777" w:rsidR="005542EA" w:rsidRPr="00EB38A9" w:rsidRDefault="00687767" w:rsidP="005542EA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5543594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258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14:paraId="2AC34FA6" w14:textId="77777777" w:rsidR="005542EA" w:rsidRPr="00EB38A9" w:rsidRDefault="00687767" w:rsidP="005542EA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19312318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EB38A9"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259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vAlign w:val="center"/>
          </w:tcPr>
          <w:p w14:paraId="21D3559E" w14:textId="77777777" w:rsidR="005542EA" w:rsidRPr="00EB38A9" w:rsidRDefault="00687767" w:rsidP="005542EA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-5973296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EB38A9"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928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14:paraId="43885EB9" w14:textId="77777777" w:rsidR="005542EA" w:rsidRPr="0075619B" w:rsidRDefault="005542EA" w:rsidP="005542EA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  <w:tc>
          <w:tcPr>
            <w:tcW w:w="1197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14:paraId="61A6AE41" w14:textId="77777777" w:rsidR="005542EA" w:rsidRPr="0075619B" w:rsidRDefault="005542EA" w:rsidP="005542EA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  <w:tc>
          <w:tcPr>
            <w:tcW w:w="1084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14:paraId="5277E5A7" w14:textId="77777777" w:rsidR="005542EA" w:rsidRPr="0075619B" w:rsidRDefault="005542EA" w:rsidP="005542EA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</w:tr>
      <w:tr w:rsidR="005542EA" w14:paraId="0693BAE8" w14:textId="77777777" w:rsidTr="005542EA">
        <w:trPr>
          <w:trHeight w:val="489"/>
        </w:trPr>
        <w:tc>
          <w:tcPr>
            <w:tcW w:w="1047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14:paraId="38F71BA3" w14:textId="77777777" w:rsidR="005542EA" w:rsidRPr="00D34DEB" w:rsidRDefault="005542EA" w:rsidP="005542EA">
            <w:pPr>
              <w:jc w:val="center"/>
              <w:rPr>
                <w:b/>
                <w:color w:val="006D7D" w:themeColor="accent5" w:themeShade="BF"/>
                <w:sz w:val="16"/>
                <w:szCs w:val="14"/>
              </w:rPr>
            </w:pPr>
            <w:r w:rsidRPr="00D34DEB">
              <w:rPr>
                <w:b/>
                <w:color w:val="006D7D" w:themeColor="accent5" w:themeShade="BF"/>
                <w:sz w:val="16"/>
                <w:szCs w:val="14"/>
              </w:rPr>
              <w:t>NF EN 61558</w:t>
            </w:r>
          </w:p>
          <w:p w14:paraId="7AEC105B" w14:textId="77777777" w:rsidR="005542EA" w:rsidRPr="00D34DEB" w:rsidRDefault="005542EA" w:rsidP="005542EA">
            <w:pPr>
              <w:jc w:val="center"/>
              <w:rPr>
                <w:color w:val="006D7D" w:themeColor="accent5" w:themeShade="BF"/>
                <w:sz w:val="14"/>
                <w:szCs w:val="14"/>
              </w:rPr>
            </w:pPr>
            <w:r w:rsidRPr="00D34DEB">
              <w:rPr>
                <w:color w:val="006D7D" w:themeColor="accent5" w:themeShade="BF"/>
                <w:sz w:val="14"/>
                <w:szCs w:val="14"/>
              </w:rPr>
              <w:t>(Transformateur)</w:t>
            </w:r>
          </w:p>
          <w:p w14:paraId="4D3C7296" w14:textId="77777777" w:rsidR="005542EA" w:rsidRPr="00EB38A9" w:rsidRDefault="005542EA" w:rsidP="005542EA">
            <w:pPr>
              <w:jc w:val="center"/>
              <w:rPr>
                <w:color w:val="006D7D" w:themeColor="accent5" w:themeShade="BF"/>
                <w:sz w:val="24"/>
              </w:rPr>
            </w:pPr>
            <w:r w:rsidRPr="00D34DEB">
              <w:rPr>
                <w:color w:val="006D7D" w:themeColor="accent5" w:themeShade="BF"/>
                <w:sz w:val="14"/>
                <w:szCs w:val="14"/>
              </w:rPr>
              <w:t>Sécurité des transformateurs, réacteurs, blocs d'alimentation et combinaisons de ceux-ci</w:t>
            </w:r>
          </w:p>
        </w:tc>
        <w:tc>
          <w:tcPr>
            <w:tcW w:w="227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14:paraId="2304C454" w14:textId="77777777" w:rsidR="005542EA" w:rsidRPr="00EB38A9" w:rsidRDefault="00687767" w:rsidP="005542EA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19783322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258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14:paraId="08EC8A35" w14:textId="77777777" w:rsidR="005542EA" w:rsidRPr="00EB38A9" w:rsidRDefault="00687767" w:rsidP="005542EA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-21372467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EB38A9"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259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vAlign w:val="center"/>
          </w:tcPr>
          <w:p w14:paraId="757ED5DD" w14:textId="77777777" w:rsidR="005542EA" w:rsidRPr="00EB38A9" w:rsidRDefault="00687767" w:rsidP="005542EA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-11800453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EB38A9"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928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14:paraId="1DDF6B7C" w14:textId="77777777" w:rsidR="005542EA" w:rsidRPr="0075619B" w:rsidRDefault="005542EA" w:rsidP="005542EA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  <w:tc>
          <w:tcPr>
            <w:tcW w:w="1197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14:paraId="1F2B329D" w14:textId="77777777" w:rsidR="005542EA" w:rsidRPr="0075619B" w:rsidRDefault="005542EA" w:rsidP="005542EA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  <w:tc>
          <w:tcPr>
            <w:tcW w:w="1084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14:paraId="57417E36" w14:textId="77777777" w:rsidR="005542EA" w:rsidRPr="0075619B" w:rsidRDefault="005542EA" w:rsidP="005542EA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</w:tr>
      <w:tr w:rsidR="005542EA" w14:paraId="30949C33" w14:textId="77777777" w:rsidTr="005542EA">
        <w:trPr>
          <w:trHeight w:val="489"/>
        </w:trPr>
        <w:tc>
          <w:tcPr>
            <w:tcW w:w="1047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14:paraId="6C760F39" w14:textId="77777777" w:rsidR="005542EA" w:rsidRPr="00B8799C" w:rsidRDefault="005542EA" w:rsidP="005542EA">
            <w:pPr>
              <w:jc w:val="center"/>
              <w:rPr>
                <w:b/>
                <w:color w:val="006D7D" w:themeColor="accent5" w:themeShade="BF"/>
                <w:sz w:val="16"/>
                <w:szCs w:val="16"/>
              </w:rPr>
            </w:pPr>
            <w:r w:rsidRPr="00B8799C">
              <w:rPr>
                <w:b/>
                <w:color w:val="006D7D" w:themeColor="accent5" w:themeShade="BF"/>
                <w:sz w:val="16"/>
                <w:szCs w:val="16"/>
              </w:rPr>
              <w:t>NF EN 60076</w:t>
            </w:r>
          </w:p>
          <w:p w14:paraId="0832FFB6" w14:textId="77777777" w:rsidR="005542EA" w:rsidRPr="00D34DEB" w:rsidRDefault="005542EA" w:rsidP="005542EA">
            <w:pPr>
              <w:jc w:val="center"/>
              <w:rPr>
                <w:color w:val="006D7D" w:themeColor="accent5" w:themeShade="BF"/>
                <w:sz w:val="14"/>
                <w:szCs w:val="14"/>
              </w:rPr>
            </w:pPr>
            <w:r w:rsidRPr="00D34DEB">
              <w:rPr>
                <w:color w:val="006D7D" w:themeColor="accent5" w:themeShade="BF"/>
                <w:sz w:val="14"/>
                <w:szCs w:val="14"/>
              </w:rPr>
              <w:t>(Transformateur)</w:t>
            </w:r>
          </w:p>
          <w:p w14:paraId="2788A24A" w14:textId="77777777" w:rsidR="005542EA" w:rsidRPr="00EB38A9" w:rsidRDefault="005542EA" w:rsidP="005542EA">
            <w:pPr>
              <w:jc w:val="center"/>
              <w:rPr>
                <w:color w:val="006D7D" w:themeColor="accent5" w:themeShade="BF"/>
                <w:sz w:val="24"/>
              </w:rPr>
            </w:pPr>
            <w:r w:rsidRPr="0066474F">
              <w:rPr>
                <w:color w:val="006D7D" w:themeColor="accent5" w:themeShade="BF"/>
                <w:sz w:val="14"/>
                <w:szCs w:val="14"/>
              </w:rPr>
              <w:t>Transformateurs de puissance Général</w:t>
            </w:r>
          </w:p>
        </w:tc>
        <w:tc>
          <w:tcPr>
            <w:tcW w:w="227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14:paraId="3FC6BB10" w14:textId="77777777" w:rsidR="005542EA" w:rsidRPr="00EB38A9" w:rsidRDefault="00687767" w:rsidP="005542EA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15252063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258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14:paraId="460327E8" w14:textId="77777777" w:rsidR="005542EA" w:rsidRPr="00EB38A9" w:rsidRDefault="00687767" w:rsidP="005542EA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-10958565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259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vAlign w:val="center"/>
          </w:tcPr>
          <w:p w14:paraId="021ED9FC" w14:textId="77777777" w:rsidR="005542EA" w:rsidRPr="00EB38A9" w:rsidRDefault="00687767" w:rsidP="005542EA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20261312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928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14:paraId="749D3ED5" w14:textId="77777777" w:rsidR="005542EA" w:rsidRPr="0075619B" w:rsidRDefault="005542EA" w:rsidP="005542EA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  <w:tc>
          <w:tcPr>
            <w:tcW w:w="1197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14:paraId="4F806A9D" w14:textId="77777777" w:rsidR="005542EA" w:rsidRPr="0075619B" w:rsidRDefault="005542EA" w:rsidP="005542EA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  <w:tc>
          <w:tcPr>
            <w:tcW w:w="1084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14:paraId="0C86F5E9" w14:textId="77777777" w:rsidR="005542EA" w:rsidRPr="0075619B" w:rsidRDefault="005542EA" w:rsidP="005542EA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</w:tr>
      <w:tr w:rsidR="005542EA" w14:paraId="3F2F06D4" w14:textId="77777777" w:rsidTr="005542EA">
        <w:trPr>
          <w:trHeight w:val="1247"/>
        </w:trPr>
        <w:tc>
          <w:tcPr>
            <w:tcW w:w="104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391EFA" w14:textId="77777777" w:rsidR="005542EA" w:rsidRPr="00C51EA3" w:rsidRDefault="005542EA" w:rsidP="005542EA">
            <w:pPr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  <w:r w:rsidRPr="00C51EA3">
              <w:rPr>
                <w:sz w:val="24"/>
              </w:rPr>
              <w:t>.1.5</w:t>
            </w:r>
          </w:p>
          <w:p w14:paraId="3A663D7A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  <w:r w:rsidRPr="002F089F">
              <w:rPr>
                <w:sz w:val="16"/>
                <w:szCs w:val="16"/>
              </w:rPr>
              <w:t>Alimentation sans interruption (onduleur)</w:t>
            </w:r>
          </w:p>
        </w:tc>
        <w:tc>
          <w:tcPr>
            <w:tcW w:w="22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51574B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</w:t>
            </w:r>
          </w:p>
          <w:p w14:paraId="6E8EE09D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7A4BD759" w14:textId="77777777" w:rsidR="005542EA" w:rsidRPr="00C51EA3" w:rsidRDefault="00687767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10892835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5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A917C53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AA</w:t>
            </w:r>
          </w:p>
          <w:p w14:paraId="4A5B53E5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2CAE4691" w14:textId="77777777" w:rsidR="005542EA" w:rsidRPr="00C51EA3" w:rsidRDefault="00687767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3210112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59" w:type="pct"/>
            <w:tcBorders>
              <w:bottom w:val="single" w:sz="4" w:space="0" w:color="auto"/>
            </w:tcBorders>
            <w:vAlign w:val="center"/>
          </w:tcPr>
          <w:p w14:paraId="34D6025E" w14:textId="77777777" w:rsidR="005542EA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</w:t>
            </w:r>
          </w:p>
          <w:p w14:paraId="112593E3" w14:textId="77777777" w:rsidR="005542EA" w:rsidRPr="00887354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69A726BB" w14:textId="77777777" w:rsidR="005542EA" w:rsidRPr="00887354" w:rsidRDefault="00687767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-9618892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92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C85C7C6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9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34DC9BA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8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A40B366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</w:tr>
      <w:tr w:rsidR="005542EA" w14:paraId="5B97F918" w14:textId="77777777" w:rsidTr="005542EA">
        <w:trPr>
          <w:trHeight w:val="1247"/>
        </w:trPr>
        <w:tc>
          <w:tcPr>
            <w:tcW w:w="104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A25C464" w14:textId="77777777" w:rsidR="005542EA" w:rsidRPr="00C51EA3" w:rsidRDefault="005542EA" w:rsidP="005542EA">
            <w:pPr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  <w:r w:rsidRPr="00C51EA3">
              <w:rPr>
                <w:sz w:val="24"/>
              </w:rPr>
              <w:t>.2</w:t>
            </w:r>
          </w:p>
          <w:p w14:paraId="65EBEDD8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  <w:r w:rsidRPr="002F089F">
              <w:rPr>
                <w:sz w:val="16"/>
                <w:szCs w:val="16"/>
              </w:rPr>
              <w:t>Management de l’environnement</w:t>
            </w:r>
          </w:p>
        </w:tc>
        <w:tc>
          <w:tcPr>
            <w:tcW w:w="22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710562E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</w:t>
            </w:r>
          </w:p>
          <w:p w14:paraId="38C6ECF7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427D99CB" w14:textId="77777777" w:rsidR="005542EA" w:rsidRPr="00C51EA3" w:rsidRDefault="00687767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11719923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5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781E752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AA</w:t>
            </w:r>
          </w:p>
          <w:p w14:paraId="7D94282D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37D63C10" w14:textId="77777777" w:rsidR="005542EA" w:rsidRPr="00C51EA3" w:rsidRDefault="00687767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4345563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59" w:type="pct"/>
            <w:tcBorders>
              <w:bottom w:val="single" w:sz="4" w:space="0" w:color="auto"/>
            </w:tcBorders>
            <w:vAlign w:val="center"/>
          </w:tcPr>
          <w:p w14:paraId="30CAF314" w14:textId="77777777" w:rsidR="005542EA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</w:t>
            </w:r>
          </w:p>
          <w:p w14:paraId="74DC01C1" w14:textId="77777777" w:rsidR="005542EA" w:rsidRPr="00887354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373C51DC" w14:textId="77777777" w:rsidR="005542EA" w:rsidRPr="00887354" w:rsidRDefault="00687767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-19874684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92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01D2B6F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9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A17F1E1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8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A71331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</w:tr>
      <w:tr w:rsidR="005542EA" w:rsidRPr="0054287A" w14:paraId="18AAFFDD" w14:textId="77777777" w:rsidTr="005542EA">
        <w:trPr>
          <w:trHeight w:val="1247"/>
        </w:trPr>
        <w:tc>
          <w:tcPr>
            <w:tcW w:w="104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03BF3B2" w14:textId="77777777" w:rsidR="005542EA" w:rsidRPr="00C51EA3" w:rsidRDefault="005542EA" w:rsidP="005542EA">
            <w:pPr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  <w:r w:rsidRPr="00C51EA3">
              <w:rPr>
                <w:sz w:val="24"/>
              </w:rPr>
              <w:t>.2.1</w:t>
            </w:r>
          </w:p>
          <w:p w14:paraId="4700D5AC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  <w:r w:rsidRPr="002F089F">
              <w:rPr>
                <w:sz w:val="16"/>
                <w:szCs w:val="16"/>
              </w:rPr>
              <w:t>Eau de Refroidissement Process ERP</w:t>
            </w:r>
          </w:p>
        </w:tc>
        <w:tc>
          <w:tcPr>
            <w:tcW w:w="22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11F171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</w:t>
            </w:r>
          </w:p>
          <w:p w14:paraId="79683A3D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2E8F2D39" w14:textId="77777777" w:rsidR="005542EA" w:rsidRPr="00C51EA3" w:rsidRDefault="00687767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-2909873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5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C6AF4F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AA</w:t>
            </w:r>
          </w:p>
          <w:p w14:paraId="72404E1A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28012492" w14:textId="77777777" w:rsidR="005542EA" w:rsidRPr="00C51EA3" w:rsidRDefault="00687767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-9791441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59" w:type="pct"/>
            <w:tcBorders>
              <w:bottom w:val="single" w:sz="4" w:space="0" w:color="auto"/>
            </w:tcBorders>
            <w:vAlign w:val="center"/>
          </w:tcPr>
          <w:p w14:paraId="4EE4C8E2" w14:textId="77777777" w:rsidR="005542EA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</w:t>
            </w:r>
          </w:p>
          <w:p w14:paraId="39FB69C2" w14:textId="77777777" w:rsidR="005542EA" w:rsidRPr="00887354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7D150147" w14:textId="77777777" w:rsidR="005542EA" w:rsidRPr="00887354" w:rsidRDefault="00687767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18536901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92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9DEFDC6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9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BA6DDE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8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15CECB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</w:tr>
      <w:tr w:rsidR="005542EA" w:rsidRPr="0054287A" w14:paraId="041E2E6B" w14:textId="77777777" w:rsidTr="005542EA">
        <w:trPr>
          <w:trHeight w:val="1247"/>
        </w:trPr>
        <w:tc>
          <w:tcPr>
            <w:tcW w:w="104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3268B03" w14:textId="77777777" w:rsidR="005542EA" w:rsidRPr="00C51EA3" w:rsidRDefault="005542EA" w:rsidP="005542EA">
            <w:pPr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  <w:r w:rsidRPr="00C51EA3">
              <w:rPr>
                <w:sz w:val="24"/>
              </w:rPr>
              <w:t>.2.2</w:t>
            </w:r>
          </w:p>
          <w:p w14:paraId="28AFE81B" w14:textId="77777777" w:rsidR="005542EA" w:rsidRPr="00F44E7A" w:rsidRDefault="005542EA" w:rsidP="005542EA">
            <w:pPr>
              <w:jc w:val="center"/>
              <w:rPr>
                <w:sz w:val="16"/>
                <w:szCs w:val="16"/>
              </w:rPr>
            </w:pPr>
            <w:proofErr w:type="spellStart"/>
            <w:r w:rsidRPr="00544F06">
              <w:rPr>
                <w:sz w:val="16"/>
                <w:szCs w:val="16"/>
              </w:rPr>
              <w:t>Exhaust</w:t>
            </w:r>
            <w:proofErr w:type="spellEnd"/>
            <w:r w:rsidRPr="00544F06">
              <w:rPr>
                <w:sz w:val="16"/>
                <w:szCs w:val="16"/>
              </w:rPr>
              <w:t xml:space="preserve"> et autres réseaux aérauliques internes équipement</w:t>
            </w:r>
          </w:p>
        </w:tc>
        <w:tc>
          <w:tcPr>
            <w:tcW w:w="22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680A94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</w:t>
            </w:r>
          </w:p>
          <w:p w14:paraId="556AC780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7C745D87" w14:textId="77777777" w:rsidR="005542EA" w:rsidRPr="00C51EA3" w:rsidRDefault="00687767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-11412634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5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34F0B1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AA</w:t>
            </w:r>
          </w:p>
          <w:p w14:paraId="65027876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2AD42F9E" w14:textId="77777777" w:rsidR="005542EA" w:rsidRPr="00C51EA3" w:rsidRDefault="00687767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-18966510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59" w:type="pct"/>
            <w:tcBorders>
              <w:bottom w:val="single" w:sz="4" w:space="0" w:color="auto"/>
            </w:tcBorders>
            <w:vAlign w:val="center"/>
          </w:tcPr>
          <w:p w14:paraId="293397B1" w14:textId="77777777" w:rsidR="005542EA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</w:t>
            </w:r>
          </w:p>
          <w:p w14:paraId="3B4F2C3B" w14:textId="77777777" w:rsidR="005542EA" w:rsidRPr="00887354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67609F7C" w14:textId="77777777" w:rsidR="005542EA" w:rsidRPr="00887354" w:rsidRDefault="00687767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-18534069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92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0D33FE7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9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3472AF4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8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47A8A9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</w:tr>
      <w:tr w:rsidR="005542EA" w:rsidRPr="0054287A" w14:paraId="22E88524" w14:textId="77777777" w:rsidTr="005542EA">
        <w:trPr>
          <w:trHeight w:val="1247"/>
        </w:trPr>
        <w:tc>
          <w:tcPr>
            <w:tcW w:w="104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E77C3E" w14:textId="77777777" w:rsidR="005542EA" w:rsidRPr="00C51EA3" w:rsidRDefault="005542EA" w:rsidP="005542EA">
            <w:pPr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  <w:r w:rsidRPr="00C51EA3">
              <w:rPr>
                <w:sz w:val="24"/>
              </w:rPr>
              <w:t>.2.3</w:t>
            </w:r>
          </w:p>
          <w:p w14:paraId="0F9600F0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  <w:r w:rsidRPr="002F089F">
              <w:rPr>
                <w:sz w:val="16"/>
                <w:szCs w:val="16"/>
              </w:rPr>
              <w:t>Ségrégation des effluents liquides</w:t>
            </w:r>
          </w:p>
        </w:tc>
        <w:tc>
          <w:tcPr>
            <w:tcW w:w="22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AEA353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</w:t>
            </w:r>
          </w:p>
          <w:p w14:paraId="2EBC5A1B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0AD98512" w14:textId="77777777" w:rsidR="005542EA" w:rsidRPr="00C51EA3" w:rsidRDefault="00687767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8019753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5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D2AD0C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AA</w:t>
            </w:r>
          </w:p>
          <w:p w14:paraId="0E459754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1ECB2F8F" w14:textId="77777777" w:rsidR="005542EA" w:rsidRPr="00C51EA3" w:rsidRDefault="00687767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-12067107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59" w:type="pct"/>
            <w:tcBorders>
              <w:bottom w:val="single" w:sz="4" w:space="0" w:color="auto"/>
            </w:tcBorders>
            <w:vAlign w:val="center"/>
          </w:tcPr>
          <w:p w14:paraId="73EC43B5" w14:textId="77777777" w:rsidR="005542EA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</w:t>
            </w:r>
          </w:p>
          <w:p w14:paraId="49EE70E3" w14:textId="77777777" w:rsidR="005542EA" w:rsidRPr="00887354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5B6D914D" w14:textId="77777777" w:rsidR="005542EA" w:rsidRPr="00887354" w:rsidRDefault="00687767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1402409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92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6C12D6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9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E1B69BD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8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B47B3C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</w:tr>
      <w:tr w:rsidR="005542EA" w:rsidRPr="0054287A" w14:paraId="09C706AD" w14:textId="77777777" w:rsidTr="005542EA">
        <w:trPr>
          <w:trHeight w:val="1247"/>
        </w:trPr>
        <w:tc>
          <w:tcPr>
            <w:tcW w:w="104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D486F79" w14:textId="77777777" w:rsidR="005542EA" w:rsidRPr="00C51EA3" w:rsidRDefault="005542EA" w:rsidP="005542EA">
            <w:pPr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4</w:t>
            </w:r>
            <w:r w:rsidRPr="00C51EA3">
              <w:rPr>
                <w:sz w:val="24"/>
              </w:rPr>
              <w:t>.2.4</w:t>
            </w:r>
          </w:p>
          <w:p w14:paraId="6EE9540A" w14:textId="77777777" w:rsidR="005542EA" w:rsidRPr="00F44E7A" w:rsidRDefault="005542EA" w:rsidP="005542EA">
            <w:pPr>
              <w:jc w:val="center"/>
              <w:rPr>
                <w:sz w:val="16"/>
                <w:szCs w:val="16"/>
              </w:rPr>
            </w:pPr>
            <w:r w:rsidRPr="002F089F">
              <w:rPr>
                <w:sz w:val="16"/>
                <w:szCs w:val="16"/>
              </w:rPr>
              <w:t>Cas du « DI return » ou recyclage de l’eau ultra pure</w:t>
            </w:r>
          </w:p>
        </w:tc>
        <w:tc>
          <w:tcPr>
            <w:tcW w:w="22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49F0BB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</w:t>
            </w:r>
          </w:p>
          <w:p w14:paraId="17A4FB65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2F4D13C8" w14:textId="77777777" w:rsidR="005542EA" w:rsidRPr="00C51EA3" w:rsidRDefault="00687767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-310390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5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FC9B13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AA</w:t>
            </w:r>
          </w:p>
          <w:p w14:paraId="07D60352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384A04FB" w14:textId="77777777" w:rsidR="005542EA" w:rsidRPr="00C51EA3" w:rsidRDefault="00687767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-10741971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59" w:type="pct"/>
            <w:tcBorders>
              <w:bottom w:val="single" w:sz="4" w:space="0" w:color="auto"/>
            </w:tcBorders>
            <w:vAlign w:val="center"/>
          </w:tcPr>
          <w:p w14:paraId="0AADE0C3" w14:textId="77777777" w:rsidR="005542EA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</w:t>
            </w:r>
          </w:p>
          <w:p w14:paraId="4B944892" w14:textId="77777777" w:rsidR="005542EA" w:rsidRPr="00887354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12B0D791" w14:textId="77777777" w:rsidR="005542EA" w:rsidRPr="00887354" w:rsidRDefault="00687767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15190361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92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54A96F1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9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98D570B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8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E512360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</w:tr>
      <w:tr w:rsidR="005542EA" w:rsidRPr="0054287A" w14:paraId="47E2B859" w14:textId="77777777" w:rsidTr="005542EA">
        <w:trPr>
          <w:trHeight w:val="1247"/>
        </w:trPr>
        <w:tc>
          <w:tcPr>
            <w:tcW w:w="104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57C46F" w14:textId="77777777" w:rsidR="005542EA" w:rsidRPr="00C51EA3" w:rsidRDefault="005542EA" w:rsidP="005542EA">
            <w:pPr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  <w:r w:rsidRPr="00C51EA3">
              <w:rPr>
                <w:sz w:val="24"/>
              </w:rPr>
              <w:t>.2.5</w:t>
            </w:r>
          </w:p>
          <w:p w14:paraId="4917A8E5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  <w:r w:rsidRPr="002F089F">
              <w:rPr>
                <w:sz w:val="16"/>
                <w:szCs w:val="16"/>
              </w:rPr>
              <w:t>Effluents gazeux</w:t>
            </w:r>
          </w:p>
        </w:tc>
        <w:tc>
          <w:tcPr>
            <w:tcW w:w="22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BB7397A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</w:t>
            </w:r>
          </w:p>
          <w:p w14:paraId="2F24C075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2FF818C1" w14:textId="77777777" w:rsidR="005542EA" w:rsidRPr="00C51EA3" w:rsidRDefault="00687767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710169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5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DA6C31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AA</w:t>
            </w:r>
          </w:p>
          <w:p w14:paraId="657589F6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693A8D5D" w14:textId="77777777" w:rsidR="005542EA" w:rsidRPr="00C51EA3" w:rsidRDefault="00687767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10292216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59" w:type="pct"/>
            <w:tcBorders>
              <w:bottom w:val="single" w:sz="4" w:space="0" w:color="auto"/>
            </w:tcBorders>
            <w:vAlign w:val="center"/>
          </w:tcPr>
          <w:p w14:paraId="064E1150" w14:textId="77777777" w:rsidR="005542EA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</w:t>
            </w:r>
          </w:p>
          <w:p w14:paraId="7BFAEC72" w14:textId="77777777" w:rsidR="005542EA" w:rsidRPr="00887354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644DCF11" w14:textId="77777777" w:rsidR="005542EA" w:rsidRPr="00887354" w:rsidRDefault="00687767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-7904442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92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80DB08C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9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03A9784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8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2D386AF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</w:tr>
      <w:tr w:rsidR="005542EA" w:rsidRPr="0054287A" w14:paraId="61E30618" w14:textId="77777777" w:rsidTr="005542EA">
        <w:trPr>
          <w:trHeight w:val="1247"/>
        </w:trPr>
        <w:tc>
          <w:tcPr>
            <w:tcW w:w="104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FC700D4" w14:textId="77777777" w:rsidR="005542EA" w:rsidRPr="00C51EA3" w:rsidRDefault="005542EA" w:rsidP="005542EA">
            <w:pPr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  <w:r w:rsidRPr="00C51EA3">
              <w:rPr>
                <w:sz w:val="24"/>
              </w:rPr>
              <w:t>.2.6</w:t>
            </w:r>
          </w:p>
          <w:p w14:paraId="70779E54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  <w:r w:rsidRPr="002F089F">
              <w:rPr>
                <w:sz w:val="16"/>
                <w:szCs w:val="16"/>
              </w:rPr>
              <w:t>Odeurs</w:t>
            </w:r>
          </w:p>
        </w:tc>
        <w:tc>
          <w:tcPr>
            <w:tcW w:w="22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801EA23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</w:t>
            </w:r>
          </w:p>
          <w:p w14:paraId="3C8010AA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180C1C55" w14:textId="77777777" w:rsidR="005542EA" w:rsidRPr="00C51EA3" w:rsidRDefault="00687767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10861115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5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A7A2CD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AA</w:t>
            </w:r>
          </w:p>
          <w:p w14:paraId="711D559B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0D6A11EC" w14:textId="77777777" w:rsidR="005542EA" w:rsidRPr="00C51EA3" w:rsidRDefault="00687767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-548624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59" w:type="pct"/>
            <w:tcBorders>
              <w:bottom w:val="single" w:sz="4" w:space="0" w:color="auto"/>
            </w:tcBorders>
            <w:vAlign w:val="center"/>
          </w:tcPr>
          <w:p w14:paraId="393E52E4" w14:textId="77777777" w:rsidR="005542EA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</w:t>
            </w:r>
          </w:p>
          <w:p w14:paraId="26FECB99" w14:textId="77777777" w:rsidR="005542EA" w:rsidRPr="00887354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17D56D19" w14:textId="77777777" w:rsidR="005542EA" w:rsidRPr="00887354" w:rsidRDefault="00687767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-19567911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92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1C71A9E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9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E5504A0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8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E9F5740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</w:tr>
      <w:tr w:rsidR="005542EA" w:rsidRPr="0054287A" w14:paraId="444BFF15" w14:textId="77777777" w:rsidTr="005542EA">
        <w:trPr>
          <w:trHeight w:val="1247"/>
        </w:trPr>
        <w:tc>
          <w:tcPr>
            <w:tcW w:w="104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D6DAA5F" w14:textId="77777777" w:rsidR="005542EA" w:rsidRPr="00C51EA3" w:rsidRDefault="005542EA" w:rsidP="005542EA">
            <w:pPr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  <w:r w:rsidRPr="00C51EA3">
              <w:rPr>
                <w:sz w:val="24"/>
              </w:rPr>
              <w:t>.1</w:t>
            </w:r>
          </w:p>
          <w:p w14:paraId="532DEEAE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  <w:r w:rsidRPr="002F089F">
              <w:rPr>
                <w:sz w:val="16"/>
                <w:szCs w:val="16"/>
              </w:rPr>
              <w:t>Conformité CE</w:t>
            </w:r>
          </w:p>
        </w:tc>
        <w:tc>
          <w:tcPr>
            <w:tcW w:w="22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2A5FD4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</w:t>
            </w:r>
          </w:p>
          <w:p w14:paraId="08AB20F6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281C21C9" w14:textId="77777777" w:rsidR="005542EA" w:rsidRPr="00C51EA3" w:rsidRDefault="00687767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-19476842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5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48DA22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AA</w:t>
            </w:r>
          </w:p>
          <w:p w14:paraId="37E53A72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6FFFF70F" w14:textId="77777777" w:rsidR="005542EA" w:rsidRPr="00C51EA3" w:rsidRDefault="00687767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3796007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59" w:type="pct"/>
            <w:tcBorders>
              <w:bottom w:val="single" w:sz="4" w:space="0" w:color="auto"/>
            </w:tcBorders>
            <w:vAlign w:val="center"/>
          </w:tcPr>
          <w:p w14:paraId="49B5FDE0" w14:textId="77777777" w:rsidR="005542EA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</w:t>
            </w:r>
          </w:p>
          <w:p w14:paraId="65D944ED" w14:textId="77777777" w:rsidR="005542EA" w:rsidRPr="00887354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5B362E09" w14:textId="77777777" w:rsidR="005542EA" w:rsidRPr="00887354" w:rsidRDefault="00687767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4442785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92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90E55D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9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BBEF4F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8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9D89153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</w:tr>
      <w:tr w:rsidR="005542EA" w:rsidRPr="0075619B" w14:paraId="3299A273" w14:textId="77777777" w:rsidTr="005542EA">
        <w:trPr>
          <w:trHeight w:val="489"/>
        </w:trPr>
        <w:tc>
          <w:tcPr>
            <w:tcW w:w="1047" w:type="pct"/>
            <w:tcBorders>
              <w:top w:val="dashSmallGap" w:sz="4" w:space="0" w:color="1F2541" w:themeColor="accent1" w:themeShade="80"/>
              <w:bottom w:val="dashSmallGap" w:sz="4" w:space="0" w:color="1F2541" w:themeColor="accent1" w:themeShade="80"/>
            </w:tcBorders>
            <w:shd w:val="clear" w:color="auto" w:fill="auto"/>
            <w:vAlign w:val="center"/>
          </w:tcPr>
          <w:p w14:paraId="3285B1FB" w14:textId="77777777" w:rsidR="005542EA" w:rsidRPr="00B8799C" w:rsidRDefault="005542EA" w:rsidP="005542EA">
            <w:pPr>
              <w:jc w:val="center"/>
              <w:rPr>
                <w:b/>
                <w:color w:val="006D7D" w:themeColor="accent5" w:themeShade="BF"/>
                <w:sz w:val="16"/>
                <w:szCs w:val="16"/>
              </w:rPr>
            </w:pPr>
            <w:r w:rsidRPr="00B8799C">
              <w:rPr>
                <w:b/>
                <w:color w:val="006D7D" w:themeColor="accent5" w:themeShade="BF"/>
                <w:sz w:val="16"/>
                <w:szCs w:val="16"/>
              </w:rPr>
              <w:t>Directive 2006/42/EC</w:t>
            </w:r>
          </w:p>
          <w:p w14:paraId="4E09AC7F" w14:textId="77777777" w:rsidR="005542EA" w:rsidRPr="00EB38A9" w:rsidRDefault="005542EA" w:rsidP="005542EA">
            <w:pPr>
              <w:jc w:val="center"/>
              <w:rPr>
                <w:color w:val="006D7D" w:themeColor="accent5" w:themeShade="BF"/>
                <w:sz w:val="24"/>
              </w:rPr>
            </w:pPr>
            <w:r w:rsidRPr="00D34DEB">
              <w:rPr>
                <w:color w:val="006D7D" w:themeColor="accent5" w:themeShade="BF"/>
                <w:sz w:val="14"/>
              </w:rPr>
              <w:t>Directive Machines</w:t>
            </w:r>
          </w:p>
        </w:tc>
        <w:tc>
          <w:tcPr>
            <w:tcW w:w="227" w:type="pct"/>
            <w:tcBorders>
              <w:top w:val="dashSmallGap" w:sz="4" w:space="0" w:color="1F2541" w:themeColor="accent1" w:themeShade="80"/>
              <w:bottom w:val="dashSmallGap" w:sz="4" w:space="0" w:color="1F2541" w:themeColor="accent1" w:themeShade="80"/>
            </w:tcBorders>
            <w:shd w:val="clear" w:color="auto" w:fill="auto"/>
            <w:vAlign w:val="center"/>
          </w:tcPr>
          <w:p w14:paraId="642B5475" w14:textId="77777777" w:rsidR="005542EA" w:rsidRPr="00EB38A9" w:rsidRDefault="00687767" w:rsidP="005542EA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10708448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EB38A9"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258" w:type="pct"/>
            <w:tcBorders>
              <w:top w:val="dashSmallGap" w:sz="4" w:space="0" w:color="1F2541" w:themeColor="accent1" w:themeShade="80"/>
              <w:bottom w:val="dashSmallGap" w:sz="4" w:space="0" w:color="1F2541" w:themeColor="accent1" w:themeShade="80"/>
            </w:tcBorders>
            <w:shd w:val="clear" w:color="auto" w:fill="auto"/>
            <w:vAlign w:val="center"/>
          </w:tcPr>
          <w:p w14:paraId="6D5401EA" w14:textId="77777777" w:rsidR="005542EA" w:rsidRPr="00EB38A9" w:rsidRDefault="00687767" w:rsidP="005542EA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1704613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EB38A9"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259" w:type="pct"/>
            <w:tcBorders>
              <w:top w:val="dashSmallGap" w:sz="4" w:space="0" w:color="1F2541" w:themeColor="accent1" w:themeShade="80"/>
              <w:bottom w:val="dashSmallGap" w:sz="4" w:space="0" w:color="1F2541" w:themeColor="accent1" w:themeShade="80"/>
            </w:tcBorders>
            <w:vAlign w:val="center"/>
          </w:tcPr>
          <w:p w14:paraId="4ADA600C" w14:textId="77777777" w:rsidR="005542EA" w:rsidRPr="00EB38A9" w:rsidRDefault="00687767" w:rsidP="005542EA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6484133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EB38A9"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928" w:type="pct"/>
            <w:tcBorders>
              <w:top w:val="dashSmallGap" w:sz="4" w:space="0" w:color="1F2541" w:themeColor="accent1" w:themeShade="80"/>
              <w:bottom w:val="dashSmallGap" w:sz="4" w:space="0" w:color="1F2541" w:themeColor="accent1" w:themeShade="80"/>
            </w:tcBorders>
            <w:shd w:val="clear" w:color="auto" w:fill="auto"/>
            <w:vAlign w:val="center"/>
          </w:tcPr>
          <w:p w14:paraId="36A397E2" w14:textId="77777777" w:rsidR="005542EA" w:rsidRPr="0075619B" w:rsidRDefault="005542EA" w:rsidP="005542EA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  <w:tc>
          <w:tcPr>
            <w:tcW w:w="1197" w:type="pct"/>
            <w:tcBorders>
              <w:top w:val="dashSmallGap" w:sz="4" w:space="0" w:color="1F2541" w:themeColor="accent1" w:themeShade="80"/>
              <w:bottom w:val="dashSmallGap" w:sz="4" w:space="0" w:color="1F2541" w:themeColor="accent1" w:themeShade="80"/>
            </w:tcBorders>
            <w:shd w:val="clear" w:color="auto" w:fill="auto"/>
            <w:vAlign w:val="center"/>
          </w:tcPr>
          <w:p w14:paraId="3D0685AE" w14:textId="77777777" w:rsidR="005542EA" w:rsidRPr="0075619B" w:rsidRDefault="005542EA" w:rsidP="005542EA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  <w:tc>
          <w:tcPr>
            <w:tcW w:w="1084" w:type="pct"/>
            <w:tcBorders>
              <w:top w:val="dashSmallGap" w:sz="4" w:space="0" w:color="1F2541" w:themeColor="accent1" w:themeShade="80"/>
              <w:bottom w:val="dashSmallGap" w:sz="4" w:space="0" w:color="1F2541" w:themeColor="accent1" w:themeShade="80"/>
            </w:tcBorders>
            <w:shd w:val="clear" w:color="auto" w:fill="auto"/>
            <w:vAlign w:val="center"/>
          </w:tcPr>
          <w:p w14:paraId="3E43301D" w14:textId="77777777" w:rsidR="005542EA" w:rsidRPr="0075619B" w:rsidRDefault="005542EA" w:rsidP="005542EA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</w:tr>
      <w:tr w:rsidR="005542EA" w:rsidRPr="0075619B" w14:paraId="29EDACEF" w14:textId="77777777" w:rsidTr="005542EA">
        <w:trPr>
          <w:trHeight w:val="489"/>
        </w:trPr>
        <w:tc>
          <w:tcPr>
            <w:tcW w:w="1047" w:type="pct"/>
            <w:tcBorders>
              <w:top w:val="dashSmallGap" w:sz="4" w:space="0" w:color="1F2541" w:themeColor="accent1" w:themeShade="80"/>
              <w:bottom w:val="dashSmallGap" w:sz="4" w:space="0" w:color="1F2541" w:themeColor="accent1" w:themeShade="80"/>
            </w:tcBorders>
            <w:shd w:val="clear" w:color="auto" w:fill="auto"/>
            <w:vAlign w:val="center"/>
          </w:tcPr>
          <w:p w14:paraId="4AF9EE6B" w14:textId="77777777" w:rsidR="005542EA" w:rsidRPr="00B8799C" w:rsidRDefault="005542EA" w:rsidP="005542EA">
            <w:pPr>
              <w:jc w:val="center"/>
              <w:rPr>
                <w:b/>
                <w:color w:val="006D7D" w:themeColor="accent5" w:themeShade="BF"/>
                <w:sz w:val="16"/>
                <w:szCs w:val="16"/>
              </w:rPr>
            </w:pPr>
            <w:r w:rsidRPr="00B8799C">
              <w:rPr>
                <w:b/>
                <w:color w:val="006D7D" w:themeColor="accent5" w:themeShade="BF"/>
                <w:sz w:val="16"/>
                <w:szCs w:val="16"/>
              </w:rPr>
              <w:t>Directive 2014/30/EU</w:t>
            </w:r>
          </w:p>
          <w:p w14:paraId="713C5423" w14:textId="77777777" w:rsidR="005542EA" w:rsidRPr="00B8799C" w:rsidRDefault="005542EA" w:rsidP="005542EA">
            <w:pPr>
              <w:jc w:val="center"/>
              <w:rPr>
                <w:color w:val="006D7D" w:themeColor="accent5" w:themeShade="BF"/>
                <w:sz w:val="24"/>
              </w:rPr>
            </w:pPr>
            <w:r w:rsidRPr="00D34DEB">
              <w:rPr>
                <w:color w:val="006D7D" w:themeColor="accent5" w:themeShade="BF"/>
                <w:sz w:val="14"/>
              </w:rPr>
              <w:t>Directive CEM</w:t>
            </w:r>
          </w:p>
        </w:tc>
        <w:tc>
          <w:tcPr>
            <w:tcW w:w="227" w:type="pct"/>
            <w:tcBorders>
              <w:top w:val="dashSmallGap" w:sz="4" w:space="0" w:color="1F2541" w:themeColor="accent1" w:themeShade="80"/>
              <w:bottom w:val="dashSmallGap" w:sz="4" w:space="0" w:color="1F2541" w:themeColor="accent1" w:themeShade="80"/>
            </w:tcBorders>
            <w:shd w:val="clear" w:color="auto" w:fill="auto"/>
            <w:vAlign w:val="center"/>
          </w:tcPr>
          <w:p w14:paraId="3274B7AE" w14:textId="77777777" w:rsidR="005542EA" w:rsidRPr="00EB38A9" w:rsidRDefault="00687767" w:rsidP="005542EA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-18706056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EB38A9"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258" w:type="pct"/>
            <w:tcBorders>
              <w:top w:val="dashSmallGap" w:sz="4" w:space="0" w:color="1F2541" w:themeColor="accent1" w:themeShade="80"/>
              <w:bottom w:val="dashSmallGap" w:sz="4" w:space="0" w:color="1F2541" w:themeColor="accent1" w:themeShade="80"/>
            </w:tcBorders>
            <w:shd w:val="clear" w:color="auto" w:fill="auto"/>
            <w:vAlign w:val="center"/>
          </w:tcPr>
          <w:p w14:paraId="42B75684" w14:textId="77777777" w:rsidR="005542EA" w:rsidRPr="00EB38A9" w:rsidRDefault="00687767" w:rsidP="005542EA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5989889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EB38A9"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259" w:type="pct"/>
            <w:tcBorders>
              <w:top w:val="dashSmallGap" w:sz="4" w:space="0" w:color="1F2541" w:themeColor="accent1" w:themeShade="80"/>
              <w:bottom w:val="dashSmallGap" w:sz="4" w:space="0" w:color="1F2541" w:themeColor="accent1" w:themeShade="80"/>
            </w:tcBorders>
            <w:vAlign w:val="center"/>
          </w:tcPr>
          <w:p w14:paraId="0E7EEAA9" w14:textId="77777777" w:rsidR="005542EA" w:rsidRPr="00EB38A9" w:rsidRDefault="00687767" w:rsidP="005542EA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13729545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EB38A9"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928" w:type="pct"/>
            <w:tcBorders>
              <w:top w:val="dashSmallGap" w:sz="4" w:space="0" w:color="1F2541" w:themeColor="accent1" w:themeShade="80"/>
              <w:bottom w:val="dashSmallGap" w:sz="4" w:space="0" w:color="1F2541" w:themeColor="accent1" w:themeShade="80"/>
            </w:tcBorders>
            <w:shd w:val="clear" w:color="auto" w:fill="auto"/>
            <w:vAlign w:val="center"/>
          </w:tcPr>
          <w:p w14:paraId="35FD0DAB" w14:textId="77777777" w:rsidR="005542EA" w:rsidRPr="0075619B" w:rsidRDefault="005542EA" w:rsidP="005542EA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  <w:tc>
          <w:tcPr>
            <w:tcW w:w="1197" w:type="pct"/>
            <w:tcBorders>
              <w:top w:val="dashSmallGap" w:sz="4" w:space="0" w:color="1F2541" w:themeColor="accent1" w:themeShade="80"/>
              <w:bottom w:val="dashSmallGap" w:sz="4" w:space="0" w:color="1F2541" w:themeColor="accent1" w:themeShade="80"/>
            </w:tcBorders>
            <w:shd w:val="clear" w:color="auto" w:fill="auto"/>
            <w:vAlign w:val="center"/>
          </w:tcPr>
          <w:p w14:paraId="48021C68" w14:textId="77777777" w:rsidR="005542EA" w:rsidRPr="0075619B" w:rsidRDefault="005542EA" w:rsidP="005542EA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  <w:tc>
          <w:tcPr>
            <w:tcW w:w="1084" w:type="pct"/>
            <w:tcBorders>
              <w:top w:val="dashSmallGap" w:sz="4" w:space="0" w:color="1F2541" w:themeColor="accent1" w:themeShade="80"/>
              <w:bottom w:val="dashSmallGap" w:sz="4" w:space="0" w:color="1F2541" w:themeColor="accent1" w:themeShade="80"/>
            </w:tcBorders>
            <w:shd w:val="clear" w:color="auto" w:fill="auto"/>
            <w:vAlign w:val="center"/>
          </w:tcPr>
          <w:p w14:paraId="14089FF8" w14:textId="77777777" w:rsidR="005542EA" w:rsidRPr="0075619B" w:rsidRDefault="005542EA" w:rsidP="005542EA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</w:tr>
      <w:tr w:rsidR="005542EA" w:rsidRPr="0075619B" w14:paraId="79537950" w14:textId="77777777" w:rsidTr="005542EA">
        <w:trPr>
          <w:trHeight w:val="489"/>
        </w:trPr>
        <w:tc>
          <w:tcPr>
            <w:tcW w:w="1047" w:type="pct"/>
            <w:tcBorders>
              <w:top w:val="dashSmallGap" w:sz="4" w:space="0" w:color="1F2541" w:themeColor="accent1" w:themeShade="80"/>
              <w:bottom w:val="dashSmallGap" w:sz="4" w:space="0" w:color="1F2541" w:themeColor="accent1" w:themeShade="80"/>
            </w:tcBorders>
            <w:shd w:val="clear" w:color="auto" w:fill="auto"/>
            <w:vAlign w:val="center"/>
          </w:tcPr>
          <w:p w14:paraId="1E101D60" w14:textId="77777777" w:rsidR="005542EA" w:rsidRPr="00B8799C" w:rsidRDefault="005542EA" w:rsidP="005542EA">
            <w:pPr>
              <w:jc w:val="center"/>
              <w:rPr>
                <w:b/>
                <w:color w:val="006D7D" w:themeColor="accent5" w:themeShade="BF"/>
                <w:sz w:val="16"/>
                <w:szCs w:val="16"/>
              </w:rPr>
            </w:pPr>
            <w:r w:rsidRPr="00B8799C">
              <w:rPr>
                <w:b/>
                <w:color w:val="006D7D" w:themeColor="accent5" w:themeShade="BF"/>
                <w:sz w:val="16"/>
                <w:szCs w:val="16"/>
              </w:rPr>
              <w:t>Directive 2014/35/EU</w:t>
            </w:r>
          </w:p>
          <w:p w14:paraId="6B43A977" w14:textId="77777777" w:rsidR="005542EA" w:rsidRPr="00B8799C" w:rsidRDefault="005542EA" w:rsidP="005542EA">
            <w:pPr>
              <w:jc w:val="center"/>
              <w:rPr>
                <w:b/>
                <w:color w:val="006D7D" w:themeColor="accent5" w:themeShade="BF"/>
                <w:sz w:val="24"/>
              </w:rPr>
            </w:pPr>
            <w:r w:rsidRPr="00D34DEB">
              <w:rPr>
                <w:color w:val="006D7D" w:themeColor="accent5" w:themeShade="BF"/>
                <w:sz w:val="14"/>
              </w:rPr>
              <w:t>Directive Basse Tension</w:t>
            </w:r>
          </w:p>
        </w:tc>
        <w:tc>
          <w:tcPr>
            <w:tcW w:w="227" w:type="pct"/>
            <w:tcBorders>
              <w:top w:val="dashSmallGap" w:sz="4" w:space="0" w:color="1F2541" w:themeColor="accent1" w:themeShade="80"/>
              <w:bottom w:val="dashSmallGap" w:sz="4" w:space="0" w:color="1F2541" w:themeColor="accent1" w:themeShade="80"/>
            </w:tcBorders>
            <w:shd w:val="clear" w:color="auto" w:fill="auto"/>
            <w:vAlign w:val="center"/>
          </w:tcPr>
          <w:p w14:paraId="1DC91FE9" w14:textId="77777777" w:rsidR="005542EA" w:rsidRPr="00EB38A9" w:rsidRDefault="00687767" w:rsidP="005542EA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7494644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EB38A9"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258" w:type="pct"/>
            <w:tcBorders>
              <w:top w:val="dashSmallGap" w:sz="4" w:space="0" w:color="1F2541" w:themeColor="accent1" w:themeShade="80"/>
              <w:bottom w:val="dashSmallGap" w:sz="4" w:space="0" w:color="1F2541" w:themeColor="accent1" w:themeShade="80"/>
            </w:tcBorders>
            <w:shd w:val="clear" w:color="auto" w:fill="auto"/>
            <w:vAlign w:val="center"/>
          </w:tcPr>
          <w:p w14:paraId="47D9F3DA" w14:textId="77777777" w:rsidR="005542EA" w:rsidRPr="00EB38A9" w:rsidRDefault="00687767" w:rsidP="005542EA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15350771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EB38A9"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259" w:type="pct"/>
            <w:tcBorders>
              <w:top w:val="dashSmallGap" w:sz="4" w:space="0" w:color="1F2541" w:themeColor="accent1" w:themeShade="80"/>
              <w:bottom w:val="dashSmallGap" w:sz="4" w:space="0" w:color="1F2541" w:themeColor="accent1" w:themeShade="80"/>
            </w:tcBorders>
            <w:vAlign w:val="center"/>
          </w:tcPr>
          <w:p w14:paraId="0F6CD39B" w14:textId="77777777" w:rsidR="005542EA" w:rsidRPr="00EB38A9" w:rsidRDefault="00687767" w:rsidP="005542EA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-4983497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EB38A9"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928" w:type="pct"/>
            <w:tcBorders>
              <w:top w:val="dashSmallGap" w:sz="4" w:space="0" w:color="1F2541" w:themeColor="accent1" w:themeShade="80"/>
              <w:bottom w:val="dashSmallGap" w:sz="4" w:space="0" w:color="1F2541" w:themeColor="accent1" w:themeShade="80"/>
            </w:tcBorders>
            <w:shd w:val="clear" w:color="auto" w:fill="auto"/>
            <w:vAlign w:val="center"/>
          </w:tcPr>
          <w:p w14:paraId="5CFE99E1" w14:textId="77777777" w:rsidR="005542EA" w:rsidRPr="0075619B" w:rsidRDefault="005542EA" w:rsidP="005542EA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  <w:tc>
          <w:tcPr>
            <w:tcW w:w="1197" w:type="pct"/>
            <w:tcBorders>
              <w:top w:val="dashSmallGap" w:sz="4" w:space="0" w:color="1F2541" w:themeColor="accent1" w:themeShade="80"/>
              <w:bottom w:val="dashSmallGap" w:sz="4" w:space="0" w:color="1F2541" w:themeColor="accent1" w:themeShade="80"/>
            </w:tcBorders>
            <w:shd w:val="clear" w:color="auto" w:fill="auto"/>
            <w:vAlign w:val="center"/>
          </w:tcPr>
          <w:p w14:paraId="2E622BE6" w14:textId="77777777" w:rsidR="005542EA" w:rsidRPr="0075619B" w:rsidRDefault="005542EA" w:rsidP="005542EA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  <w:tc>
          <w:tcPr>
            <w:tcW w:w="1084" w:type="pct"/>
            <w:tcBorders>
              <w:top w:val="dashSmallGap" w:sz="4" w:space="0" w:color="1F2541" w:themeColor="accent1" w:themeShade="80"/>
              <w:bottom w:val="dashSmallGap" w:sz="4" w:space="0" w:color="1F2541" w:themeColor="accent1" w:themeShade="80"/>
            </w:tcBorders>
            <w:shd w:val="clear" w:color="auto" w:fill="auto"/>
            <w:vAlign w:val="center"/>
          </w:tcPr>
          <w:p w14:paraId="073AE442" w14:textId="77777777" w:rsidR="005542EA" w:rsidRPr="0075619B" w:rsidRDefault="005542EA" w:rsidP="005542EA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</w:tr>
      <w:tr w:rsidR="005542EA" w:rsidRPr="0075619B" w14:paraId="31891D31" w14:textId="77777777" w:rsidTr="005542EA">
        <w:trPr>
          <w:trHeight w:val="489"/>
        </w:trPr>
        <w:tc>
          <w:tcPr>
            <w:tcW w:w="1047" w:type="pct"/>
            <w:tcBorders>
              <w:top w:val="dashSmallGap" w:sz="4" w:space="0" w:color="1F2541" w:themeColor="accent1" w:themeShade="80"/>
              <w:bottom w:val="dashSmallGap" w:sz="4" w:space="0" w:color="1F2541" w:themeColor="accent1" w:themeShade="80"/>
            </w:tcBorders>
            <w:shd w:val="clear" w:color="auto" w:fill="auto"/>
            <w:vAlign w:val="center"/>
          </w:tcPr>
          <w:p w14:paraId="1261DAE4" w14:textId="77777777" w:rsidR="005542EA" w:rsidRDefault="005542EA" w:rsidP="005542EA">
            <w:pPr>
              <w:jc w:val="center"/>
              <w:rPr>
                <w:b/>
                <w:color w:val="006D7D" w:themeColor="accent5" w:themeShade="BF"/>
                <w:sz w:val="16"/>
                <w:szCs w:val="16"/>
              </w:rPr>
            </w:pPr>
            <w:r w:rsidRPr="00B8799C">
              <w:rPr>
                <w:b/>
                <w:color w:val="006D7D" w:themeColor="accent5" w:themeShade="BF"/>
                <w:sz w:val="16"/>
                <w:szCs w:val="16"/>
              </w:rPr>
              <w:t>Directive 2014/34/EU</w:t>
            </w:r>
          </w:p>
          <w:p w14:paraId="4F1714CD" w14:textId="77777777" w:rsidR="005542EA" w:rsidRPr="00B8799C" w:rsidRDefault="005542EA" w:rsidP="005542EA">
            <w:pPr>
              <w:jc w:val="center"/>
              <w:rPr>
                <w:color w:val="006D7D" w:themeColor="accent5" w:themeShade="BF"/>
                <w:sz w:val="16"/>
                <w:szCs w:val="16"/>
              </w:rPr>
            </w:pPr>
            <w:r w:rsidRPr="00D34DEB">
              <w:rPr>
                <w:color w:val="006D7D" w:themeColor="accent5" w:themeShade="BF"/>
                <w:sz w:val="14"/>
                <w:szCs w:val="16"/>
              </w:rPr>
              <w:t>Directive ATEX</w:t>
            </w:r>
          </w:p>
        </w:tc>
        <w:tc>
          <w:tcPr>
            <w:tcW w:w="227" w:type="pct"/>
            <w:tcBorders>
              <w:top w:val="dashSmallGap" w:sz="4" w:space="0" w:color="1F2541" w:themeColor="accent1" w:themeShade="80"/>
              <w:bottom w:val="dashSmallGap" w:sz="4" w:space="0" w:color="1F2541" w:themeColor="accent1" w:themeShade="80"/>
            </w:tcBorders>
            <w:shd w:val="clear" w:color="auto" w:fill="auto"/>
            <w:vAlign w:val="center"/>
          </w:tcPr>
          <w:p w14:paraId="4385CA40" w14:textId="77777777" w:rsidR="005542EA" w:rsidRPr="00EB38A9" w:rsidRDefault="00687767" w:rsidP="005542EA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-5702657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EB38A9"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258" w:type="pct"/>
            <w:tcBorders>
              <w:top w:val="dashSmallGap" w:sz="4" w:space="0" w:color="1F2541" w:themeColor="accent1" w:themeShade="80"/>
              <w:bottom w:val="dashSmallGap" w:sz="4" w:space="0" w:color="1F2541" w:themeColor="accent1" w:themeShade="80"/>
            </w:tcBorders>
            <w:shd w:val="clear" w:color="auto" w:fill="auto"/>
            <w:vAlign w:val="center"/>
          </w:tcPr>
          <w:p w14:paraId="7EACC18D" w14:textId="77777777" w:rsidR="005542EA" w:rsidRPr="00EB38A9" w:rsidRDefault="00687767" w:rsidP="005542EA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15538121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EB38A9"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259" w:type="pct"/>
            <w:tcBorders>
              <w:top w:val="dashSmallGap" w:sz="4" w:space="0" w:color="1F2541" w:themeColor="accent1" w:themeShade="80"/>
              <w:bottom w:val="dashSmallGap" w:sz="4" w:space="0" w:color="1F2541" w:themeColor="accent1" w:themeShade="80"/>
            </w:tcBorders>
            <w:vAlign w:val="center"/>
          </w:tcPr>
          <w:p w14:paraId="448A494A" w14:textId="77777777" w:rsidR="005542EA" w:rsidRPr="00EB38A9" w:rsidRDefault="00687767" w:rsidP="005542EA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-708169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EB38A9"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928" w:type="pct"/>
            <w:tcBorders>
              <w:top w:val="dashSmallGap" w:sz="4" w:space="0" w:color="1F2541" w:themeColor="accent1" w:themeShade="80"/>
              <w:bottom w:val="dashSmallGap" w:sz="4" w:space="0" w:color="1F2541" w:themeColor="accent1" w:themeShade="80"/>
            </w:tcBorders>
            <w:shd w:val="clear" w:color="auto" w:fill="auto"/>
            <w:vAlign w:val="center"/>
          </w:tcPr>
          <w:p w14:paraId="082A7A85" w14:textId="77777777" w:rsidR="005542EA" w:rsidRPr="0075619B" w:rsidRDefault="005542EA" w:rsidP="005542EA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  <w:tc>
          <w:tcPr>
            <w:tcW w:w="1197" w:type="pct"/>
            <w:tcBorders>
              <w:top w:val="dashSmallGap" w:sz="4" w:space="0" w:color="1F2541" w:themeColor="accent1" w:themeShade="80"/>
              <w:bottom w:val="dashSmallGap" w:sz="4" w:space="0" w:color="1F2541" w:themeColor="accent1" w:themeShade="80"/>
            </w:tcBorders>
            <w:shd w:val="clear" w:color="auto" w:fill="auto"/>
            <w:vAlign w:val="center"/>
          </w:tcPr>
          <w:p w14:paraId="60AB039A" w14:textId="77777777" w:rsidR="005542EA" w:rsidRPr="0075619B" w:rsidRDefault="005542EA" w:rsidP="005542EA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  <w:tc>
          <w:tcPr>
            <w:tcW w:w="1084" w:type="pct"/>
            <w:tcBorders>
              <w:top w:val="dashSmallGap" w:sz="4" w:space="0" w:color="1F2541" w:themeColor="accent1" w:themeShade="80"/>
              <w:bottom w:val="dashSmallGap" w:sz="4" w:space="0" w:color="1F2541" w:themeColor="accent1" w:themeShade="80"/>
            </w:tcBorders>
            <w:shd w:val="clear" w:color="auto" w:fill="auto"/>
            <w:vAlign w:val="center"/>
          </w:tcPr>
          <w:p w14:paraId="1BB60922" w14:textId="77777777" w:rsidR="005542EA" w:rsidRPr="0075619B" w:rsidRDefault="005542EA" w:rsidP="005542EA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</w:tr>
      <w:tr w:rsidR="005542EA" w:rsidRPr="0075619B" w14:paraId="5EF9B6F2" w14:textId="77777777" w:rsidTr="005542EA">
        <w:trPr>
          <w:trHeight w:val="489"/>
        </w:trPr>
        <w:tc>
          <w:tcPr>
            <w:tcW w:w="1047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14:paraId="7431B159" w14:textId="77777777" w:rsidR="005542EA" w:rsidRDefault="005542EA" w:rsidP="005542EA">
            <w:pPr>
              <w:jc w:val="center"/>
              <w:rPr>
                <w:b/>
                <w:color w:val="006D7D" w:themeColor="accent5" w:themeShade="BF"/>
                <w:sz w:val="16"/>
                <w:szCs w:val="16"/>
              </w:rPr>
            </w:pPr>
            <w:r w:rsidRPr="00B8799C">
              <w:rPr>
                <w:b/>
                <w:color w:val="006D7D" w:themeColor="accent5" w:themeShade="BF"/>
                <w:sz w:val="16"/>
                <w:szCs w:val="16"/>
              </w:rPr>
              <w:t>Directive 2014/68/EU</w:t>
            </w:r>
          </w:p>
          <w:p w14:paraId="316D874A" w14:textId="77777777" w:rsidR="005542EA" w:rsidRPr="00B8799C" w:rsidRDefault="005542EA" w:rsidP="005542EA">
            <w:pPr>
              <w:jc w:val="center"/>
              <w:rPr>
                <w:color w:val="006D7D" w:themeColor="accent5" w:themeShade="BF"/>
                <w:sz w:val="24"/>
              </w:rPr>
            </w:pPr>
            <w:r w:rsidRPr="00D34DEB">
              <w:rPr>
                <w:color w:val="006D7D" w:themeColor="accent5" w:themeShade="BF"/>
                <w:sz w:val="14"/>
              </w:rPr>
              <w:t>Directive Pression</w:t>
            </w:r>
          </w:p>
        </w:tc>
        <w:tc>
          <w:tcPr>
            <w:tcW w:w="227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14:paraId="51EBE159" w14:textId="77777777" w:rsidR="005542EA" w:rsidRPr="00EB38A9" w:rsidRDefault="00687767" w:rsidP="005542EA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7392901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EB38A9"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258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14:paraId="6130E766" w14:textId="77777777" w:rsidR="005542EA" w:rsidRPr="00EB38A9" w:rsidRDefault="00687767" w:rsidP="005542EA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19989993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EB38A9"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259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vAlign w:val="center"/>
          </w:tcPr>
          <w:p w14:paraId="2C2A2C9E" w14:textId="77777777" w:rsidR="005542EA" w:rsidRPr="00EB38A9" w:rsidRDefault="00687767" w:rsidP="005542EA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-18454669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EB38A9"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928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14:paraId="68FE66D6" w14:textId="77777777" w:rsidR="005542EA" w:rsidRPr="0075619B" w:rsidRDefault="005542EA" w:rsidP="005542EA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  <w:tc>
          <w:tcPr>
            <w:tcW w:w="1197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14:paraId="02BC1DDA" w14:textId="77777777" w:rsidR="005542EA" w:rsidRPr="0075619B" w:rsidRDefault="005542EA" w:rsidP="005542EA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  <w:tc>
          <w:tcPr>
            <w:tcW w:w="1084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14:paraId="05D1DC36" w14:textId="77777777" w:rsidR="005542EA" w:rsidRPr="0075619B" w:rsidRDefault="005542EA" w:rsidP="005542EA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</w:tr>
      <w:tr w:rsidR="005542EA" w:rsidRPr="0075619B" w14:paraId="0A509316" w14:textId="77777777" w:rsidTr="005542EA">
        <w:trPr>
          <w:trHeight w:val="489"/>
        </w:trPr>
        <w:tc>
          <w:tcPr>
            <w:tcW w:w="1047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14:paraId="2CEC3CA5" w14:textId="77777777" w:rsidR="005542EA" w:rsidRDefault="005542EA" w:rsidP="005542EA">
            <w:pPr>
              <w:jc w:val="center"/>
              <w:rPr>
                <w:b/>
                <w:color w:val="006D7D" w:themeColor="accent5" w:themeShade="BF"/>
                <w:sz w:val="16"/>
                <w:szCs w:val="16"/>
              </w:rPr>
            </w:pPr>
            <w:r w:rsidRPr="00B8799C">
              <w:rPr>
                <w:b/>
                <w:color w:val="006D7D" w:themeColor="accent5" w:themeShade="BF"/>
                <w:sz w:val="16"/>
                <w:szCs w:val="16"/>
              </w:rPr>
              <w:t>NF EN ISO 12100</w:t>
            </w:r>
          </w:p>
          <w:p w14:paraId="7DDF4F38" w14:textId="77777777" w:rsidR="005542EA" w:rsidRPr="00D34DEB" w:rsidRDefault="005542EA" w:rsidP="005542EA">
            <w:pPr>
              <w:jc w:val="center"/>
              <w:rPr>
                <w:color w:val="006D7D" w:themeColor="accent5" w:themeShade="BF"/>
                <w:sz w:val="16"/>
                <w:szCs w:val="16"/>
              </w:rPr>
            </w:pPr>
            <w:r w:rsidRPr="00D34DEB">
              <w:rPr>
                <w:color w:val="006D7D" w:themeColor="accent5" w:themeShade="BF"/>
                <w:sz w:val="14"/>
                <w:szCs w:val="16"/>
              </w:rPr>
              <w:t xml:space="preserve">Sécurité des machines. Principes généraux de conception. </w:t>
            </w:r>
            <w:r w:rsidRPr="002A5815">
              <w:rPr>
                <w:color w:val="006D7D" w:themeColor="accent5" w:themeShade="BF"/>
                <w:sz w:val="14"/>
                <w:szCs w:val="16"/>
              </w:rPr>
              <w:t>Évaluation et réduction des risques</w:t>
            </w:r>
            <w:r>
              <w:rPr>
                <w:color w:val="006D7D" w:themeColor="accent5" w:themeShade="BF"/>
                <w:sz w:val="14"/>
                <w:szCs w:val="16"/>
              </w:rPr>
              <w:t>.</w:t>
            </w:r>
          </w:p>
        </w:tc>
        <w:tc>
          <w:tcPr>
            <w:tcW w:w="227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14:paraId="7AEF09E8" w14:textId="77777777" w:rsidR="005542EA" w:rsidRPr="00EB38A9" w:rsidRDefault="00687767" w:rsidP="005542EA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5896614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EB38A9"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258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14:paraId="3F5BFF25" w14:textId="77777777" w:rsidR="005542EA" w:rsidRPr="00EB38A9" w:rsidRDefault="00687767" w:rsidP="005542EA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2674287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EB38A9"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259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vAlign w:val="center"/>
          </w:tcPr>
          <w:p w14:paraId="4757FDA4" w14:textId="77777777" w:rsidR="005542EA" w:rsidRPr="00EB38A9" w:rsidRDefault="00687767" w:rsidP="005542EA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-17109423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EB38A9"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928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14:paraId="15AA5632" w14:textId="77777777" w:rsidR="005542EA" w:rsidRPr="0075619B" w:rsidRDefault="005542EA" w:rsidP="005542EA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  <w:tc>
          <w:tcPr>
            <w:tcW w:w="1197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14:paraId="42B978EE" w14:textId="77777777" w:rsidR="005542EA" w:rsidRPr="0075619B" w:rsidRDefault="005542EA" w:rsidP="005542EA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  <w:tc>
          <w:tcPr>
            <w:tcW w:w="1084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14:paraId="60612836" w14:textId="77777777" w:rsidR="005542EA" w:rsidRPr="0075619B" w:rsidRDefault="005542EA" w:rsidP="005542EA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</w:tr>
      <w:tr w:rsidR="005542EA" w:rsidRPr="0075619B" w14:paraId="3237AF49" w14:textId="77777777" w:rsidTr="005542EA">
        <w:trPr>
          <w:trHeight w:val="489"/>
        </w:trPr>
        <w:tc>
          <w:tcPr>
            <w:tcW w:w="1047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14:paraId="502762F2" w14:textId="77777777" w:rsidR="005542EA" w:rsidRDefault="005542EA" w:rsidP="005542EA">
            <w:pPr>
              <w:jc w:val="center"/>
              <w:rPr>
                <w:b/>
                <w:color w:val="006D7D" w:themeColor="accent5" w:themeShade="BF"/>
                <w:sz w:val="16"/>
                <w:szCs w:val="16"/>
              </w:rPr>
            </w:pPr>
            <w:r w:rsidRPr="00B8799C">
              <w:rPr>
                <w:b/>
                <w:color w:val="006D7D" w:themeColor="accent5" w:themeShade="BF"/>
                <w:sz w:val="16"/>
                <w:szCs w:val="16"/>
              </w:rPr>
              <w:t>NF EN ISO 13849-1</w:t>
            </w:r>
          </w:p>
          <w:p w14:paraId="120BC159" w14:textId="77777777" w:rsidR="005542EA" w:rsidRPr="002A5815" w:rsidRDefault="005542EA" w:rsidP="005542EA">
            <w:pPr>
              <w:jc w:val="center"/>
              <w:rPr>
                <w:color w:val="006D7D" w:themeColor="accent5" w:themeShade="BF"/>
                <w:sz w:val="16"/>
                <w:szCs w:val="16"/>
              </w:rPr>
            </w:pPr>
            <w:r w:rsidRPr="002A5815">
              <w:rPr>
                <w:color w:val="006D7D" w:themeColor="accent5" w:themeShade="BF"/>
                <w:sz w:val="14"/>
                <w:szCs w:val="16"/>
              </w:rPr>
              <w:t>Sécurité des machines. Parties des systèmes de</w:t>
            </w:r>
            <w:r>
              <w:rPr>
                <w:color w:val="006D7D" w:themeColor="accent5" w:themeShade="BF"/>
                <w:sz w:val="14"/>
                <w:szCs w:val="16"/>
              </w:rPr>
              <w:t xml:space="preserve"> commande liées à la sécurité – </w:t>
            </w:r>
            <w:r w:rsidRPr="002A5815">
              <w:rPr>
                <w:color w:val="006D7D" w:themeColor="accent5" w:themeShade="BF"/>
                <w:sz w:val="14"/>
                <w:szCs w:val="16"/>
              </w:rPr>
              <w:t>Principes généraux de conception</w:t>
            </w:r>
          </w:p>
        </w:tc>
        <w:tc>
          <w:tcPr>
            <w:tcW w:w="227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14:paraId="6805283B" w14:textId="77777777" w:rsidR="005542EA" w:rsidRPr="00EB38A9" w:rsidRDefault="00687767" w:rsidP="005542EA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-2206762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258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14:paraId="28E5426A" w14:textId="77777777" w:rsidR="005542EA" w:rsidRPr="00EB38A9" w:rsidRDefault="00687767" w:rsidP="005542EA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14535878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259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vAlign w:val="center"/>
          </w:tcPr>
          <w:p w14:paraId="7E31B452" w14:textId="77777777" w:rsidR="005542EA" w:rsidRPr="00EB38A9" w:rsidRDefault="00687767" w:rsidP="005542EA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-11185260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EB38A9"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928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14:paraId="53DFA97F" w14:textId="77777777" w:rsidR="005542EA" w:rsidRPr="0075619B" w:rsidRDefault="005542EA" w:rsidP="005542EA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  <w:tc>
          <w:tcPr>
            <w:tcW w:w="1197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14:paraId="467642C8" w14:textId="77777777" w:rsidR="005542EA" w:rsidRPr="0075619B" w:rsidRDefault="005542EA" w:rsidP="005542EA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  <w:tc>
          <w:tcPr>
            <w:tcW w:w="1084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14:paraId="41ECBDBC" w14:textId="77777777" w:rsidR="005542EA" w:rsidRPr="0075619B" w:rsidRDefault="005542EA" w:rsidP="005542EA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</w:tr>
      <w:tr w:rsidR="005542EA" w:rsidRPr="0075619B" w14:paraId="36C439B8" w14:textId="77777777" w:rsidTr="005542EA">
        <w:trPr>
          <w:trHeight w:val="489"/>
        </w:trPr>
        <w:tc>
          <w:tcPr>
            <w:tcW w:w="1047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14:paraId="1D4C6321" w14:textId="77777777" w:rsidR="005542EA" w:rsidRDefault="005542EA" w:rsidP="005542EA">
            <w:pPr>
              <w:jc w:val="center"/>
              <w:rPr>
                <w:b/>
                <w:color w:val="006D7D" w:themeColor="accent5" w:themeShade="BF"/>
                <w:sz w:val="16"/>
                <w:szCs w:val="16"/>
              </w:rPr>
            </w:pPr>
            <w:r w:rsidRPr="00B8799C">
              <w:rPr>
                <w:b/>
                <w:color w:val="006D7D" w:themeColor="accent5" w:themeShade="BF"/>
                <w:sz w:val="16"/>
                <w:szCs w:val="16"/>
              </w:rPr>
              <w:t>NF EN 60204</w:t>
            </w:r>
          </w:p>
          <w:p w14:paraId="1683BA23" w14:textId="77777777" w:rsidR="005542EA" w:rsidRPr="002A5815" w:rsidRDefault="005542EA" w:rsidP="005542EA">
            <w:pPr>
              <w:jc w:val="center"/>
              <w:rPr>
                <w:color w:val="006D7D" w:themeColor="accent5" w:themeShade="BF"/>
                <w:sz w:val="16"/>
                <w:szCs w:val="16"/>
              </w:rPr>
            </w:pPr>
            <w:r w:rsidRPr="002A5815">
              <w:rPr>
                <w:color w:val="006D7D" w:themeColor="accent5" w:themeShade="BF"/>
                <w:sz w:val="14"/>
                <w:szCs w:val="16"/>
              </w:rPr>
              <w:t>Sécurité des machines. Équipement électrique</w:t>
            </w:r>
          </w:p>
        </w:tc>
        <w:tc>
          <w:tcPr>
            <w:tcW w:w="227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14:paraId="56889FB0" w14:textId="77777777" w:rsidR="005542EA" w:rsidRPr="00EB38A9" w:rsidRDefault="00687767" w:rsidP="005542EA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-17253733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258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14:paraId="52630E02" w14:textId="77777777" w:rsidR="005542EA" w:rsidRPr="00EB38A9" w:rsidRDefault="00687767" w:rsidP="005542EA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15515729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EB38A9"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259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vAlign w:val="center"/>
          </w:tcPr>
          <w:p w14:paraId="3D1D5238" w14:textId="77777777" w:rsidR="005542EA" w:rsidRPr="00EB38A9" w:rsidRDefault="00687767" w:rsidP="005542EA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15720854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EB38A9"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928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14:paraId="28E812F9" w14:textId="77777777" w:rsidR="005542EA" w:rsidRPr="0075619B" w:rsidRDefault="005542EA" w:rsidP="005542EA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  <w:tc>
          <w:tcPr>
            <w:tcW w:w="1197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14:paraId="6A2CB21F" w14:textId="77777777" w:rsidR="005542EA" w:rsidRPr="0075619B" w:rsidRDefault="005542EA" w:rsidP="005542EA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  <w:tc>
          <w:tcPr>
            <w:tcW w:w="1084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14:paraId="4FBA3D08" w14:textId="77777777" w:rsidR="005542EA" w:rsidRPr="0075619B" w:rsidRDefault="005542EA" w:rsidP="005542EA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</w:tr>
      <w:tr w:rsidR="005542EA" w:rsidRPr="0075619B" w14:paraId="7DCC5021" w14:textId="77777777" w:rsidTr="005542EA">
        <w:trPr>
          <w:trHeight w:val="489"/>
        </w:trPr>
        <w:tc>
          <w:tcPr>
            <w:tcW w:w="1047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14:paraId="20E70B35" w14:textId="77777777" w:rsidR="005542EA" w:rsidRDefault="005542EA" w:rsidP="005542EA">
            <w:pPr>
              <w:jc w:val="center"/>
              <w:rPr>
                <w:b/>
                <w:color w:val="006D7D" w:themeColor="accent5" w:themeShade="BF"/>
                <w:sz w:val="16"/>
                <w:szCs w:val="16"/>
              </w:rPr>
            </w:pPr>
            <w:r w:rsidRPr="002A5815">
              <w:rPr>
                <w:b/>
                <w:color w:val="006D7D" w:themeColor="accent5" w:themeShade="BF"/>
                <w:sz w:val="16"/>
                <w:szCs w:val="16"/>
              </w:rPr>
              <w:t>NF EN ISO 14119</w:t>
            </w:r>
          </w:p>
          <w:p w14:paraId="5AA5AF0B" w14:textId="77777777" w:rsidR="005542EA" w:rsidRPr="002A5815" w:rsidRDefault="005542EA" w:rsidP="005542EA">
            <w:pPr>
              <w:jc w:val="center"/>
              <w:rPr>
                <w:color w:val="006D7D" w:themeColor="accent5" w:themeShade="BF"/>
                <w:sz w:val="16"/>
                <w:szCs w:val="16"/>
              </w:rPr>
            </w:pPr>
            <w:r w:rsidRPr="002A5815">
              <w:rPr>
                <w:color w:val="006D7D" w:themeColor="accent5" w:themeShade="BF"/>
                <w:sz w:val="14"/>
                <w:szCs w:val="16"/>
              </w:rPr>
              <w:t>Sécurité des machines. Dispositifs de verrouillage. Principes de conception et de sélection.</w:t>
            </w:r>
          </w:p>
        </w:tc>
        <w:tc>
          <w:tcPr>
            <w:tcW w:w="227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14:paraId="21391B14" w14:textId="77777777" w:rsidR="005542EA" w:rsidRPr="00EB38A9" w:rsidRDefault="00687767" w:rsidP="005542EA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-8382333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EB38A9"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258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14:paraId="26D09F31" w14:textId="77777777" w:rsidR="005542EA" w:rsidRPr="00EB38A9" w:rsidRDefault="00687767" w:rsidP="005542EA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2775313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EB38A9"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259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vAlign w:val="center"/>
          </w:tcPr>
          <w:p w14:paraId="2C77D4DF" w14:textId="77777777" w:rsidR="005542EA" w:rsidRPr="00EB38A9" w:rsidRDefault="00687767" w:rsidP="005542EA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-15555353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EB38A9"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928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14:paraId="0C2E4016" w14:textId="77777777" w:rsidR="005542EA" w:rsidRPr="0075619B" w:rsidRDefault="005542EA" w:rsidP="005542EA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  <w:tc>
          <w:tcPr>
            <w:tcW w:w="1197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14:paraId="655D53FF" w14:textId="77777777" w:rsidR="005542EA" w:rsidRPr="0075619B" w:rsidRDefault="005542EA" w:rsidP="005542EA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  <w:tc>
          <w:tcPr>
            <w:tcW w:w="1084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14:paraId="486C4CD5" w14:textId="77777777" w:rsidR="005542EA" w:rsidRPr="0075619B" w:rsidRDefault="005542EA" w:rsidP="005542EA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</w:tr>
      <w:tr w:rsidR="005542EA" w:rsidRPr="0075619B" w14:paraId="2A684A79" w14:textId="77777777" w:rsidTr="005542EA">
        <w:trPr>
          <w:trHeight w:val="489"/>
        </w:trPr>
        <w:tc>
          <w:tcPr>
            <w:tcW w:w="1047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14:paraId="222B1081" w14:textId="77777777" w:rsidR="005542EA" w:rsidRDefault="005542EA" w:rsidP="005542EA">
            <w:pPr>
              <w:jc w:val="center"/>
              <w:rPr>
                <w:b/>
                <w:color w:val="006D7D" w:themeColor="accent5" w:themeShade="BF"/>
                <w:sz w:val="16"/>
                <w:szCs w:val="16"/>
              </w:rPr>
            </w:pPr>
            <w:r w:rsidRPr="002A5815">
              <w:rPr>
                <w:b/>
                <w:color w:val="006D7D" w:themeColor="accent5" w:themeShade="BF"/>
                <w:sz w:val="16"/>
                <w:szCs w:val="16"/>
              </w:rPr>
              <w:t xml:space="preserve">NF EN 14175-1 </w:t>
            </w:r>
            <w:r>
              <w:rPr>
                <w:b/>
                <w:color w:val="006D7D" w:themeColor="accent5" w:themeShade="BF"/>
                <w:sz w:val="16"/>
                <w:szCs w:val="16"/>
              </w:rPr>
              <w:t>à</w:t>
            </w:r>
            <w:r w:rsidRPr="002A5815">
              <w:rPr>
                <w:b/>
                <w:color w:val="006D7D" w:themeColor="accent5" w:themeShade="BF"/>
                <w:sz w:val="16"/>
                <w:szCs w:val="16"/>
              </w:rPr>
              <w:t xml:space="preserve"> 4, 6&amp;7</w:t>
            </w:r>
          </w:p>
          <w:p w14:paraId="6924EAEB" w14:textId="77777777" w:rsidR="005542EA" w:rsidRPr="002A5815" w:rsidRDefault="005542EA" w:rsidP="005542EA">
            <w:pPr>
              <w:jc w:val="center"/>
              <w:rPr>
                <w:color w:val="006D7D" w:themeColor="accent5" w:themeShade="BF"/>
                <w:sz w:val="16"/>
                <w:szCs w:val="16"/>
              </w:rPr>
            </w:pPr>
            <w:r w:rsidRPr="002A5815">
              <w:rPr>
                <w:color w:val="006D7D" w:themeColor="accent5" w:themeShade="BF"/>
                <w:sz w:val="14"/>
                <w:szCs w:val="16"/>
              </w:rPr>
              <w:t>Sorbonnes</w:t>
            </w:r>
          </w:p>
        </w:tc>
        <w:tc>
          <w:tcPr>
            <w:tcW w:w="227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14:paraId="48553334" w14:textId="77777777" w:rsidR="005542EA" w:rsidRPr="00EB38A9" w:rsidRDefault="00687767" w:rsidP="005542EA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-10856144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EB38A9"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258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14:paraId="079A3912" w14:textId="77777777" w:rsidR="005542EA" w:rsidRPr="00EB38A9" w:rsidRDefault="00687767" w:rsidP="005542EA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-18360545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EB38A9"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259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vAlign w:val="center"/>
          </w:tcPr>
          <w:p w14:paraId="428C1F96" w14:textId="77777777" w:rsidR="005542EA" w:rsidRPr="00EB38A9" w:rsidRDefault="00687767" w:rsidP="005542EA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4489040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EB38A9"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928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14:paraId="14A4923D" w14:textId="77777777" w:rsidR="005542EA" w:rsidRPr="0075619B" w:rsidRDefault="005542EA" w:rsidP="005542EA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  <w:tc>
          <w:tcPr>
            <w:tcW w:w="1197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14:paraId="088AF259" w14:textId="77777777" w:rsidR="005542EA" w:rsidRPr="0075619B" w:rsidRDefault="005542EA" w:rsidP="005542EA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  <w:tc>
          <w:tcPr>
            <w:tcW w:w="1084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14:paraId="557FFF0C" w14:textId="77777777" w:rsidR="005542EA" w:rsidRPr="0075619B" w:rsidRDefault="005542EA" w:rsidP="005542EA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</w:tr>
      <w:tr w:rsidR="005542EA" w:rsidRPr="0054287A" w14:paraId="21395A97" w14:textId="77777777" w:rsidTr="005542EA">
        <w:trPr>
          <w:trHeight w:val="1247"/>
        </w:trPr>
        <w:tc>
          <w:tcPr>
            <w:tcW w:w="104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DFDD8FF" w14:textId="77777777" w:rsidR="005542EA" w:rsidRPr="00C51EA3" w:rsidRDefault="005542EA" w:rsidP="005542EA">
            <w:pPr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  <w:r w:rsidRPr="00C51EA3">
              <w:rPr>
                <w:sz w:val="24"/>
              </w:rPr>
              <w:t>.2</w:t>
            </w:r>
          </w:p>
          <w:p w14:paraId="0E7AB510" w14:textId="77777777" w:rsidR="005542EA" w:rsidRPr="00C51EA3" w:rsidRDefault="005542EA" w:rsidP="005542EA">
            <w:pPr>
              <w:jc w:val="center"/>
              <w:rPr>
                <w:sz w:val="36"/>
                <w:szCs w:val="36"/>
              </w:rPr>
            </w:pPr>
            <w:r w:rsidRPr="0083534A">
              <w:rPr>
                <w:sz w:val="16"/>
                <w:szCs w:val="16"/>
              </w:rPr>
              <w:t xml:space="preserve">Risques liés aux </w:t>
            </w:r>
            <w:proofErr w:type="spellStart"/>
            <w:r w:rsidRPr="0083534A">
              <w:rPr>
                <w:sz w:val="16"/>
                <w:szCs w:val="16"/>
              </w:rPr>
              <w:t>facilities</w:t>
            </w:r>
            <w:proofErr w:type="spellEnd"/>
          </w:p>
        </w:tc>
        <w:tc>
          <w:tcPr>
            <w:tcW w:w="22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80D532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</w:t>
            </w:r>
          </w:p>
          <w:p w14:paraId="2D7FA35A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14AA726A" w14:textId="77777777" w:rsidR="005542EA" w:rsidRPr="00C51EA3" w:rsidRDefault="00687767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2103196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5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9F40141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AA</w:t>
            </w:r>
          </w:p>
          <w:p w14:paraId="50E11605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66169DDF" w14:textId="77777777" w:rsidR="005542EA" w:rsidRPr="00C51EA3" w:rsidRDefault="00687767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47284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59" w:type="pct"/>
            <w:tcBorders>
              <w:bottom w:val="single" w:sz="4" w:space="0" w:color="auto"/>
            </w:tcBorders>
            <w:vAlign w:val="center"/>
          </w:tcPr>
          <w:p w14:paraId="0CB36EF9" w14:textId="77777777" w:rsidR="005542EA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</w:t>
            </w:r>
          </w:p>
          <w:p w14:paraId="5AB4FCB4" w14:textId="77777777" w:rsidR="005542EA" w:rsidRPr="00887354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6C4F72B5" w14:textId="77777777" w:rsidR="005542EA" w:rsidRPr="00887354" w:rsidRDefault="00687767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6500283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92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F08A7B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9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FD6CEC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8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486437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</w:tr>
      <w:tr w:rsidR="005542EA" w:rsidRPr="0054287A" w14:paraId="572FAAAF" w14:textId="77777777" w:rsidTr="005542EA">
        <w:trPr>
          <w:trHeight w:val="1139"/>
        </w:trPr>
        <w:tc>
          <w:tcPr>
            <w:tcW w:w="104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5506B5" w14:textId="77777777" w:rsidR="005542EA" w:rsidRPr="00C51EA3" w:rsidRDefault="005542EA" w:rsidP="005542EA">
            <w:pPr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5</w:t>
            </w:r>
            <w:r w:rsidRPr="00C51EA3">
              <w:rPr>
                <w:sz w:val="24"/>
              </w:rPr>
              <w:t>.3</w:t>
            </w:r>
          </w:p>
          <w:p w14:paraId="48EF1BE7" w14:textId="77777777" w:rsidR="005542EA" w:rsidRPr="00C51EA3" w:rsidRDefault="005542EA" w:rsidP="005542EA">
            <w:pPr>
              <w:jc w:val="center"/>
              <w:rPr>
                <w:szCs w:val="20"/>
              </w:rPr>
            </w:pPr>
            <w:r w:rsidRPr="0083534A">
              <w:rPr>
                <w:sz w:val="16"/>
                <w:szCs w:val="16"/>
              </w:rPr>
              <w:t>Risques liés à l’incendie</w:t>
            </w:r>
          </w:p>
        </w:tc>
        <w:tc>
          <w:tcPr>
            <w:tcW w:w="22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80E5811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</w:t>
            </w:r>
          </w:p>
          <w:p w14:paraId="79555445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598EE1F0" w14:textId="77777777" w:rsidR="005542EA" w:rsidRPr="00C51EA3" w:rsidRDefault="00687767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-16068809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5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97E8C3A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AA</w:t>
            </w:r>
          </w:p>
          <w:p w14:paraId="66D67751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4CAC4DFE" w14:textId="77777777" w:rsidR="005542EA" w:rsidRPr="00C51EA3" w:rsidRDefault="00687767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15968943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59" w:type="pct"/>
            <w:tcBorders>
              <w:bottom w:val="single" w:sz="4" w:space="0" w:color="auto"/>
            </w:tcBorders>
            <w:vAlign w:val="center"/>
          </w:tcPr>
          <w:p w14:paraId="0938F4E0" w14:textId="77777777" w:rsidR="005542EA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</w:t>
            </w:r>
          </w:p>
          <w:p w14:paraId="6916E28E" w14:textId="77777777" w:rsidR="005542EA" w:rsidRPr="00887354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2DFE4FBB" w14:textId="77777777" w:rsidR="005542EA" w:rsidRPr="00887354" w:rsidRDefault="00687767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12777546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92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045933A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9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2DC6D3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8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3173AD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</w:tr>
      <w:tr w:rsidR="005542EA" w:rsidRPr="0054287A" w14:paraId="726AEC4E" w14:textId="77777777" w:rsidTr="005542EA">
        <w:trPr>
          <w:trHeight w:val="1099"/>
        </w:trPr>
        <w:tc>
          <w:tcPr>
            <w:tcW w:w="104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B3D8B5" w14:textId="77777777" w:rsidR="005542EA" w:rsidRPr="00C51EA3" w:rsidRDefault="005542EA" w:rsidP="005542EA">
            <w:pPr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  <w:r w:rsidRPr="00C51EA3">
              <w:rPr>
                <w:sz w:val="24"/>
              </w:rPr>
              <w:t>.4</w:t>
            </w:r>
          </w:p>
          <w:p w14:paraId="408D8F7D" w14:textId="77777777" w:rsidR="005542EA" w:rsidRPr="00F44E7A" w:rsidRDefault="005542EA" w:rsidP="005542EA">
            <w:pPr>
              <w:jc w:val="center"/>
              <w:rPr>
                <w:sz w:val="36"/>
                <w:szCs w:val="36"/>
              </w:rPr>
            </w:pPr>
            <w:r w:rsidRPr="0083534A">
              <w:rPr>
                <w:sz w:val="16"/>
                <w:szCs w:val="16"/>
              </w:rPr>
              <w:t>Risques liés aux produits chimiques</w:t>
            </w:r>
          </w:p>
        </w:tc>
        <w:tc>
          <w:tcPr>
            <w:tcW w:w="22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C6924B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</w:t>
            </w:r>
          </w:p>
          <w:p w14:paraId="09E6FF99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7DE83478" w14:textId="77777777" w:rsidR="005542EA" w:rsidRPr="00C51EA3" w:rsidRDefault="00687767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5027100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5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31E005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AA</w:t>
            </w:r>
          </w:p>
          <w:p w14:paraId="246C068C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5F43DD75" w14:textId="77777777" w:rsidR="005542EA" w:rsidRPr="00C51EA3" w:rsidRDefault="00687767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-16934414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59" w:type="pct"/>
            <w:tcBorders>
              <w:bottom w:val="single" w:sz="4" w:space="0" w:color="auto"/>
            </w:tcBorders>
            <w:vAlign w:val="center"/>
          </w:tcPr>
          <w:p w14:paraId="4993BEF9" w14:textId="77777777" w:rsidR="005542EA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</w:t>
            </w:r>
          </w:p>
          <w:p w14:paraId="44123EC2" w14:textId="77777777" w:rsidR="005542EA" w:rsidRPr="00887354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0AFE6C53" w14:textId="77777777" w:rsidR="005542EA" w:rsidRPr="00887354" w:rsidRDefault="00687767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-14244953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92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D8E6971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9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B700438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8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5EAEF6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</w:tr>
      <w:tr w:rsidR="005542EA" w:rsidRPr="0075619B" w14:paraId="6038646E" w14:textId="77777777" w:rsidTr="005542EA">
        <w:trPr>
          <w:trHeight w:val="489"/>
        </w:trPr>
        <w:tc>
          <w:tcPr>
            <w:tcW w:w="1047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14:paraId="0AF85D7B" w14:textId="77777777" w:rsidR="005542EA" w:rsidRPr="00EB38A9" w:rsidRDefault="005542EA" w:rsidP="005542EA">
            <w:pPr>
              <w:jc w:val="center"/>
              <w:rPr>
                <w:color w:val="006D7D" w:themeColor="accent5" w:themeShade="BF"/>
                <w:sz w:val="24"/>
              </w:rPr>
            </w:pPr>
            <w:r w:rsidRPr="007707BE">
              <w:rPr>
                <w:b/>
                <w:color w:val="006D7D" w:themeColor="accent5" w:themeShade="BF"/>
                <w:sz w:val="16"/>
                <w:szCs w:val="16"/>
              </w:rPr>
              <w:t>CE 1907/2006</w:t>
            </w:r>
            <w:r w:rsidRPr="0083534A">
              <w:rPr>
                <w:color w:val="006D7D" w:themeColor="accent5" w:themeShade="BF"/>
                <w:sz w:val="16"/>
                <w:szCs w:val="16"/>
              </w:rPr>
              <w:t xml:space="preserve"> (REACH)</w:t>
            </w:r>
          </w:p>
        </w:tc>
        <w:tc>
          <w:tcPr>
            <w:tcW w:w="227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14:paraId="7526F5F2" w14:textId="77777777" w:rsidR="005542EA" w:rsidRPr="00EB38A9" w:rsidRDefault="00687767" w:rsidP="005542EA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-5422832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EB38A9"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258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14:paraId="72B642F1" w14:textId="77777777" w:rsidR="005542EA" w:rsidRPr="00EB38A9" w:rsidRDefault="00687767" w:rsidP="005542EA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-16179782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EB38A9"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259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vAlign w:val="center"/>
          </w:tcPr>
          <w:p w14:paraId="55330578" w14:textId="77777777" w:rsidR="005542EA" w:rsidRPr="00EB38A9" w:rsidRDefault="00687767" w:rsidP="005542EA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-13648224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EB38A9"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928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14:paraId="2165B86B" w14:textId="77777777" w:rsidR="005542EA" w:rsidRPr="0075619B" w:rsidRDefault="005542EA" w:rsidP="005542EA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  <w:tc>
          <w:tcPr>
            <w:tcW w:w="1197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14:paraId="5660A2F5" w14:textId="77777777" w:rsidR="005542EA" w:rsidRPr="0075619B" w:rsidRDefault="005542EA" w:rsidP="005542EA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  <w:tc>
          <w:tcPr>
            <w:tcW w:w="1084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14:paraId="545872C9" w14:textId="77777777" w:rsidR="005542EA" w:rsidRPr="0075619B" w:rsidRDefault="005542EA" w:rsidP="005542EA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</w:tr>
      <w:tr w:rsidR="005542EA" w:rsidRPr="0054287A" w14:paraId="2984EEF6" w14:textId="77777777" w:rsidTr="005542EA">
        <w:trPr>
          <w:trHeight w:val="1178"/>
        </w:trPr>
        <w:tc>
          <w:tcPr>
            <w:tcW w:w="104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E71C0E0" w14:textId="77777777" w:rsidR="005542EA" w:rsidRPr="00C51EA3" w:rsidRDefault="005542EA" w:rsidP="005542EA">
            <w:pPr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  <w:r w:rsidRPr="00C51EA3">
              <w:rPr>
                <w:sz w:val="24"/>
              </w:rPr>
              <w:t>.5</w:t>
            </w:r>
          </w:p>
          <w:p w14:paraId="1D014751" w14:textId="77777777" w:rsidR="005542EA" w:rsidRPr="00C51EA3" w:rsidRDefault="005542EA" w:rsidP="005542EA">
            <w:pPr>
              <w:jc w:val="center"/>
              <w:rPr>
                <w:sz w:val="36"/>
                <w:szCs w:val="36"/>
              </w:rPr>
            </w:pPr>
            <w:r w:rsidRPr="0083534A">
              <w:rPr>
                <w:sz w:val="16"/>
                <w:szCs w:val="16"/>
              </w:rPr>
              <w:t>Risques liés aux manutentions</w:t>
            </w:r>
          </w:p>
        </w:tc>
        <w:tc>
          <w:tcPr>
            <w:tcW w:w="22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199E4E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</w:t>
            </w:r>
          </w:p>
          <w:p w14:paraId="52DAF2CC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34A15B7E" w14:textId="77777777" w:rsidR="005542EA" w:rsidRPr="00C51EA3" w:rsidRDefault="00687767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-21388652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5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D3FD361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AA</w:t>
            </w:r>
          </w:p>
          <w:p w14:paraId="049D0B94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17D1F05B" w14:textId="77777777" w:rsidR="005542EA" w:rsidRPr="00C51EA3" w:rsidRDefault="00687767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-14025202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59" w:type="pct"/>
            <w:tcBorders>
              <w:bottom w:val="single" w:sz="4" w:space="0" w:color="auto"/>
            </w:tcBorders>
            <w:vAlign w:val="center"/>
          </w:tcPr>
          <w:p w14:paraId="6BFE8063" w14:textId="77777777" w:rsidR="005542EA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</w:t>
            </w:r>
          </w:p>
          <w:p w14:paraId="1D90520C" w14:textId="77777777" w:rsidR="005542EA" w:rsidRPr="00887354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44A86868" w14:textId="77777777" w:rsidR="005542EA" w:rsidRPr="00887354" w:rsidRDefault="00687767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-17011597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92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BBA33A7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9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5C474B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8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C27AF82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</w:tr>
      <w:tr w:rsidR="005542EA" w:rsidRPr="0054287A" w14:paraId="512B05F8" w14:textId="77777777" w:rsidTr="005542EA">
        <w:trPr>
          <w:trHeight w:val="1097"/>
        </w:trPr>
        <w:tc>
          <w:tcPr>
            <w:tcW w:w="104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BD02569" w14:textId="77777777" w:rsidR="005542EA" w:rsidRPr="00C51EA3" w:rsidRDefault="005542EA" w:rsidP="005542EA">
            <w:pPr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  <w:r w:rsidRPr="00C51EA3">
              <w:rPr>
                <w:sz w:val="24"/>
              </w:rPr>
              <w:t>.6</w:t>
            </w:r>
          </w:p>
          <w:p w14:paraId="2B382961" w14:textId="77777777" w:rsidR="005542EA" w:rsidRPr="00F44E7A" w:rsidRDefault="005542EA" w:rsidP="005542EA">
            <w:pPr>
              <w:jc w:val="center"/>
              <w:rPr>
                <w:sz w:val="36"/>
                <w:szCs w:val="36"/>
              </w:rPr>
            </w:pPr>
            <w:r w:rsidRPr="00544F06">
              <w:rPr>
                <w:sz w:val="16"/>
                <w:szCs w:val="16"/>
              </w:rPr>
              <w:t>Risques liés aux appareils sous pression</w:t>
            </w:r>
          </w:p>
        </w:tc>
        <w:tc>
          <w:tcPr>
            <w:tcW w:w="22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982803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</w:t>
            </w:r>
          </w:p>
          <w:p w14:paraId="7C43B049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4BCEDF5F" w14:textId="77777777" w:rsidR="005542EA" w:rsidRPr="00C51EA3" w:rsidRDefault="00687767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-8114126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5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5C2D48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AA</w:t>
            </w:r>
          </w:p>
          <w:p w14:paraId="1D4200F8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082BED75" w14:textId="77777777" w:rsidR="005542EA" w:rsidRPr="00C51EA3" w:rsidRDefault="00687767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11796967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59" w:type="pct"/>
            <w:tcBorders>
              <w:bottom w:val="single" w:sz="4" w:space="0" w:color="auto"/>
            </w:tcBorders>
            <w:vAlign w:val="center"/>
          </w:tcPr>
          <w:p w14:paraId="1841604C" w14:textId="77777777" w:rsidR="005542EA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</w:t>
            </w:r>
          </w:p>
          <w:p w14:paraId="1F17FF54" w14:textId="77777777" w:rsidR="005542EA" w:rsidRPr="00887354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76AB0A6F" w14:textId="77777777" w:rsidR="005542EA" w:rsidRPr="00887354" w:rsidRDefault="00687767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13129130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92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ABC4B1F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9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49AB569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8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E2E4C1E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</w:tr>
      <w:tr w:rsidR="005542EA" w:rsidRPr="0054287A" w14:paraId="6C903844" w14:textId="77777777" w:rsidTr="005542EA">
        <w:trPr>
          <w:trHeight w:val="1247"/>
        </w:trPr>
        <w:tc>
          <w:tcPr>
            <w:tcW w:w="104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90EAA9" w14:textId="77777777" w:rsidR="005542EA" w:rsidRPr="00C51EA3" w:rsidRDefault="005542EA" w:rsidP="005542EA">
            <w:pPr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  <w:r w:rsidRPr="00C51EA3">
              <w:rPr>
                <w:sz w:val="24"/>
              </w:rPr>
              <w:t>.7</w:t>
            </w:r>
          </w:p>
          <w:p w14:paraId="248740FE" w14:textId="77777777" w:rsidR="005542EA" w:rsidRPr="00F44E7A" w:rsidRDefault="005542EA" w:rsidP="005542EA">
            <w:pPr>
              <w:jc w:val="center"/>
              <w:rPr>
                <w:sz w:val="36"/>
                <w:szCs w:val="36"/>
              </w:rPr>
            </w:pPr>
            <w:r w:rsidRPr="00544F06">
              <w:rPr>
                <w:sz w:val="16"/>
                <w:szCs w:val="16"/>
              </w:rPr>
              <w:t>Risques liés aux travaux en hauteur</w:t>
            </w:r>
          </w:p>
        </w:tc>
        <w:tc>
          <w:tcPr>
            <w:tcW w:w="22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3D523D1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</w:t>
            </w:r>
          </w:p>
          <w:p w14:paraId="52CBF712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75D247F9" w14:textId="77777777" w:rsidR="005542EA" w:rsidRPr="00C51EA3" w:rsidRDefault="00687767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5891988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5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2024E1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AA</w:t>
            </w:r>
          </w:p>
          <w:p w14:paraId="2F33844F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6667A9DB" w14:textId="77777777" w:rsidR="005542EA" w:rsidRPr="00C51EA3" w:rsidRDefault="00687767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-9799237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59" w:type="pct"/>
            <w:tcBorders>
              <w:bottom w:val="single" w:sz="4" w:space="0" w:color="auto"/>
            </w:tcBorders>
            <w:vAlign w:val="center"/>
          </w:tcPr>
          <w:p w14:paraId="31EC2AA0" w14:textId="77777777" w:rsidR="005542EA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</w:t>
            </w:r>
          </w:p>
          <w:p w14:paraId="4C2BFD76" w14:textId="77777777" w:rsidR="005542EA" w:rsidRPr="00887354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4EA780B1" w14:textId="77777777" w:rsidR="005542EA" w:rsidRPr="00887354" w:rsidRDefault="00687767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6755465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92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B00E490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9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C4D2F1F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8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81584AF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</w:tr>
      <w:tr w:rsidR="005542EA" w:rsidRPr="0075619B" w14:paraId="6234FC46" w14:textId="77777777" w:rsidTr="005542EA">
        <w:trPr>
          <w:trHeight w:val="489"/>
        </w:trPr>
        <w:tc>
          <w:tcPr>
            <w:tcW w:w="1047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14:paraId="73CB6AEE" w14:textId="77777777" w:rsidR="005542EA" w:rsidRPr="007707BE" w:rsidRDefault="005542EA" w:rsidP="005542EA">
            <w:pPr>
              <w:jc w:val="center"/>
              <w:rPr>
                <w:b/>
                <w:color w:val="006D7D" w:themeColor="accent5" w:themeShade="BF"/>
                <w:sz w:val="16"/>
                <w:szCs w:val="16"/>
              </w:rPr>
            </w:pPr>
            <w:r w:rsidRPr="007707BE">
              <w:rPr>
                <w:b/>
                <w:color w:val="006D7D" w:themeColor="accent5" w:themeShade="BF"/>
                <w:sz w:val="16"/>
                <w:szCs w:val="16"/>
              </w:rPr>
              <w:t>EN 14122-3</w:t>
            </w:r>
          </w:p>
          <w:p w14:paraId="5DD231C2" w14:textId="77777777" w:rsidR="005542EA" w:rsidRPr="007707BE" w:rsidRDefault="005542EA" w:rsidP="005542EA">
            <w:pPr>
              <w:jc w:val="center"/>
              <w:rPr>
                <w:color w:val="006D7D" w:themeColor="accent5" w:themeShade="BF"/>
                <w:sz w:val="16"/>
                <w:szCs w:val="16"/>
              </w:rPr>
            </w:pPr>
            <w:r w:rsidRPr="007707BE">
              <w:rPr>
                <w:color w:val="006D7D" w:themeColor="accent5" w:themeShade="BF"/>
                <w:sz w:val="14"/>
                <w:szCs w:val="16"/>
              </w:rPr>
              <w:t>Sécurité des machines. Moyens permanents d'accès aux machines - Escaliers, escabeaux et garde-corps</w:t>
            </w:r>
          </w:p>
        </w:tc>
        <w:tc>
          <w:tcPr>
            <w:tcW w:w="227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14:paraId="63CBBEB5" w14:textId="77777777" w:rsidR="005542EA" w:rsidRPr="00EB38A9" w:rsidRDefault="00687767" w:rsidP="005542EA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11150929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EB38A9"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258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14:paraId="1A6020CA" w14:textId="77777777" w:rsidR="005542EA" w:rsidRPr="00EB38A9" w:rsidRDefault="00687767" w:rsidP="005542EA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11648931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EB38A9"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259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vAlign w:val="center"/>
          </w:tcPr>
          <w:p w14:paraId="74D6A299" w14:textId="77777777" w:rsidR="005542EA" w:rsidRPr="00EB38A9" w:rsidRDefault="00687767" w:rsidP="005542EA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-19935541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EB38A9"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928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14:paraId="6928B0C7" w14:textId="77777777" w:rsidR="005542EA" w:rsidRPr="0075619B" w:rsidRDefault="005542EA" w:rsidP="005542EA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  <w:tc>
          <w:tcPr>
            <w:tcW w:w="1197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14:paraId="5912C365" w14:textId="77777777" w:rsidR="005542EA" w:rsidRPr="0075619B" w:rsidRDefault="005542EA" w:rsidP="005542EA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  <w:tc>
          <w:tcPr>
            <w:tcW w:w="1084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14:paraId="3FDED242" w14:textId="77777777" w:rsidR="005542EA" w:rsidRPr="0075619B" w:rsidRDefault="005542EA" w:rsidP="005542EA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</w:tr>
      <w:tr w:rsidR="005542EA" w:rsidRPr="0075619B" w14:paraId="4ECA1408" w14:textId="77777777" w:rsidTr="005542EA">
        <w:trPr>
          <w:trHeight w:val="489"/>
        </w:trPr>
        <w:tc>
          <w:tcPr>
            <w:tcW w:w="1047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14:paraId="25BF0284" w14:textId="77777777" w:rsidR="005542EA" w:rsidRDefault="005542EA" w:rsidP="005542EA">
            <w:pPr>
              <w:jc w:val="center"/>
              <w:rPr>
                <w:b/>
                <w:color w:val="006D7D" w:themeColor="accent5" w:themeShade="BF"/>
                <w:sz w:val="16"/>
                <w:szCs w:val="16"/>
              </w:rPr>
            </w:pPr>
            <w:r w:rsidRPr="007707BE">
              <w:rPr>
                <w:b/>
                <w:color w:val="006D7D" w:themeColor="accent5" w:themeShade="BF"/>
                <w:sz w:val="16"/>
                <w:szCs w:val="16"/>
              </w:rPr>
              <w:t>EN 795</w:t>
            </w:r>
          </w:p>
          <w:p w14:paraId="2BD049D0" w14:textId="77777777" w:rsidR="005542EA" w:rsidRPr="007707BE" w:rsidRDefault="005542EA" w:rsidP="005542EA">
            <w:pPr>
              <w:jc w:val="center"/>
              <w:rPr>
                <w:color w:val="006D7D" w:themeColor="accent5" w:themeShade="BF"/>
                <w:sz w:val="14"/>
                <w:szCs w:val="14"/>
              </w:rPr>
            </w:pPr>
            <w:r w:rsidRPr="007707BE">
              <w:rPr>
                <w:color w:val="006D7D" w:themeColor="accent5" w:themeShade="BF"/>
                <w:sz w:val="14"/>
                <w:szCs w:val="14"/>
              </w:rPr>
              <w:t>Équipement personnel de protection contre les chutes. Dispositifs d'ancrage</w:t>
            </w:r>
          </w:p>
        </w:tc>
        <w:tc>
          <w:tcPr>
            <w:tcW w:w="227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14:paraId="70AC6B74" w14:textId="77777777" w:rsidR="005542EA" w:rsidRPr="00EB38A9" w:rsidRDefault="00687767" w:rsidP="005542EA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-17682194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EB38A9"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258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14:paraId="21A33881" w14:textId="77777777" w:rsidR="005542EA" w:rsidRPr="00EB38A9" w:rsidRDefault="00687767" w:rsidP="005542EA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12032841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EB38A9"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259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vAlign w:val="center"/>
          </w:tcPr>
          <w:p w14:paraId="0DBB6DFB" w14:textId="77777777" w:rsidR="005542EA" w:rsidRPr="00EB38A9" w:rsidRDefault="00687767" w:rsidP="005542EA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16509443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EB38A9"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928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14:paraId="6A76E3BD" w14:textId="77777777" w:rsidR="005542EA" w:rsidRPr="0075619B" w:rsidRDefault="005542EA" w:rsidP="005542EA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  <w:tc>
          <w:tcPr>
            <w:tcW w:w="1197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14:paraId="6E0BB448" w14:textId="77777777" w:rsidR="005542EA" w:rsidRPr="0075619B" w:rsidRDefault="005542EA" w:rsidP="005542EA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  <w:tc>
          <w:tcPr>
            <w:tcW w:w="1084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14:paraId="52101A34" w14:textId="77777777" w:rsidR="005542EA" w:rsidRPr="0075619B" w:rsidRDefault="005542EA" w:rsidP="005542EA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</w:tr>
      <w:tr w:rsidR="005542EA" w:rsidRPr="0054287A" w14:paraId="1BB790C7" w14:textId="77777777" w:rsidTr="005542EA">
        <w:trPr>
          <w:trHeight w:val="1247"/>
        </w:trPr>
        <w:tc>
          <w:tcPr>
            <w:tcW w:w="104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96F5A43" w14:textId="77777777" w:rsidR="005542EA" w:rsidRPr="00C51EA3" w:rsidRDefault="005542EA" w:rsidP="005542EA">
            <w:pPr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  <w:r w:rsidRPr="00C51EA3">
              <w:rPr>
                <w:sz w:val="24"/>
              </w:rPr>
              <w:t>.8</w:t>
            </w:r>
          </w:p>
          <w:p w14:paraId="7FE690A1" w14:textId="77777777" w:rsidR="005542EA" w:rsidRPr="00F44E7A" w:rsidRDefault="005542EA" w:rsidP="005542EA">
            <w:pPr>
              <w:jc w:val="center"/>
              <w:rPr>
                <w:sz w:val="36"/>
                <w:szCs w:val="36"/>
              </w:rPr>
            </w:pPr>
            <w:r w:rsidRPr="00544F06">
              <w:rPr>
                <w:sz w:val="16"/>
                <w:szCs w:val="16"/>
              </w:rPr>
              <w:t>Risques liés au rayonnement laser</w:t>
            </w:r>
          </w:p>
        </w:tc>
        <w:tc>
          <w:tcPr>
            <w:tcW w:w="22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477DF4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</w:t>
            </w:r>
          </w:p>
          <w:p w14:paraId="10B7D116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76DCEB7E" w14:textId="77777777" w:rsidR="005542EA" w:rsidRPr="00C51EA3" w:rsidRDefault="00687767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-19318043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5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432AF3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AA</w:t>
            </w:r>
          </w:p>
          <w:p w14:paraId="6FD36E96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1D46672E" w14:textId="77777777" w:rsidR="005542EA" w:rsidRPr="00C51EA3" w:rsidRDefault="00687767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-10127546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59" w:type="pct"/>
            <w:tcBorders>
              <w:bottom w:val="single" w:sz="4" w:space="0" w:color="auto"/>
            </w:tcBorders>
            <w:vAlign w:val="center"/>
          </w:tcPr>
          <w:p w14:paraId="30F11EC3" w14:textId="77777777" w:rsidR="005542EA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</w:t>
            </w:r>
          </w:p>
          <w:p w14:paraId="2D35EA85" w14:textId="77777777" w:rsidR="005542EA" w:rsidRPr="00887354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0872B554" w14:textId="77777777" w:rsidR="005542EA" w:rsidRPr="00887354" w:rsidRDefault="00687767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-8966587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92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A31628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9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95D0AE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8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8735604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</w:tr>
      <w:tr w:rsidR="005542EA" w:rsidRPr="0075619B" w14:paraId="3EC316F3" w14:textId="77777777" w:rsidTr="005542EA">
        <w:trPr>
          <w:trHeight w:val="489"/>
        </w:trPr>
        <w:tc>
          <w:tcPr>
            <w:tcW w:w="1047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14:paraId="6C39D40B" w14:textId="77777777" w:rsidR="005542EA" w:rsidRDefault="005542EA" w:rsidP="005542EA">
            <w:pPr>
              <w:jc w:val="center"/>
              <w:rPr>
                <w:b/>
                <w:color w:val="006D7D" w:themeColor="accent5" w:themeShade="BF"/>
                <w:sz w:val="16"/>
                <w:szCs w:val="16"/>
              </w:rPr>
            </w:pPr>
            <w:r w:rsidRPr="007707BE">
              <w:rPr>
                <w:b/>
                <w:color w:val="006D7D" w:themeColor="accent5" w:themeShade="BF"/>
                <w:sz w:val="16"/>
                <w:szCs w:val="16"/>
              </w:rPr>
              <w:t>EN 60825</w:t>
            </w:r>
            <w:r>
              <w:rPr>
                <w:b/>
                <w:color w:val="006D7D" w:themeColor="accent5" w:themeShade="BF"/>
                <w:sz w:val="16"/>
                <w:szCs w:val="16"/>
              </w:rPr>
              <w:t>-1</w:t>
            </w:r>
          </w:p>
          <w:p w14:paraId="01889B38" w14:textId="77777777" w:rsidR="005542EA" w:rsidRPr="007707BE" w:rsidRDefault="005542EA" w:rsidP="005542EA">
            <w:pPr>
              <w:jc w:val="center"/>
              <w:rPr>
                <w:color w:val="006D7D" w:themeColor="accent5" w:themeShade="BF"/>
                <w:sz w:val="14"/>
                <w:szCs w:val="14"/>
              </w:rPr>
            </w:pPr>
            <w:r w:rsidRPr="007707BE">
              <w:rPr>
                <w:color w:val="006D7D" w:themeColor="accent5" w:themeShade="BF"/>
                <w:sz w:val="14"/>
                <w:szCs w:val="14"/>
              </w:rPr>
              <w:t>Sécurité des produits laser - Classification et exigences des équipements</w:t>
            </w:r>
          </w:p>
        </w:tc>
        <w:tc>
          <w:tcPr>
            <w:tcW w:w="227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14:paraId="70B75223" w14:textId="77777777" w:rsidR="005542EA" w:rsidRPr="00EB38A9" w:rsidRDefault="00687767" w:rsidP="005542EA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15394750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EB38A9"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258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14:paraId="43D6FBA8" w14:textId="77777777" w:rsidR="005542EA" w:rsidRPr="00EB38A9" w:rsidRDefault="00687767" w:rsidP="005542EA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2099320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EB38A9"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259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vAlign w:val="center"/>
          </w:tcPr>
          <w:p w14:paraId="29813379" w14:textId="77777777" w:rsidR="005542EA" w:rsidRPr="00EB38A9" w:rsidRDefault="00687767" w:rsidP="005542EA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7312750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EB38A9"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928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14:paraId="5CA081D2" w14:textId="77777777" w:rsidR="005542EA" w:rsidRPr="0075619B" w:rsidRDefault="005542EA" w:rsidP="005542EA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  <w:tc>
          <w:tcPr>
            <w:tcW w:w="1197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14:paraId="14A13F77" w14:textId="77777777" w:rsidR="005542EA" w:rsidRPr="0075619B" w:rsidRDefault="005542EA" w:rsidP="005542EA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  <w:tc>
          <w:tcPr>
            <w:tcW w:w="1084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14:paraId="090C7A79" w14:textId="77777777" w:rsidR="005542EA" w:rsidRPr="0075619B" w:rsidRDefault="005542EA" w:rsidP="005542EA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</w:tr>
      <w:tr w:rsidR="005542EA" w:rsidRPr="0054287A" w14:paraId="0038F09B" w14:textId="77777777" w:rsidTr="005542EA">
        <w:trPr>
          <w:trHeight w:val="1247"/>
        </w:trPr>
        <w:tc>
          <w:tcPr>
            <w:tcW w:w="104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D543B72" w14:textId="77777777" w:rsidR="005542EA" w:rsidRPr="00C51EA3" w:rsidRDefault="005542EA" w:rsidP="005542EA">
            <w:pPr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  <w:r w:rsidRPr="00C51EA3">
              <w:rPr>
                <w:sz w:val="24"/>
              </w:rPr>
              <w:t>.9</w:t>
            </w:r>
          </w:p>
          <w:p w14:paraId="03797616" w14:textId="77777777" w:rsidR="005542EA" w:rsidRPr="00F44E7A" w:rsidRDefault="005542EA" w:rsidP="005542EA">
            <w:pPr>
              <w:jc w:val="center"/>
              <w:rPr>
                <w:szCs w:val="20"/>
              </w:rPr>
            </w:pPr>
            <w:r w:rsidRPr="00544F06">
              <w:rPr>
                <w:sz w:val="16"/>
                <w:szCs w:val="16"/>
              </w:rPr>
              <w:t>Risques liés aux sources de rayonnements ionisants</w:t>
            </w:r>
          </w:p>
        </w:tc>
        <w:tc>
          <w:tcPr>
            <w:tcW w:w="22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B3CC28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</w:t>
            </w:r>
          </w:p>
          <w:p w14:paraId="3DAC1424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0D8D7B5A" w14:textId="77777777" w:rsidR="005542EA" w:rsidRPr="00C51EA3" w:rsidRDefault="00687767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18426526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5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7C1F01C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AA</w:t>
            </w:r>
          </w:p>
          <w:p w14:paraId="36250F6E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46CDBDB6" w14:textId="77777777" w:rsidR="005542EA" w:rsidRPr="00C51EA3" w:rsidRDefault="00687767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6309744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59" w:type="pct"/>
            <w:tcBorders>
              <w:bottom w:val="single" w:sz="4" w:space="0" w:color="auto"/>
            </w:tcBorders>
            <w:vAlign w:val="center"/>
          </w:tcPr>
          <w:p w14:paraId="5DF3C549" w14:textId="77777777" w:rsidR="005542EA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</w:t>
            </w:r>
          </w:p>
          <w:p w14:paraId="6BE45703" w14:textId="77777777" w:rsidR="005542EA" w:rsidRPr="00887354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31EAF199" w14:textId="77777777" w:rsidR="005542EA" w:rsidRPr="00887354" w:rsidRDefault="00687767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7941082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92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433674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9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8CB8A3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8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F941D68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</w:tr>
      <w:tr w:rsidR="005542EA" w:rsidRPr="0075619B" w14:paraId="7D54C919" w14:textId="77777777" w:rsidTr="005542EA">
        <w:trPr>
          <w:trHeight w:val="489"/>
        </w:trPr>
        <w:tc>
          <w:tcPr>
            <w:tcW w:w="1047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14:paraId="23732B46" w14:textId="77777777" w:rsidR="005542EA" w:rsidRDefault="005542EA" w:rsidP="005542EA">
            <w:pPr>
              <w:jc w:val="center"/>
              <w:rPr>
                <w:b/>
                <w:color w:val="006D7D" w:themeColor="accent5" w:themeShade="BF"/>
                <w:sz w:val="16"/>
                <w:szCs w:val="16"/>
              </w:rPr>
            </w:pPr>
            <w:r w:rsidRPr="006670A7">
              <w:rPr>
                <w:b/>
                <w:color w:val="006D7D" w:themeColor="accent5" w:themeShade="BF"/>
                <w:sz w:val="16"/>
                <w:szCs w:val="16"/>
              </w:rPr>
              <w:t>NFC 74-100</w:t>
            </w:r>
          </w:p>
          <w:p w14:paraId="144FE26B" w14:textId="77777777" w:rsidR="005542EA" w:rsidRPr="006670A7" w:rsidRDefault="005542EA" w:rsidP="005542EA">
            <w:pPr>
              <w:jc w:val="center"/>
              <w:rPr>
                <w:color w:val="006D7D" w:themeColor="accent5" w:themeShade="BF"/>
                <w:sz w:val="14"/>
                <w:szCs w:val="14"/>
              </w:rPr>
            </w:pPr>
            <w:r w:rsidRPr="006670A7">
              <w:rPr>
                <w:color w:val="006D7D" w:themeColor="accent5" w:themeShade="BF"/>
                <w:sz w:val="14"/>
                <w:szCs w:val="14"/>
              </w:rPr>
              <w:t>Équipement de radiologie – Construction d'appareils à rayons X et exigences en matière de tests</w:t>
            </w:r>
          </w:p>
        </w:tc>
        <w:tc>
          <w:tcPr>
            <w:tcW w:w="227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14:paraId="57ADD765" w14:textId="77777777" w:rsidR="005542EA" w:rsidRPr="00EB38A9" w:rsidRDefault="00687767" w:rsidP="005542EA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-12589067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EB38A9"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258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14:paraId="432D2432" w14:textId="77777777" w:rsidR="005542EA" w:rsidRPr="00EB38A9" w:rsidRDefault="00687767" w:rsidP="005542EA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17470727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EB38A9"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259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vAlign w:val="center"/>
          </w:tcPr>
          <w:p w14:paraId="35D25839" w14:textId="77777777" w:rsidR="005542EA" w:rsidRPr="00EB38A9" w:rsidRDefault="00687767" w:rsidP="005542EA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-19449071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EB38A9"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928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14:paraId="618F562D" w14:textId="77777777" w:rsidR="005542EA" w:rsidRPr="0075619B" w:rsidRDefault="005542EA" w:rsidP="005542EA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  <w:tc>
          <w:tcPr>
            <w:tcW w:w="1197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14:paraId="52E9E386" w14:textId="77777777" w:rsidR="005542EA" w:rsidRPr="0075619B" w:rsidRDefault="005542EA" w:rsidP="005542EA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  <w:tc>
          <w:tcPr>
            <w:tcW w:w="1084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14:paraId="71CA6A16" w14:textId="77777777" w:rsidR="005542EA" w:rsidRPr="0075619B" w:rsidRDefault="005542EA" w:rsidP="005542EA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</w:tr>
      <w:tr w:rsidR="005542EA" w:rsidRPr="0054287A" w14:paraId="450F047F" w14:textId="77777777" w:rsidTr="005542EA">
        <w:trPr>
          <w:trHeight w:val="1247"/>
        </w:trPr>
        <w:tc>
          <w:tcPr>
            <w:tcW w:w="104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8B3AEB5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  <w:r>
              <w:rPr>
                <w:sz w:val="24"/>
              </w:rPr>
              <w:lastRenderedPageBreak/>
              <w:t>5</w:t>
            </w:r>
            <w:r w:rsidRPr="00C51EA3">
              <w:rPr>
                <w:sz w:val="24"/>
              </w:rPr>
              <w:t>.10</w:t>
            </w:r>
          </w:p>
          <w:p w14:paraId="60421B83" w14:textId="77777777" w:rsidR="005542EA" w:rsidRPr="00C51EA3" w:rsidRDefault="005542EA" w:rsidP="005542EA">
            <w:pPr>
              <w:jc w:val="center"/>
              <w:rPr>
                <w:sz w:val="36"/>
                <w:szCs w:val="36"/>
              </w:rPr>
            </w:pPr>
            <w:r w:rsidRPr="0083534A">
              <w:rPr>
                <w:sz w:val="16"/>
                <w:szCs w:val="16"/>
              </w:rPr>
              <w:t>Risques liés au bruit</w:t>
            </w:r>
          </w:p>
        </w:tc>
        <w:tc>
          <w:tcPr>
            <w:tcW w:w="22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264E8C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</w:t>
            </w:r>
          </w:p>
          <w:p w14:paraId="4FA04885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530AF33A" w14:textId="77777777" w:rsidR="005542EA" w:rsidRPr="00C51EA3" w:rsidRDefault="00687767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7597213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5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21DAE6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AA</w:t>
            </w:r>
          </w:p>
          <w:p w14:paraId="3BD799CC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593404B2" w14:textId="77777777" w:rsidR="005542EA" w:rsidRPr="00C51EA3" w:rsidRDefault="00687767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-18796947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59" w:type="pct"/>
            <w:tcBorders>
              <w:bottom w:val="single" w:sz="4" w:space="0" w:color="auto"/>
            </w:tcBorders>
            <w:vAlign w:val="center"/>
          </w:tcPr>
          <w:p w14:paraId="3BA4F57C" w14:textId="77777777" w:rsidR="005542EA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</w:t>
            </w:r>
          </w:p>
          <w:p w14:paraId="426A6133" w14:textId="77777777" w:rsidR="005542EA" w:rsidRPr="00887354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061FC27D" w14:textId="77777777" w:rsidR="005542EA" w:rsidRPr="00887354" w:rsidRDefault="00687767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-938671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92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B74EA8A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9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565B4B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8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F917B3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</w:tr>
      <w:tr w:rsidR="005542EA" w:rsidRPr="0054287A" w14:paraId="1BCD9DD7" w14:textId="77777777" w:rsidTr="005542EA">
        <w:trPr>
          <w:trHeight w:val="1247"/>
        </w:trPr>
        <w:tc>
          <w:tcPr>
            <w:tcW w:w="104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2C4723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  <w:r>
              <w:rPr>
                <w:sz w:val="24"/>
              </w:rPr>
              <w:t>5</w:t>
            </w:r>
            <w:r w:rsidRPr="00C51EA3">
              <w:rPr>
                <w:sz w:val="24"/>
              </w:rPr>
              <w:t>.11</w:t>
            </w:r>
          </w:p>
          <w:p w14:paraId="79B20318" w14:textId="77777777" w:rsidR="005542EA" w:rsidRPr="00C51EA3" w:rsidRDefault="005542EA" w:rsidP="005542EA">
            <w:pPr>
              <w:jc w:val="center"/>
              <w:rPr>
                <w:sz w:val="36"/>
                <w:szCs w:val="36"/>
              </w:rPr>
            </w:pPr>
            <w:r w:rsidRPr="0083534A">
              <w:rPr>
                <w:sz w:val="16"/>
                <w:szCs w:val="16"/>
              </w:rPr>
              <w:t>Risques liés aux températures</w:t>
            </w:r>
          </w:p>
        </w:tc>
        <w:tc>
          <w:tcPr>
            <w:tcW w:w="22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2DB9D0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</w:t>
            </w:r>
          </w:p>
          <w:p w14:paraId="1E3E316A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52FA629C" w14:textId="77777777" w:rsidR="005542EA" w:rsidRPr="00C51EA3" w:rsidRDefault="00687767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-125371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5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A5CFDD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AA</w:t>
            </w:r>
          </w:p>
          <w:p w14:paraId="76243F47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679C7982" w14:textId="77777777" w:rsidR="005542EA" w:rsidRPr="00C51EA3" w:rsidRDefault="00687767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1544244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59" w:type="pct"/>
            <w:tcBorders>
              <w:bottom w:val="single" w:sz="4" w:space="0" w:color="auto"/>
            </w:tcBorders>
            <w:vAlign w:val="center"/>
          </w:tcPr>
          <w:p w14:paraId="78EE4DA9" w14:textId="77777777" w:rsidR="005542EA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</w:t>
            </w:r>
          </w:p>
          <w:p w14:paraId="692639A3" w14:textId="77777777" w:rsidR="005542EA" w:rsidRPr="00887354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7A7E1C1F" w14:textId="77777777" w:rsidR="005542EA" w:rsidRPr="00887354" w:rsidRDefault="00687767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4285576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92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09BF68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9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800D338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8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B3EE67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</w:tr>
      <w:tr w:rsidR="005542EA" w:rsidRPr="0075619B" w14:paraId="01756C3D" w14:textId="77777777" w:rsidTr="005542EA">
        <w:trPr>
          <w:trHeight w:val="489"/>
        </w:trPr>
        <w:tc>
          <w:tcPr>
            <w:tcW w:w="1047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14:paraId="3A2D1254" w14:textId="77777777" w:rsidR="005542EA" w:rsidRDefault="005542EA" w:rsidP="005542EA">
            <w:pPr>
              <w:jc w:val="center"/>
              <w:rPr>
                <w:b/>
                <w:color w:val="006D7D" w:themeColor="accent5" w:themeShade="BF"/>
                <w:sz w:val="16"/>
                <w:szCs w:val="16"/>
              </w:rPr>
            </w:pPr>
            <w:r w:rsidRPr="006670A7">
              <w:rPr>
                <w:b/>
                <w:color w:val="006D7D" w:themeColor="accent5" w:themeShade="BF"/>
                <w:sz w:val="16"/>
                <w:szCs w:val="16"/>
              </w:rPr>
              <w:t>NF EN ISO 13732-1&amp;3</w:t>
            </w:r>
          </w:p>
          <w:p w14:paraId="6E24F675" w14:textId="77777777" w:rsidR="005542EA" w:rsidRPr="006670A7" w:rsidRDefault="005542EA" w:rsidP="005542EA">
            <w:pPr>
              <w:jc w:val="center"/>
              <w:rPr>
                <w:color w:val="006D7D" w:themeColor="accent5" w:themeShade="BF"/>
                <w:sz w:val="14"/>
                <w:szCs w:val="14"/>
              </w:rPr>
            </w:pPr>
            <w:r w:rsidRPr="006670A7">
              <w:rPr>
                <w:color w:val="006D7D" w:themeColor="accent5" w:themeShade="BF"/>
                <w:sz w:val="14"/>
                <w:szCs w:val="14"/>
              </w:rPr>
              <w:t>Ergonomie de l'environnement thermique. Méthodes d’évaluation des réponses humaines au contact avec des surfaces –</w:t>
            </w:r>
          </w:p>
          <w:p w14:paraId="1B0FCD75" w14:textId="77777777" w:rsidR="005542EA" w:rsidRPr="006670A7" w:rsidRDefault="005542EA" w:rsidP="005542EA">
            <w:pPr>
              <w:jc w:val="center"/>
              <w:rPr>
                <w:color w:val="006D7D" w:themeColor="accent5" w:themeShade="BF"/>
                <w:sz w:val="14"/>
                <w:szCs w:val="14"/>
              </w:rPr>
            </w:pPr>
            <w:r w:rsidRPr="006670A7">
              <w:rPr>
                <w:color w:val="006D7D" w:themeColor="accent5" w:themeShade="BF"/>
                <w:sz w:val="14"/>
                <w:szCs w:val="14"/>
              </w:rPr>
              <w:t>Surfaces chaudes (-1)</w:t>
            </w:r>
          </w:p>
          <w:p w14:paraId="4849CB29" w14:textId="77777777" w:rsidR="005542EA" w:rsidRPr="006670A7" w:rsidRDefault="005542EA" w:rsidP="005542EA">
            <w:pPr>
              <w:jc w:val="center"/>
              <w:rPr>
                <w:b/>
                <w:color w:val="006D7D" w:themeColor="accent5" w:themeShade="BF"/>
                <w:sz w:val="24"/>
              </w:rPr>
            </w:pPr>
            <w:r w:rsidRPr="006670A7">
              <w:rPr>
                <w:color w:val="006D7D" w:themeColor="accent5" w:themeShade="BF"/>
                <w:sz w:val="14"/>
                <w:szCs w:val="14"/>
              </w:rPr>
              <w:t>Surfaces froides (-3)</w:t>
            </w:r>
          </w:p>
        </w:tc>
        <w:tc>
          <w:tcPr>
            <w:tcW w:w="227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14:paraId="5203AC93" w14:textId="77777777" w:rsidR="005542EA" w:rsidRPr="00EB38A9" w:rsidRDefault="00687767" w:rsidP="005542EA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1811717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EB38A9"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258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14:paraId="72006495" w14:textId="77777777" w:rsidR="005542EA" w:rsidRPr="00EB38A9" w:rsidRDefault="00687767" w:rsidP="005542EA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13327919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EB38A9"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259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vAlign w:val="center"/>
          </w:tcPr>
          <w:p w14:paraId="141F9886" w14:textId="77777777" w:rsidR="005542EA" w:rsidRPr="00EB38A9" w:rsidRDefault="00687767" w:rsidP="005542EA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1620554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EB38A9"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928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14:paraId="1B2B11D7" w14:textId="77777777" w:rsidR="005542EA" w:rsidRPr="0075619B" w:rsidRDefault="005542EA" w:rsidP="005542EA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  <w:tc>
          <w:tcPr>
            <w:tcW w:w="1197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14:paraId="5E5831AE" w14:textId="77777777" w:rsidR="005542EA" w:rsidRPr="0075619B" w:rsidRDefault="005542EA" w:rsidP="005542EA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  <w:tc>
          <w:tcPr>
            <w:tcW w:w="1084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14:paraId="7876D279" w14:textId="77777777" w:rsidR="005542EA" w:rsidRPr="0075619B" w:rsidRDefault="005542EA" w:rsidP="005542EA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</w:tr>
      <w:tr w:rsidR="005542EA" w:rsidRPr="0075619B" w14:paraId="3BD94BEF" w14:textId="77777777" w:rsidTr="005542EA">
        <w:trPr>
          <w:trHeight w:val="489"/>
        </w:trPr>
        <w:tc>
          <w:tcPr>
            <w:tcW w:w="1047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14:paraId="10C61271" w14:textId="77777777" w:rsidR="005542EA" w:rsidRDefault="005542EA" w:rsidP="005542EA">
            <w:pPr>
              <w:jc w:val="center"/>
              <w:rPr>
                <w:b/>
                <w:color w:val="006D7D" w:themeColor="accent5" w:themeShade="BF"/>
                <w:sz w:val="16"/>
                <w:szCs w:val="16"/>
              </w:rPr>
            </w:pPr>
            <w:r w:rsidRPr="006670A7">
              <w:rPr>
                <w:b/>
                <w:color w:val="006D7D" w:themeColor="accent5" w:themeShade="BF"/>
                <w:sz w:val="16"/>
                <w:szCs w:val="16"/>
              </w:rPr>
              <w:t>EN 13849-1</w:t>
            </w:r>
          </w:p>
          <w:p w14:paraId="19BE27F6" w14:textId="77777777" w:rsidR="005542EA" w:rsidRPr="006670A7" w:rsidRDefault="005542EA" w:rsidP="005542EA">
            <w:pPr>
              <w:jc w:val="center"/>
              <w:rPr>
                <w:color w:val="006D7D" w:themeColor="accent5" w:themeShade="BF"/>
                <w:sz w:val="16"/>
                <w:szCs w:val="16"/>
              </w:rPr>
            </w:pPr>
            <w:r w:rsidRPr="006670A7">
              <w:rPr>
                <w:color w:val="006D7D" w:themeColor="accent5" w:themeShade="BF"/>
                <w:sz w:val="14"/>
                <w:szCs w:val="16"/>
              </w:rPr>
              <w:t>Sécurité des machines. Parties des systèmes de commande liées à la sécurité - Principes généraux de conception</w:t>
            </w:r>
          </w:p>
        </w:tc>
        <w:tc>
          <w:tcPr>
            <w:tcW w:w="227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14:paraId="2F0FBC1B" w14:textId="77777777" w:rsidR="005542EA" w:rsidRPr="00EB38A9" w:rsidRDefault="00687767" w:rsidP="005542EA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3442138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EB38A9"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258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14:paraId="09B02EB1" w14:textId="77777777" w:rsidR="005542EA" w:rsidRPr="00EB38A9" w:rsidRDefault="00687767" w:rsidP="005542EA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15773224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EB38A9"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259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vAlign w:val="center"/>
          </w:tcPr>
          <w:p w14:paraId="46FBF416" w14:textId="77777777" w:rsidR="005542EA" w:rsidRPr="00EB38A9" w:rsidRDefault="00687767" w:rsidP="005542EA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10654519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EB38A9"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928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14:paraId="4ACFBF87" w14:textId="77777777" w:rsidR="005542EA" w:rsidRPr="0075619B" w:rsidRDefault="005542EA" w:rsidP="005542EA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  <w:tc>
          <w:tcPr>
            <w:tcW w:w="1197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14:paraId="1EF383CC" w14:textId="77777777" w:rsidR="005542EA" w:rsidRPr="0075619B" w:rsidRDefault="005542EA" w:rsidP="005542EA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  <w:tc>
          <w:tcPr>
            <w:tcW w:w="1084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14:paraId="7F13F635" w14:textId="77777777" w:rsidR="005542EA" w:rsidRPr="0075619B" w:rsidRDefault="005542EA" w:rsidP="005542EA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</w:tr>
      <w:tr w:rsidR="005542EA" w:rsidRPr="0054287A" w14:paraId="14458F1A" w14:textId="77777777" w:rsidTr="005542EA">
        <w:trPr>
          <w:trHeight w:val="1247"/>
        </w:trPr>
        <w:tc>
          <w:tcPr>
            <w:tcW w:w="104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A42F342" w14:textId="77777777" w:rsidR="005542EA" w:rsidRPr="00C51EA3" w:rsidRDefault="005542EA" w:rsidP="005542EA">
            <w:pPr>
              <w:jc w:val="center"/>
              <w:rPr>
                <w:szCs w:val="20"/>
              </w:rPr>
            </w:pPr>
            <w:r>
              <w:rPr>
                <w:sz w:val="24"/>
              </w:rPr>
              <w:t>5</w:t>
            </w:r>
            <w:r w:rsidRPr="00C51EA3">
              <w:rPr>
                <w:sz w:val="24"/>
              </w:rPr>
              <w:t>.12</w:t>
            </w:r>
          </w:p>
          <w:p w14:paraId="157ADFE1" w14:textId="77777777" w:rsidR="005542EA" w:rsidRPr="00C51EA3" w:rsidRDefault="005542EA" w:rsidP="005542EA">
            <w:pPr>
              <w:jc w:val="center"/>
              <w:rPr>
                <w:sz w:val="36"/>
                <w:szCs w:val="36"/>
              </w:rPr>
            </w:pPr>
            <w:r w:rsidRPr="0083534A">
              <w:rPr>
                <w:sz w:val="16"/>
                <w:szCs w:val="16"/>
              </w:rPr>
              <w:t>Signalisation</w:t>
            </w:r>
          </w:p>
        </w:tc>
        <w:tc>
          <w:tcPr>
            <w:tcW w:w="22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5EB775B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</w:t>
            </w:r>
          </w:p>
          <w:p w14:paraId="554EB5E0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47A427B8" w14:textId="77777777" w:rsidR="005542EA" w:rsidRPr="00C51EA3" w:rsidRDefault="00687767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18707879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5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949369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AA</w:t>
            </w:r>
          </w:p>
          <w:p w14:paraId="01E80D9F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3E5F4495" w14:textId="77777777" w:rsidR="005542EA" w:rsidRPr="00C51EA3" w:rsidRDefault="00687767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12268809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59" w:type="pct"/>
            <w:tcBorders>
              <w:bottom w:val="single" w:sz="4" w:space="0" w:color="auto"/>
            </w:tcBorders>
            <w:vAlign w:val="center"/>
          </w:tcPr>
          <w:p w14:paraId="67D6EE55" w14:textId="77777777" w:rsidR="005542EA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</w:t>
            </w:r>
          </w:p>
          <w:p w14:paraId="3B821A6E" w14:textId="77777777" w:rsidR="005542EA" w:rsidRPr="00887354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093CC8DA" w14:textId="77777777" w:rsidR="005542EA" w:rsidRPr="00887354" w:rsidRDefault="00687767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-14769889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92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F21355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9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0DC904E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8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898AD84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</w:tr>
      <w:tr w:rsidR="005542EA" w14:paraId="4236E75E" w14:textId="77777777" w:rsidTr="005542EA">
        <w:trPr>
          <w:trHeight w:val="1247"/>
        </w:trPr>
        <w:tc>
          <w:tcPr>
            <w:tcW w:w="104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8F8C85" w14:textId="77777777" w:rsidR="005542EA" w:rsidRPr="00C51EA3" w:rsidRDefault="005542EA" w:rsidP="005542EA">
            <w:pPr>
              <w:jc w:val="center"/>
              <w:rPr>
                <w:szCs w:val="20"/>
              </w:rPr>
            </w:pPr>
            <w:r>
              <w:rPr>
                <w:sz w:val="24"/>
              </w:rPr>
              <w:t>5</w:t>
            </w:r>
            <w:r w:rsidRPr="00C51EA3">
              <w:rPr>
                <w:sz w:val="24"/>
              </w:rPr>
              <w:t>.13</w:t>
            </w:r>
          </w:p>
          <w:p w14:paraId="5D0EAD5F" w14:textId="77777777" w:rsidR="005542EA" w:rsidRPr="00C51EA3" w:rsidRDefault="005542EA" w:rsidP="005542EA">
            <w:pPr>
              <w:jc w:val="center"/>
              <w:rPr>
                <w:sz w:val="36"/>
                <w:szCs w:val="36"/>
              </w:rPr>
            </w:pPr>
            <w:r w:rsidRPr="003D7625">
              <w:rPr>
                <w:sz w:val="16"/>
                <w:szCs w:val="16"/>
              </w:rPr>
              <w:t>Modalités d’intervention sur le site du CEA-LETI</w:t>
            </w:r>
          </w:p>
        </w:tc>
        <w:tc>
          <w:tcPr>
            <w:tcW w:w="22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1DF44D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</w:t>
            </w:r>
          </w:p>
          <w:p w14:paraId="7331D8D4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5A583952" w14:textId="77777777" w:rsidR="005542EA" w:rsidRPr="00C51EA3" w:rsidRDefault="00687767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1450939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5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9BE5D2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AA</w:t>
            </w:r>
          </w:p>
          <w:p w14:paraId="48CC5366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61A84D0A" w14:textId="77777777" w:rsidR="005542EA" w:rsidRPr="00C51EA3" w:rsidRDefault="00687767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11357619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59" w:type="pct"/>
            <w:tcBorders>
              <w:bottom w:val="single" w:sz="4" w:space="0" w:color="auto"/>
            </w:tcBorders>
            <w:vAlign w:val="center"/>
          </w:tcPr>
          <w:p w14:paraId="10A0626F" w14:textId="77777777" w:rsidR="005542EA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</w:t>
            </w:r>
          </w:p>
          <w:p w14:paraId="73ED0214" w14:textId="77777777" w:rsidR="005542EA" w:rsidRPr="00887354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6675BD96" w14:textId="77777777" w:rsidR="005542EA" w:rsidRPr="00887354" w:rsidRDefault="00687767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2794681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92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DF71B4D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9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DF43D3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8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F39A9E0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</w:tr>
      <w:tr w:rsidR="005542EA" w14:paraId="5CFC48F8" w14:textId="77777777" w:rsidTr="005542EA">
        <w:trPr>
          <w:trHeight w:val="1247"/>
        </w:trPr>
        <w:tc>
          <w:tcPr>
            <w:tcW w:w="104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F56D7B1" w14:textId="77777777" w:rsidR="005542EA" w:rsidRPr="00124C93" w:rsidRDefault="005542EA" w:rsidP="005542EA">
            <w:pPr>
              <w:jc w:val="center"/>
              <w:rPr>
                <w:sz w:val="24"/>
              </w:rPr>
            </w:pPr>
            <w:r w:rsidRPr="00124C93">
              <w:rPr>
                <w:sz w:val="24"/>
              </w:rPr>
              <w:t>6</w:t>
            </w:r>
            <w:r>
              <w:rPr>
                <w:sz w:val="24"/>
              </w:rPr>
              <w:t>.2</w:t>
            </w:r>
          </w:p>
          <w:p w14:paraId="519D7346" w14:textId="77777777" w:rsidR="005542EA" w:rsidRPr="00124C93" w:rsidRDefault="005542EA" w:rsidP="005542EA">
            <w:pPr>
              <w:jc w:val="center"/>
              <w:rPr>
                <w:sz w:val="16"/>
                <w:szCs w:val="16"/>
              </w:rPr>
            </w:pPr>
            <w:r w:rsidRPr="0001300D">
              <w:rPr>
                <w:sz w:val="16"/>
                <w:szCs w:val="16"/>
              </w:rPr>
              <w:t>Développement durable et développement du tissu économique local</w:t>
            </w:r>
          </w:p>
        </w:tc>
        <w:tc>
          <w:tcPr>
            <w:tcW w:w="22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05C1355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</w:t>
            </w:r>
          </w:p>
          <w:p w14:paraId="075E61A0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4AD3DE03" w14:textId="77777777" w:rsidR="005542EA" w:rsidRPr="00C51EA3" w:rsidRDefault="00687767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-10096007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5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CF8FD58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AA</w:t>
            </w:r>
          </w:p>
          <w:p w14:paraId="371BF428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46727E8B" w14:textId="77777777" w:rsidR="005542EA" w:rsidRPr="00C51EA3" w:rsidRDefault="00687767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-19712745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59" w:type="pct"/>
            <w:tcBorders>
              <w:bottom w:val="single" w:sz="4" w:space="0" w:color="auto"/>
            </w:tcBorders>
            <w:vAlign w:val="center"/>
          </w:tcPr>
          <w:p w14:paraId="316D766F" w14:textId="77777777" w:rsidR="005542EA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</w:t>
            </w:r>
          </w:p>
          <w:p w14:paraId="4F65554B" w14:textId="77777777" w:rsidR="005542EA" w:rsidRPr="00887354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7D85F755" w14:textId="77777777" w:rsidR="005542EA" w:rsidRPr="00887354" w:rsidRDefault="00687767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16980459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92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6E76F6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9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D6713F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8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C32200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</w:tr>
      <w:tr w:rsidR="005542EA" w14:paraId="24E4BC44" w14:textId="77777777" w:rsidTr="005542EA">
        <w:trPr>
          <w:trHeight w:val="831"/>
        </w:trPr>
        <w:tc>
          <w:tcPr>
            <w:tcW w:w="104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882C4E" w14:textId="77777777" w:rsidR="005542EA" w:rsidRPr="00124C93" w:rsidRDefault="005542EA" w:rsidP="005542EA">
            <w:pPr>
              <w:jc w:val="center"/>
              <w:rPr>
                <w:sz w:val="24"/>
              </w:rPr>
            </w:pPr>
            <w:r w:rsidRPr="00124C93">
              <w:rPr>
                <w:sz w:val="24"/>
              </w:rPr>
              <w:t>6</w:t>
            </w:r>
            <w:r>
              <w:rPr>
                <w:sz w:val="24"/>
              </w:rPr>
              <w:t>.3</w:t>
            </w:r>
          </w:p>
          <w:p w14:paraId="6418A0D9" w14:textId="77777777" w:rsidR="005542EA" w:rsidRPr="00124C93" w:rsidRDefault="005542EA" w:rsidP="005542EA">
            <w:pPr>
              <w:jc w:val="center"/>
              <w:rPr>
                <w:sz w:val="16"/>
                <w:szCs w:val="16"/>
              </w:rPr>
            </w:pPr>
            <w:r w:rsidRPr="0001300D">
              <w:rPr>
                <w:sz w:val="16"/>
                <w:szCs w:val="16"/>
              </w:rPr>
              <w:t>Performance énergétique</w:t>
            </w:r>
          </w:p>
        </w:tc>
        <w:tc>
          <w:tcPr>
            <w:tcW w:w="22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DF8FFB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</w:t>
            </w:r>
          </w:p>
          <w:p w14:paraId="5EA36048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3CB18AAA" w14:textId="77777777" w:rsidR="005542EA" w:rsidRPr="00C51EA3" w:rsidRDefault="00687767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17845292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5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2173CD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AA</w:t>
            </w:r>
          </w:p>
          <w:p w14:paraId="5864435B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1978E9A2" w14:textId="77777777" w:rsidR="005542EA" w:rsidRPr="00C51EA3" w:rsidRDefault="00687767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-8460180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59" w:type="pct"/>
            <w:tcBorders>
              <w:bottom w:val="single" w:sz="4" w:space="0" w:color="auto"/>
            </w:tcBorders>
            <w:vAlign w:val="center"/>
          </w:tcPr>
          <w:p w14:paraId="4EA7A1B9" w14:textId="77777777" w:rsidR="005542EA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</w:t>
            </w:r>
          </w:p>
          <w:p w14:paraId="0FF4270D" w14:textId="77777777" w:rsidR="005542EA" w:rsidRPr="00887354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248AE655" w14:textId="77777777" w:rsidR="005542EA" w:rsidRPr="00887354" w:rsidRDefault="00687767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8493727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92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B2FEBA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9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0E31A16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8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36C82D9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</w:tr>
      <w:tr w:rsidR="005542EA" w14:paraId="41EB35A4" w14:textId="77777777" w:rsidTr="005542EA">
        <w:trPr>
          <w:trHeight w:val="1247"/>
        </w:trPr>
        <w:tc>
          <w:tcPr>
            <w:tcW w:w="104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61732E0" w14:textId="77777777" w:rsidR="005542EA" w:rsidRPr="00C51EA3" w:rsidRDefault="005542EA" w:rsidP="005542EA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021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  <w:p w14:paraId="7307A1B9" w14:textId="77777777" w:rsidR="005542EA" w:rsidRPr="00C51EA3" w:rsidRDefault="005542EA" w:rsidP="005542EA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021"/>
              </w:tabs>
              <w:jc w:val="center"/>
              <w:rPr>
                <w:szCs w:val="20"/>
              </w:rPr>
            </w:pPr>
            <w:r w:rsidRPr="003D7625">
              <w:rPr>
                <w:sz w:val="16"/>
                <w:szCs w:val="16"/>
              </w:rPr>
              <w:t>CONDITIONS DE LIVRAISON DES EQUIPEMENTS</w:t>
            </w:r>
          </w:p>
        </w:tc>
        <w:tc>
          <w:tcPr>
            <w:tcW w:w="22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D43B35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</w:t>
            </w:r>
          </w:p>
          <w:p w14:paraId="16F0239E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15932331" w14:textId="77777777" w:rsidR="005542EA" w:rsidRPr="00C51EA3" w:rsidRDefault="00687767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12732799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5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B9CA85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AA</w:t>
            </w:r>
          </w:p>
          <w:p w14:paraId="1A9B213E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4C570198" w14:textId="77777777" w:rsidR="005542EA" w:rsidRPr="00C51EA3" w:rsidRDefault="00687767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-2116587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59" w:type="pct"/>
            <w:tcBorders>
              <w:bottom w:val="single" w:sz="4" w:space="0" w:color="auto"/>
            </w:tcBorders>
            <w:vAlign w:val="center"/>
          </w:tcPr>
          <w:p w14:paraId="40E4F54B" w14:textId="77777777" w:rsidR="005542EA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</w:t>
            </w:r>
          </w:p>
          <w:p w14:paraId="2AA30641" w14:textId="77777777" w:rsidR="005542EA" w:rsidRPr="00887354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4B33B471" w14:textId="77777777" w:rsidR="005542EA" w:rsidRPr="00887354" w:rsidRDefault="00687767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10075611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92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9E422C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9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75D53C5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8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6398D8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</w:tr>
      <w:tr w:rsidR="005542EA" w14:paraId="3AAC22B6" w14:textId="77777777" w:rsidTr="005542EA">
        <w:trPr>
          <w:trHeight w:val="1247"/>
        </w:trPr>
        <w:tc>
          <w:tcPr>
            <w:tcW w:w="104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7759DA2" w14:textId="77777777" w:rsidR="005542EA" w:rsidRPr="00C51EA3" w:rsidRDefault="005542EA" w:rsidP="005542EA">
            <w:pPr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  <w:p w14:paraId="762D4483" w14:textId="77777777" w:rsidR="005542EA" w:rsidRPr="00C51EA3" w:rsidRDefault="005542EA" w:rsidP="005542EA">
            <w:pPr>
              <w:jc w:val="center"/>
              <w:rPr>
                <w:sz w:val="36"/>
                <w:szCs w:val="36"/>
              </w:rPr>
            </w:pPr>
            <w:r w:rsidRPr="003D7625">
              <w:rPr>
                <w:sz w:val="16"/>
                <w:szCs w:val="16"/>
              </w:rPr>
              <w:t>CONDITIONS D’INSTALLATION DES EQUIPEMENTS</w:t>
            </w:r>
          </w:p>
        </w:tc>
        <w:tc>
          <w:tcPr>
            <w:tcW w:w="22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1AA4EC0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</w:t>
            </w:r>
          </w:p>
          <w:p w14:paraId="3D9BEAA6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2185C669" w14:textId="77777777" w:rsidR="005542EA" w:rsidRPr="00C51EA3" w:rsidRDefault="00687767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16433884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5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197766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AA</w:t>
            </w:r>
          </w:p>
          <w:p w14:paraId="000641F3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0B1CBC1B" w14:textId="77777777" w:rsidR="005542EA" w:rsidRPr="00C51EA3" w:rsidRDefault="00687767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12950222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59" w:type="pct"/>
            <w:tcBorders>
              <w:bottom w:val="single" w:sz="4" w:space="0" w:color="auto"/>
            </w:tcBorders>
            <w:vAlign w:val="center"/>
          </w:tcPr>
          <w:p w14:paraId="68690D75" w14:textId="77777777" w:rsidR="005542EA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</w:t>
            </w:r>
          </w:p>
          <w:p w14:paraId="21362B19" w14:textId="77777777" w:rsidR="005542EA" w:rsidRPr="00887354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36202D6F" w14:textId="77777777" w:rsidR="005542EA" w:rsidRPr="00887354" w:rsidRDefault="00687767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7589476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92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B7BBC84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9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FBC87B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8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46D6D2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</w:tr>
      <w:tr w:rsidR="005542EA" w14:paraId="6E2D404C" w14:textId="77777777" w:rsidTr="005542EA">
        <w:trPr>
          <w:trHeight w:val="1247"/>
        </w:trPr>
        <w:tc>
          <w:tcPr>
            <w:tcW w:w="1047" w:type="pct"/>
            <w:tcBorders>
              <w:bottom w:val="dashSmallGap" w:sz="4" w:space="0" w:color="2E3761" w:themeColor="accent1" w:themeShade="BF"/>
            </w:tcBorders>
            <w:shd w:val="clear" w:color="auto" w:fill="auto"/>
            <w:vAlign w:val="center"/>
          </w:tcPr>
          <w:p w14:paraId="78BC7396" w14:textId="77777777" w:rsidR="005542EA" w:rsidRPr="00C51EA3" w:rsidRDefault="005542EA" w:rsidP="005542EA">
            <w:pPr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9</w:t>
            </w:r>
          </w:p>
          <w:p w14:paraId="70AB28AA" w14:textId="77777777" w:rsidR="005542EA" w:rsidRPr="00C51EA3" w:rsidRDefault="005542EA" w:rsidP="005542EA">
            <w:pPr>
              <w:jc w:val="center"/>
              <w:rPr>
                <w:szCs w:val="20"/>
              </w:rPr>
            </w:pPr>
            <w:r w:rsidRPr="003D7625">
              <w:rPr>
                <w:sz w:val="16"/>
                <w:szCs w:val="16"/>
              </w:rPr>
              <w:t>FORMATION &amp; APPRENTISSAGE</w:t>
            </w:r>
          </w:p>
        </w:tc>
        <w:tc>
          <w:tcPr>
            <w:tcW w:w="227" w:type="pct"/>
            <w:tcBorders>
              <w:bottom w:val="dashSmallGap" w:sz="4" w:space="0" w:color="2E3761" w:themeColor="accent1" w:themeShade="BF"/>
            </w:tcBorders>
            <w:shd w:val="clear" w:color="auto" w:fill="auto"/>
            <w:vAlign w:val="center"/>
          </w:tcPr>
          <w:p w14:paraId="7144069A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</w:t>
            </w:r>
          </w:p>
          <w:p w14:paraId="59BE4418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73473A30" w14:textId="77777777" w:rsidR="005542EA" w:rsidRPr="00C51EA3" w:rsidRDefault="00687767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10525862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58" w:type="pct"/>
            <w:tcBorders>
              <w:bottom w:val="dashSmallGap" w:sz="4" w:space="0" w:color="2E3761" w:themeColor="accent1" w:themeShade="BF"/>
            </w:tcBorders>
            <w:shd w:val="clear" w:color="auto" w:fill="auto"/>
            <w:vAlign w:val="center"/>
          </w:tcPr>
          <w:p w14:paraId="0E902BBE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AA</w:t>
            </w:r>
          </w:p>
          <w:p w14:paraId="4BEAC581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08A7C986" w14:textId="77777777" w:rsidR="005542EA" w:rsidRPr="00C51EA3" w:rsidRDefault="00687767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13332515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59" w:type="pct"/>
            <w:tcBorders>
              <w:bottom w:val="dashSmallGap" w:sz="4" w:space="0" w:color="2E3761" w:themeColor="accent1" w:themeShade="BF"/>
            </w:tcBorders>
            <w:vAlign w:val="center"/>
          </w:tcPr>
          <w:p w14:paraId="27EABD1F" w14:textId="77777777" w:rsidR="005542EA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</w:t>
            </w:r>
          </w:p>
          <w:p w14:paraId="736624E0" w14:textId="77777777" w:rsidR="005542EA" w:rsidRPr="00887354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30A1A4AE" w14:textId="77777777" w:rsidR="005542EA" w:rsidRPr="00887354" w:rsidRDefault="00687767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10571270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928" w:type="pct"/>
            <w:tcBorders>
              <w:bottom w:val="dashSmallGap" w:sz="4" w:space="0" w:color="2E3761" w:themeColor="accent1" w:themeShade="BF"/>
            </w:tcBorders>
            <w:shd w:val="clear" w:color="auto" w:fill="auto"/>
            <w:vAlign w:val="center"/>
          </w:tcPr>
          <w:p w14:paraId="44377210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97" w:type="pct"/>
            <w:tcBorders>
              <w:bottom w:val="dashSmallGap" w:sz="4" w:space="0" w:color="2E3761" w:themeColor="accent1" w:themeShade="BF"/>
            </w:tcBorders>
            <w:shd w:val="clear" w:color="auto" w:fill="auto"/>
            <w:vAlign w:val="center"/>
          </w:tcPr>
          <w:p w14:paraId="1E1FBB43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84" w:type="pct"/>
            <w:tcBorders>
              <w:bottom w:val="dashSmallGap" w:sz="4" w:space="0" w:color="2E3761" w:themeColor="accent1" w:themeShade="BF"/>
            </w:tcBorders>
            <w:shd w:val="clear" w:color="auto" w:fill="auto"/>
            <w:vAlign w:val="center"/>
          </w:tcPr>
          <w:p w14:paraId="425FBEF3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</w:tr>
      <w:tr w:rsidR="005542EA" w14:paraId="5908D9EE" w14:textId="77777777" w:rsidTr="005542EA">
        <w:trPr>
          <w:trHeight w:val="521"/>
        </w:trPr>
        <w:tc>
          <w:tcPr>
            <w:tcW w:w="1047" w:type="pct"/>
            <w:tcBorders>
              <w:top w:val="dashSmallGap" w:sz="4" w:space="0" w:color="2E3761" w:themeColor="accent1" w:themeShade="BF"/>
              <w:bottom w:val="single" w:sz="4" w:space="0" w:color="auto"/>
            </w:tcBorders>
            <w:shd w:val="clear" w:color="auto" w:fill="auto"/>
            <w:vAlign w:val="center"/>
          </w:tcPr>
          <w:p w14:paraId="5908A383" w14:textId="77777777" w:rsidR="005542EA" w:rsidRPr="009E469B" w:rsidRDefault="005542EA" w:rsidP="005542EA">
            <w:pPr>
              <w:jc w:val="center"/>
              <w:rPr>
                <w:color w:val="006D7D" w:themeColor="accent5" w:themeShade="BF"/>
                <w:sz w:val="18"/>
                <w:szCs w:val="16"/>
              </w:rPr>
            </w:pPr>
            <w:r>
              <w:rPr>
                <w:color w:val="006D7D" w:themeColor="accent5" w:themeShade="BF"/>
                <w:sz w:val="16"/>
                <w:szCs w:val="16"/>
              </w:rPr>
              <w:t>A</w:t>
            </w:r>
            <w:r w:rsidRPr="009E469B">
              <w:rPr>
                <w:color w:val="006D7D" w:themeColor="accent5" w:themeShade="BF"/>
                <w:sz w:val="16"/>
                <w:szCs w:val="16"/>
              </w:rPr>
              <w:t>ttestation de formation</w:t>
            </w:r>
          </w:p>
        </w:tc>
        <w:tc>
          <w:tcPr>
            <w:tcW w:w="227" w:type="pct"/>
            <w:tcBorders>
              <w:top w:val="dashSmallGap" w:sz="4" w:space="0" w:color="2E3761" w:themeColor="accent1" w:themeShade="BF"/>
              <w:bottom w:val="single" w:sz="4" w:space="0" w:color="auto"/>
            </w:tcBorders>
            <w:shd w:val="clear" w:color="auto" w:fill="auto"/>
            <w:vAlign w:val="center"/>
          </w:tcPr>
          <w:p w14:paraId="3B75B4D4" w14:textId="77777777" w:rsidR="005542EA" w:rsidRPr="009E469B" w:rsidRDefault="00687767" w:rsidP="005542EA">
            <w:pPr>
              <w:jc w:val="center"/>
              <w:rPr>
                <w:rFonts w:ascii="MS Gothic" w:eastAsia="MS Gothic" w:hAnsi="MS Gothic"/>
                <w:color w:val="006D7D" w:themeColor="accent5" w:themeShade="BF"/>
                <w:sz w:val="24"/>
                <w:szCs w:val="16"/>
              </w:rPr>
            </w:pPr>
            <w:sdt>
              <w:sdtPr>
                <w:rPr>
                  <w:rFonts w:ascii="MS Gothic" w:eastAsia="MS Gothic" w:hAnsi="MS Gothic"/>
                  <w:color w:val="006D7D" w:themeColor="accent5" w:themeShade="BF"/>
                  <w:sz w:val="24"/>
                  <w:szCs w:val="16"/>
                </w:rPr>
                <w:id w:val="12492271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9E469B">
                  <w:rPr>
                    <w:rFonts w:ascii="MS Gothic" w:eastAsia="MS Gothic" w:hAnsi="MS Gothic" w:hint="eastAsia"/>
                    <w:color w:val="006D7D" w:themeColor="accent5" w:themeShade="BF"/>
                    <w:sz w:val="24"/>
                    <w:szCs w:val="16"/>
                  </w:rPr>
                  <w:t>☐</w:t>
                </w:r>
              </w:sdtContent>
            </w:sdt>
          </w:p>
        </w:tc>
        <w:tc>
          <w:tcPr>
            <w:tcW w:w="258" w:type="pct"/>
            <w:tcBorders>
              <w:top w:val="dashSmallGap" w:sz="4" w:space="0" w:color="2E3761" w:themeColor="accent1" w:themeShade="BF"/>
              <w:bottom w:val="single" w:sz="4" w:space="0" w:color="auto"/>
            </w:tcBorders>
            <w:shd w:val="clear" w:color="auto" w:fill="auto"/>
            <w:vAlign w:val="center"/>
          </w:tcPr>
          <w:p w14:paraId="2DA6F37F" w14:textId="77777777" w:rsidR="005542EA" w:rsidRPr="009E469B" w:rsidRDefault="00687767" w:rsidP="005542EA">
            <w:pPr>
              <w:jc w:val="center"/>
              <w:rPr>
                <w:rFonts w:ascii="MS Gothic" w:eastAsia="MS Gothic" w:hAnsi="MS Gothic"/>
                <w:color w:val="006D7D" w:themeColor="accent5" w:themeShade="BF"/>
                <w:sz w:val="24"/>
                <w:szCs w:val="16"/>
              </w:rPr>
            </w:pPr>
            <w:sdt>
              <w:sdtPr>
                <w:rPr>
                  <w:rFonts w:ascii="MS Gothic" w:eastAsia="MS Gothic" w:hAnsi="MS Gothic"/>
                  <w:color w:val="006D7D" w:themeColor="accent5" w:themeShade="BF"/>
                  <w:sz w:val="24"/>
                  <w:szCs w:val="16"/>
                </w:rPr>
                <w:id w:val="-15797512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9E469B">
                  <w:rPr>
                    <w:rFonts w:ascii="MS Gothic" w:eastAsia="MS Gothic" w:hAnsi="MS Gothic" w:cs="Segoe UI Symbol"/>
                    <w:color w:val="006D7D" w:themeColor="accent5" w:themeShade="BF"/>
                    <w:sz w:val="24"/>
                    <w:szCs w:val="16"/>
                  </w:rPr>
                  <w:t>☐</w:t>
                </w:r>
              </w:sdtContent>
            </w:sdt>
          </w:p>
        </w:tc>
        <w:tc>
          <w:tcPr>
            <w:tcW w:w="259" w:type="pct"/>
            <w:tcBorders>
              <w:top w:val="dashSmallGap" w:sz="4" w:space="0" w:color="2E3761" w:themeColor="accent1" w:themeShade="BF"/>
              <w:bottom w:val="single" w:sz="4" w:space="0" w:color="auto"/>
            </w:tcBorders>
            <w:vAlign w:val="center"/>
          </w:tcPr>
          <w:p w14:paraId="78D817BD" w14:textId="77777777" w:rsidR="005542EA" w:rsidRPr="009E469B" w:rsidRDefault="00687767" w:rsidP="005542EA">
            <w:pPr>
              <w:jc w:val="center"/>
              <w:rPr>
                <w:rFonts w:ascii="MS Gothic" w:eastAsia="MS Gothic" w:hAnsi="MS Gothic"/>
                <w:color w:val="006D7D" w:themeColor="accent5" w:themeShade="BF"/>
                <w:sz w:val="24"/>
                <w:szCs w:val="16"/>
              </w:rPr>
            </w:pPr>
            <w:sdt>
              <w:sdtPr>
                <w:rPr>
                  <w:rFonts w:ascii="MS Gothic" w:eastAsia="MS Gothic" w:hAnsi="MS Gothic"/>
                  <w:color w:val="006D7D" w:themeColor="accent5" w:themeShade="BF"/>
                  <w:sz w:val="24"/>
                  <w:szCs w:val="16"/>
                </w:rPr>
                <w:id w:val="11446200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9E469B">
                  <w:rPr>
                    <w:rFonts w:ascii="MS Gothic" w:eastAsia="MS Gothic" w:hAnsi="MS Gothic" w:cs="Segoe UI Symbol"/>
                    <w:color w:val="006D7D" w:themeColor="accent5" w:themeShade="BF"/>
                    <w:sz w:val="24"/>
                    <w:szCs w:val="16"/>
                  </w:rPr>
                  <w:t>☐</w:t>
                </w:r>
              </w:sdtContent>
            </w:sdt>
          </w:p>
        </w:tc>
        <w:tc>
          <w:tcPr>
            <w:tcW w:w="928" w:type="pct"/>
            <w:tcBorders>
              <w:top w:val="dashSmallGap" w:sz="4" w:space="0" w:color="2E3761" w:themeColor="accent1" w:themeShade="BF"/>
              <w:bottom w:val="single" w:sz="4" w:space="0" w:color="auto"/>
            </w:tcBorders>
            <w:shd w:val="clear" w:color="auto" w:fill="auto"/>
            <w:vAlign w:val="center"/>
          </w:tcPr>
          <w:p w14:paraId="1513AE3D" w14:textId="77777777" w:rsidR="005542EA" w:rsidRPr="009E469B" w:rsidRDefault="005542EA" w:rsidP="005542EA">
            <w:pPr>
              <w:jc w:val="center"/>
              <w:rPr>
                <w:color w:val="006D7D" w:themeColor="accent5" w:themeShade="BF"/>
                <w:sz w:val="16"/>
                <w:szCs w:val="16"/>
              </w:rPr>
            </w:pPr>
          </w:p>
        </w:tc>
        <w:tc>
          <w:tcPr>
            <w:tcW w:w="1197" w:type="pct"/>
            <w:tcBorders>
              <w:top w:val="dashSmallGap" w:sz="4" w:space="0" w:color="2E3761" w:themeColor="accent1" w:themeShade="BF"/>
              <w:bottom w:val="single" w:sz="4" w:space="0" w:color="auto"/>
            </w:tcBorders>
            <w:shd w:val="clear" w:color="auto" w:fill="auto"/>
            <w:vAlign w:val="center"/>
          </w:tcPr>
          <w:p w14:paraId="2F102850" w14:textId="77777777" w:rsidR="005542EA" w:rsidRPr="009E469B" w:rsidRDefault="005542EA" w:rsidP="005542EA">
            <w:pPr>
              <w:jc w:val="center"/>
              <w:rPr>
                <w:color w:val="006D7D" w:themeColor="accent5" w:themeShade="BF"/>
                <w:sz w:val="16"/>
                <w:szCs w:val="16"/>
              </w:rPr>
            </w:pPr>
          </w:p>
        </w:tc>
        <w:tc>
          <w:tcPr>
            <w:tcW w:w="1084" w:type="pct"/>
            <w:tcBorders>
              <w:top w:val="dashSmallGap" w:sz="4" w:space="0" w:color="2E3761" w:themeColor="accent1" w:themeShade="BF"/>
              <w:bottom w:val="single" w:sz="4" w:space="0" w:color="auto"/>
            </w:tcBorders>
            <w:shd w:val="clear" w:color="auto" w:fill="auto"/>
            <w:vAlign w:val="center"/>
          </w:tcPr>
          <w:p w14:paraId="19E749D9" w14:textId="77777777" w:rsidR="005542EA" w:rsidRPr="009E469B" w:rsidRDefault="005542EA" w:rsidP="005542EA">
            <w:pPr>
              <w:jc w:val="center"/>
              <w:rPr>
                <w:color w:val="006D7D" w:themeColor="accent5" w:themeShade="BF"/>
                <w:sz w:val="16"/>
                <w:szCs w:val="16"/>
              </w:rPr>
            </w:pPr>
          </w:p>
        </w:tc>
      </w:tr>
      <w:tr w:rsidR="005542EA" w14:paraId="7222E542" w14:textId="77777777" w:rsidTr="005542EA">
        <w:trPr>
          <w:trHeight w:val="1247"/>
        </w:trPr>
        <w:tc>
          <w:tcPr>
            <w:tcW w:w="104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39D5FF8" w14:textId="77777777" w:rsidR="005542EA" w:rsidRPr="00C51EA3" w:rsidRDefault="005542EA" w:rsidP="005542EA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  <w:p w14:paraId="07778523" w14:textId="77777777" w:rsidR="005542EA" w:rsidRPr="00C51EA3" w:rsidRDefault="005542EA" w:rsidP="005542EA">
            <w:pPr>
              <w:jc w:val="center"/>
              <w:rPr>
                <w:sz w:val="36"/>
                <w:szCs w:val="36"/>
              </w:rPr>
            </w:pPr>
            <w:r w:rsidRPr="0051714B">
              <w:rPr>
                <w:sz w:val="16"/>
                <w:szCs w:val="16"/>
              </w:rPr>
              <w:t>DOCUMENTATION</w:t>
            </w:r>
          </w:p>
        </w:tc>
        <w:tc>
          <w:tcPr>
            <w:tcW w:w="22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F3B539A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</w:t>
            </w:r>
          </w:p>
          <w:p w14:paraId="72030426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78C31166" w14:textId="77777777" w:rsidR="005542EA" w:rsidRPr="00C51EA3" w:rsidRDefault="00687767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13172278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5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E7F6FF6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AA</w:t>
            </w:r>
          </w:p>
          <w:p w14:paraId="29F71E97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085D41D4" w14:textId="77777777" w:rsidR="005542EA" w:rsidRPr="00C51EA3" w:rsidRDefault="00687767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8168359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59" w:type="pct"/>
            <w:tcBorders>
              <w:bottom w:val="single" w:sz="4" w:space="0" w:color="auto"/>
            </w:tcBorders>
            <w:vAlign w:val="center"/>
          </w:tcPr>
          <w:p w14:paraId="7CB3139D" w14:textId="77777777" w:rsidR="005542EA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</w:t>
            </w:r>
          </w:p>
          <w:p w14:paraId="7D0477AD" w14:textId="77777777" w:rsidR="005542EA" w:rsidRPr="00887354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2F701B9D" w14:textId="77777777" w:rsidR="005542EA" w:rsidRPr="00887354" w:rsidRDefault="00687767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-1586934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92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E021EF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9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82CE1B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8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C299416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</w:tr>
      <w:tr w:rsidR="005542EA" w14:paraId="14234D03" w14:textId="77777777" w:rsidTr="005542EA">
        <w:trPr>
          <w:trHeight w:val="1140"/>
        </w:trPr>
        <w:tc>
          <w:tcPr>
            <w:tcW w:w="104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C209F1" w14:textId="77777777" w:rsidR="005542EA" w:rsidRPr="00C51EA3" w:rsidRDefault="005542EA" w:rsidP="005542EA">
            <w:pPr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  <w:r w:rsidRPr="00C51EA3">
              <w:rPr>
                <w:sz w:val="24"/>
              </w:rPr>
              <w:t>.1</w:t>
            </w:r>
          </w:p>
          <w:p w14:paraId="12042ADC" w14:textId="77777777" w:rsidR="005542EA" w:rsidRPr="00C51EA3" w:rsidRDefault="005542EA" w:rsidP="005542EA">
            <w:pPr>
              <w:jc w:val="center"/>
              <w:rPr>
                <w:sz w:val="36"/>
                <w:szCs w:val="36"/>
              </w:rPr>
            </w:pPr>
            <w:r w:rsidRPr="003D7625">
              <w:rPr>
                <w:sz w:val="16"/>
                <w:szCs w:val="16"/>
              </w:rPr>
              <w:t>Conditions de garanti</w:t>
            </w:r>
            <w:r>
              <w:rPr>
                <w:sz w:val="16"/>
                <w:szCs w:val="16"/>
              </w:rPr>
              <w:t>e</w:t>
            </w:r>
          </w:p>
        </w:tc>
        <w:tc>
          <w:tcPr>
            <w:tcW w:w="22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4ECF843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</w:t>
            </w:r>
          </w:p>
          <w:p w14:paraId="51FD00F9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721B3A1A" w14:textId="77777777" w:rsidR="005542EA" w:rsidRPr="00C51EA3" w:rsidRDefault="00687767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14950628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5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90FBFF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AA</w:t>
            </w:r>
          </w:p>
          <w:p w14:paraId="6A20258C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6E4D69BD" w14:textId="77777777" w:rsidR="005542EA" w:rsidRPr="00C51EA3" w:rsidRDefault="00687767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2052240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59" w:type="pct"/>
            <w:tcBorders>
              <w:bottom w:val="single" w:sz="4" w:space="0" w:color="auto"/>
            </w:tcBorders>
            <w:vAlign w:val="center"/>
          </w:tcPr>
          <w:p w14:paraId="2ADE577F" w14:textId="77777777" w:rsidR="005542EA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</w:t>
            </w:r>
          </w:p>
          <w:p w14:paraId="2ECF62E7" w14:textId="77777777" w:rsidR="005542EA" w:rsidRPr="00887354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6512017F" w14:textId="77777777" w:rsidR="005542EA" w:rsidRPr="00887354" w:rsidRDefault="00687767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-18154827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92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ED04D35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9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82EF5EC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8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9D2863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</w:tr>
      <w:tr w:rsidR="005542EA" w14:paraId="11217927" w14:textId="77777777" w:rsidTr="005542EA">
        <w:trPr>
          <w:trHeight w:val="957"/>
        </w:trPr>
        <w:tc>
          <w:tcPr>
            <w:tcW w:w="104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94E26E9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  <w:r>
              <w:rPr>
                <w:sz w:val="24"/>
              </w:rPr>
              <w:t>11</w:t>
            </w:r>
            <w:r w:rsidRPr="00C51EA3">
              <w:rPr>
                <w:sz w:val="24"/>
              </w:rPr>
              <w:t>.2</w:t>
            </w:r>
          </w:p>
          <w:p w14:paraId="363782AD" w14:textId="77777777" w:rsidR="005542EA" w:rsidRPr="00C51EA3" w:rsidRDefault="005542EA" w:rsidP="005542EA">
            <w:pPr>
              <w:jc w:val="center"/>
              <w:rPr>
                <w:sz w:val="36"/>
                <w:szCs w:val="36"/>
              </w:rPr>
            </w:pPr>
            <w:r w:rsidRPr="003D7625">
              <w:rPr>
                <w:sz w:val="16"/>
                <w:szCs w:val="16"/>
              </w:rPr>
              <w:t>Support durant la garantie</w:t>
            </w:r>
          </w:p>
        </w:tc>
        <w:tc>
          <w:tcPr>
            <w:tcW w:w="22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A9CEC03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</w:t>
            </w:r>
          </w:p>
          <w:p w14:paraId="4116D54E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2401DD3E" w14:textId="77777777" w:rsidR="005542EA" w:rsidRPr="00C51EA3" w:rsidRDefault="00687767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-14323456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5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6914712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AA</w:t>
            </w:r>
          </w:p>
          <w:p w14:paraId="3E607C8B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1696B5D8" w14:textId="77777777" w:rsidR="005542EA" w:rsidRPr="00C51EA3" w:rsidRDefault="00687767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-18967266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59" w:type="pct"/>
            <w:tcBorders>
              <w:bottom w:val="single" w:sz="4" w:space="0" w:color="auto"/>
            </w:tcBorders>
            <w:vAlign w:val="center"/>
          </w:tcPr>
          <w:p w14:paraId="2ECACEAD" w14:textId="77777777" w:rsidR="005542EA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</w:t>
            </w:r>
          </w:p>
          <w:p w14:paraId="356786F5" w14:textId="77777777" w:rsidR="005542EA" w:rsidRPr="00887354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5FB1431D" w14:textId="77777777" w:rsidR="005542EA" w:rsidRPr="00887354" w:rsidRDefault="00687767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-145414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92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688EC5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9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C39F03B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8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C21160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</w:tr>
      <w:tr w:rsidR="005542EA" w14:paraId="60E7BD7D" w14:textId="77777777" w:rsidTr="005542EA">
        <w:trPr>
          <w:trHeight w:val="1247"/>
        </w:trPr>
        <w:tc>
          <w:tcPr>
            <w:tcW w:w="104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C318883" w14:textId="77777777" w:rsidR="005542EA" w:rsidRPr="00C51EA3" w:rsidRDefault="005542EA" w:rsidP="005542EA">
            <w:pPr>
              <w:jc w:val="center"/>
              <w:rPr>
                <w:szCs w:val="20"/>
              </w:rPr>
            </w:pPr>
            <w:r w:rsidRPr="00C51EA3">
              <w:rPr>
                <w:sz w:val="24"/>
              </w:rPr>
              <w:t>1</w:t>
            </w:r>
            <w:r>
              <w:rPr>
                <w:sz w:val="24"/>
              </w:rPr>
              <w:t>1</w:t>
            </w:r>
            <w:r w:rsidRPr="00C51EA3">
              <w:rPr>
                <w:sz w:val="24"/>
              </w:rPr>
              <w:t>.3</w:t>
            </w:r>
          </w:p>
          <w:p w14:paraId="234EDE09" w14:textId="77777777" w:rsidR="005542EA" w:rsidRPr="00C51EA3" w:rsidRDefault="005542EA" w:rsidP="005542EA">
            <w:pPr>
              <w:jc w:val="center"/>
              <w:rPr>
                <w:sz w:val="36"/>
                <w:szCs w:val="36"/>
              </w:rPr>
            </w:pPr>
            <w:r w:rsidRPr="003D7625">
              <w:rPr>
                <w:sz w:val="16"/>
                <w:szCs w:val="16"/>
              </w:rPr>
              <w:t>Indicateurs de performance des équipements</w:t>
            </w:r>
          </w:p>
        </w:tc>
        <w:tc>
          <w:tcPr>
            <w:tcW w:w="22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A8CDF2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</w:t>
            </w:r>
          </w:p>
          <w:p w14:paraId="1DF18C1E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56990E26" w14:textId="77777777" w:rsidR="005542EA" w:rsidRPr="00C51EA3" w:rsidRDefault="00687767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-15916901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5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C0AAEF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AA</w:t>
            </w:r>
          </w:p>
          <w:p w14:paraId="226A7894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69A092DD" w14:textId="77777777" w:rsidR="005542EA" w:rsidRPr="00C51EA3" w:rsidRDefault="00687767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-33626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59" w:type="pct"/>
            <w:tcBorders>
              <w:bottom w:val="single" w:sz="4" w:space="0" w:color="auto"/>
            </w:tcBorders>
            <w:vAlign w:val="center"/>
          </w:tcPr>
          <w:p w14:paraId="502F24F7" w14:textId="77777777" w:rsidR="005542EA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</w:t>
            </w:r>
          </w:p>
          <w:p w14:paraId="3BA9FB29" w14:textId="77777777" w:rsidR="005542EA" w:rsidRPr="00887354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03152F29" w14:textId="77777777" w:rsidR="005542EA" w:rsidRPr="00887354" w:rsidRDefault="00687767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-10486828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92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EBEF483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9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EB71D68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8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1F00B21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</w:tr>
      <w:tr w:rsidR="005542EA" w14:paraId="70107E14" w14:textId="77777777" w:rsidTr="005542EA">
        <w:trPr>
          <w:trHeight w:val="1099"/>
        </w:trPr>
        <w:tc>
          <w:tcPr>
            <w:tcW w:w="104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55D4FB5" w14:textId="77777777" w:rsidR="005542EA" w:rsidRPr="00C51EA3" w:rsidRDefault="005542EA" w:rsidP="005542EA">
            <w:pPr>
              <w:jc w:val="center"/>
              <w:rPr>
                <w:szCs w:val="20"/>
              </w:rPr>
            </w:pPr>
            <w:r>
              <w:rPr>
                <w:sz w:val="24"/>
              </w:rPr>
              <w:t>12</w:t>
            </w:r>
            <w:r w:rsidRPr="00C51EA3">
              <w:rPr>
                <w:sz w:val="24"/>
              </w:rPr>
              <w:t>.</w:t>
            </w:r>
            <w:r>
              <w:rPr>
                <w:sz w:val="24"/>
              </w:rPr>
              <w:t>1.1</w:t>
            </w:r>
          </w:p>
          <w:p w14:paraId="57C7B0CA" w14:textId="77777777" w:rsidR="005542EA" w:rsidRPr="00C51EA3" w:rsidRDefault="005542EA" w:rsidP="005542EA">
            <w:pPr>
              <w:jc w:val="center"/>
              <w:rPr>
                <w:sz w:val="36"/>
                <w:szCs w:val="36"/>
              </w:rPr>
            </w:pPr>
            <w:r w:rsidRPr="003D7625">
              <w:rPr>
                <w:sz w:val="16"/>
                <w:szCs w:val="16"/>
              </w:rPr>
              <w:t>Liste des pièces détachées</w:t>
            </w:r>
          </w:p>
        </w:tc>
        <w:tc>
          <w:tcPr>
            <w:tcW w:w="22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D60DA7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</w:t>
            </w:r>
          </w:p>
          <w:p w14:paraId="08D67219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25E3E5ED" w14:textId="77777777" w:rsidR="005542EA" w:rsidRPr="00C51EA3" w:rsidRDefault="00687767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6694477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5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2F87B75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AA</w:t>
            </w:r>
          </w:p>
          <w:p w14:paraId="01A5007D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32106BBD" w14:textId="77777777" w:rsidR="005542EA" w:rsidRPr="00C51EA3" w:rsidRDefault="00687767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20289762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59" w:type="pct"/>
            <w:tcBorders>
              <w:bottom w:val="single" w:sz="4" w:space="0" w:color="auto"/>
            </w:tcBorders>
            <w:vAlign w:val="center"/>
          </w:tcPr>
          <w:p w14:paraId="3B021192" w14:textId="77777777" w:rsidR="005542EA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</w:t>
            </w:r>
          </w:p>
          <w:p w14:paraId="5968E032" w14:textId="77777777" w:rsidR="005542EA" w:rsidRPr="00887354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276DD1B5" w14:textId="77777777" w:rsidR="005542EA" w:rsidRPr="00887354" w:rsidRDefault="00687767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10153567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92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B12C3AD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9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9E9A328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8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325112A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</w:tr>
      <w:tr w:rsidR="005542EA" w14:paraId="36AC0B36" w14:textId="77777777" w:rsidTr="005542EA">
        <w:trPr>
          <w:trHeight w:val="1099"/>
        </w:trPr>
        <w:tc>
          <w:tcPr>
            <w:tcW w:w="104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3C1AEFD" w14:textId="77777777" w:rsidR="005542EA" w:rsidRPr="00C51EA3" w:rsidRDefault="005542EA" w:rsidP="005542EA">
            <w:pPr>
              <w:jc w:val="center"/>
              <w:rPr>
                <w:szCs w:val="20"/>
              </w:rPr>
            </w:pPr>
            <w:r>
              <w:rPr>
                <w:sz w:val="24"/>
              </w:rPr>
              <w:t>12</w:t>
            </w:r>
            <w:r w:rsidRPr="00C51EA3">
              <w:rPr>
                <w:sz w:val="24"/>
              </w:rPr>
              <w:t>.</w:t>
            </w:r>
            <w:r>
              <w:rPr>
                <w:sz w:val="24"/>
              </w:rPr>
              <w:t>1.2</w:t>
            </w:r>
          </w:p>
          <w:p w14:paraId="78630523" w14:textId="77777777" w:rsidR="005542EA" w:rsidRPr="00C51EA3" w:rsidRDefault="005542EA" w:rsidP="005542EA">
            <w:pPr>
              <w:jc w:val="center"/>
              <w:rPr>
                <w:sz w:val="36"/>
                <w:szCs w:val="36"/>
              </w:rPr>
            </w:pPr>
            <w:r>
              <w:rPr>
                <w:sz w:val="16"/>
                <w:szCs w:val="16"/>
              </w:rPr>
              <w:t>Process-kit</w:t>
            </w:r>
          </w:p>
        </w:tc>
        <w:tc>
          <w:tcPr>
            <w:tcW w:w="22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C8F8C5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</w:t>
            </w:r>
          </w:p>
          <w:p w14:paraId="7DFC4427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51CF7AE9" w14:textId="77777777" w:rsidR="005542EA" w:rsidRPr="00C51EA3" w:rsidRDefault="00687767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-17454071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5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AB2878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AA</w:t>
            </w:r>
          </w:p>
          <w:p w14:paraId="043C45AF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174A05FF" w14:textId="77777777" w:rsidR="005542EA" w:rsidRPr="00C51EA3" w:rsidRDefault="00687767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-2311675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59" w:type="pct"/>
            <w:tcBorders>
              <w:bottom w:val="single" w:sz="4" w:space="0" w:color="auto"/>
            </w:tcBorders>
            <w:vAlign w:val="center"/>
          </w:tcPr>
          <w:p w14:paraId="0DD4BCB0" w14:textId="77777777" w:rsidR="005542EA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</w:t>
            </w:r>
          </w:p>
          <w:p w14:paraId="3557767E" w14:textId="77777777" w:rsidR="005542EA" w:rsidRPr="00887354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77698F58" w14:textId="77777777" w:rsidR="005542EA" w:rsidRPr="00887354" w:rsidRDefault="00687767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1043109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92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7AD1F6D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9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9B6733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8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FD2D7C2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</w:tr>
      <w:tr w:rsidR="005542EA" w14:paraId="3CC8B557" w14:textId="77777777" w:rsidTr="005542EA">
        <w:trPr>
          <w:trHeight w:val="1099"/>
        </w:trPr>
        <w:tc>
          <w:tcPr>
            <w:tcW w:w="104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36F960" w14:textId="77777777" w:rsidR="005542EA" w:rsidRPr="00C51EA3" w:rsidRDefault="005542EA" w:rsidP="005542EA">
            <w:pPr>
              <w:jc w:val="center"/>
              <w:rPr>
                <w:szCs w:val="20"/>
              </w:rPr>
            </w:pPr>
            <w:r>
              <w:rPr>
                <w:sz w:val="24"/>
              </w:rPr>
              <w:t>12</w:t>
            </w:r>
            <w:r w:rsidRPr="00C51EA3">
              <w:rPr>
                <w:sz w:val="24"/>
              </w:rPr>
              <w:t>.</w:t>
            </w:r>
            <w:r>
              <w:rPr>
                <w:sz w:val="24"/>
              </w:rPr>
              <w:t>1.3</w:t>
            </w:r>
          </w:p>
          <w:p w14:paraId="35099AC9" w14:textId="77777777" w:rsidR="005542EA" w:rsidRPr="00C51EA3" w:rsidRDefault="005542EA" w:rsidP="005542EA">
            <w:pPr>
              <w:jc w:val="center"/>
              <w:rPr>
                <w:sz w:val="36"/>
                <w:szCs w:val="36"/>
              </w:rPr>
            </w:pPr>
            <w:r w:rsidRPr="003D7625">
              <w:rPr>
                <w:sz w:val="16"/>
                <w:szCs w:val="16"/>
              </w:rPr>
              <w:t>Surface de stockage</w:t>
            </w:r>
          </w:p>
        </w:tc>
        <w:tc>
          <w:tcPr>
            <w:tcW w:w="22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C83F2BA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</w:t>
            </w:r>
          </w:p>
          <w:p w14:paraId="7D03A983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108B0A51" w14:textId="77777777" w:rsidR="005542EA" w:rsidRPr="00C51EA3" w:rsidRDefault="00687767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7988897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5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117857D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AA</w:t>
            </w:r>
          </w:p>
          <w:p w14:paraId="3E68F1DD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5B1382E0" w14:textId="77777777" w:rsidR="005542EA" w:rsidRPr="00C51EA3" w:rsidRDefault="00687767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-11035761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59" w:type="pct"/>
            <w:tcBorders>
              <w:bottom w:val="single" w:sz="4" w:space="0" w:color="auto"/>
            </w:tcBorders>
            <w:vAlign w:val="center"/>
          </w:tcPr>
          <w:p w14:paraId="1690B22E" w14:textId="77777777" w:rsidR="005542EA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</w:t>
            </w:r>
          </w:p>
          <w:p w14:paraId="48104A47" w14:textId="77777777" w:rsidR="005542EA" w:rsidRPr="00887354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33FE6F25" w14:textId="77777777" w:rsidR="005542EA" w:rsidRPr="00887354" w:rsidRDefault="00687767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-13783154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92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2FAA0C1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9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F5DC70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8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A1683BD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</w:tr>
      <w:tr w:rsidR="005542EA" w14:paraId="68133C75" w14:textId="77777777" w:rsidTr="005542EA">
        <w:trPr>
          <w:trHeight w:val="1099"/>
        </w:trPr>
        <w:tc>
          <w:tcPr>
            <w:tcW w:w="104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E18F9C" w14:textId="77777777" w:rsidR="005542EA" w:rsidRPr="00C51EA3" w:rsidRDefault="005542EA" w:rsidP="005542EA">
            <w:pPr>
              <w:jc w:val="center"/>
              <w:rPr>
                <w:szCs w:val="20"/>
              </w:rPr>
            </w:pPr>
            <w:r>
              <w:rPr>
                <w:sz w:val="24"/>
              </w:rPr>
              <w:t>12</w:t>
            </w:r>
            <w:r w:rsidRPr="00C51EA3">
              <w:rPr>
                <w:sz w:val="24"/>
              </w:rPr>
              <w:t>.</w:t>
            </w:r>
            <w:r>
              <w:rPr>
                <w:sz w:val="24"/>
              </w:rPr>
              <w:t>2</w:t>
            </w:r>
          </w:p>
          <w:p w14:paraId="3A4F5F0A" w14:textId="77777777" w:rsidR="005542EA" w:rsidRPr="00C51EA3" w:rsidRDefault="005542EA" w:rsidP="005542EA">
            <w:pPr>
              <w:jc w:val="center"/>
              <w:rPr>
                <w:sz w:val="36"/>
                <w:szCs w:val="36"/>
              </w:rPr>
            </w:pPr>
            <w:r w:rsidRPr="003D7625">
              <w:rPr>
                <w:sz w:val="16"/>
                <w:szCs w:val="16"/>
              </w:rPr>
              <w:t>Contrat de maintenance</w:t>
            </w:r>
          </w:p>
        </w:tc>
        <w:tc>
          <w:tcPr>
            <w:tcW w:w="22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FDD6C8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</w:t>
            </w:r>
          </w:p>
          <w:p w14:paraId="52256975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004B8D31" w14:textId="77777777" w:rsidR="005542EA" w:rsidRPr="00C51EA3" w:rsidRDefault="00687767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-7636831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5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74428D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AA</w:t>
            </w:r>
          </w:p>
          <w:p w14:paraId="202A0C71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082C1E99" w14:textId="77777777" w:rsidR="005542EA" w:rsidRPr="00C51EA3" w:rsidRDefault="00687767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-21362419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59" w:type="pct"/>
            <w:tcBorders>
              <w:bottom w:val="single" w:sz="4" w:space="0" w:color="auto"/>
            </w:tcBorders>
            <w:vAlign w:val="center"/>
          </w:tcPr>
          <w:p w14:paraId="1F9E9B5E" w14:textId="77777777" w:rsidR="005542EA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</w:t>
            </w:r>
          </w:p>
          <w:p w14:paraId="22BB1913" w14:textId="77777777" w:rsidR="005542EA" w:rsidRPr="00887354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7EBDC304" w14:textId="77777777" w:rsidR="005542EA" w:rsidRPr="00887354" w:rsidRDefault="00687767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-9264976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92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EF7DD8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9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BB9805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8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DC3B568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</w:tr>
      <w:tr w:rsidR="005542EA" w14:paraId="761DE87C" w14:textId="77777777" w:rsidTr="005542EA">
        <w:trPr>
          <w:trHeight w:val="1099"/>
        </w:trPr>
        <w:tc>
          <w:tcPr>
            <w:tcW w:w="104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034100" w14:textId="77777777" w:rsidR="005542EA" w:rsidRPr="00E35949" w:rsidRDefault="005542EA" w:rsidP="005542EA">
            <w:pPr>
              <w:jc w:val="center"/>
              <w:rPr>
                <w:sz w:val="24"/>
              </w:rPr>
            </w:pPr>
            <w:r>
              <w:rPr>
                <w:sz w:val="24"/>
              </w:rPr>
              <w:t>12.3</w:t>
            </w:r>
          </w:p>
          <w:p w14:paraId="28E17771" w14:textId="77777777" w:rsidR="005542EA" w:rsidRPr="00425ABB" w:rsidRDefault="005542EA" w:rsidP="005542EA">
            <w:pPr>
              <w:jc w:val="center"/>
              <w:rPr>
                <w:sz w:val="16"/>
                <w:szCs w:val="16"/>
              </w:rPr>
            </w:pPr>
            <w:r w:rsidRPr="003D7625">
              <w:rPr>
                <w:sz w:val="16"/>
                <w:szCs w:val="16"/>
              </w:rPr>
              <w:t>Coût d’exploitation</w:t>
            </w:r>
          </w:p>
        </w:tc>
        <w:tc>
          <w:tcPr>
            <w:tcW w:w="22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AFE6BE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</w:t>
            </w:r>
          </w:p>
          <w:p w14:paraId="3333E5CF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6904077F" w14:textId="77777777" w:rsidR="005542EA" w:rsidRPr="00C51EA3" w:rsidRDefault="00687767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2818466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5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A0700C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AA</w:t>
            </w:r>
          </w:p>
          <w:p w14:paraId="57F75F30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480BA4AE" w14:textId="77777777" w:rsidR="005542EA" w:rsidRPr="00C51EA3" w:rsidRDefault="00687767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-2178987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59" w:type="pct"/>
            <w:tcBorders>
              <w:bottom w:val="single" w:sz="4" w:space="0" w:color="auto"/>
            </w:tcBorders>
            <w:vAlign w:val="center"/>
          </w:tcPr>
          <w:p w14:paraId="01B984CD" w14:textId="77777777" w:rsidR="005542EA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</w:t>
            </w:r>
          </w:p>
          <w:p w14:paraId="45285AEE" w14:textId="77777777" w:rsidR="005542EA" w:rsidRPr="00887354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3835279E" w14:textId="77777777" w:rsidR="005542EA" w:rsidRPr="00887354" w:rsidRDefault="00687767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12800001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92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3DA9FE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9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AF6E0E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8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1E07CC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</w:tr>
      <w:tr w:rsidR="005542EA" w14:paraId="033C9323" w14:textId="77777777" w:rsidTr="005542EA">
        <w:trPr>
          <w:trHeight w:val="1247"/>
        </w:trPr>
        <w:tc>
          <w:tcPr>
            <w:tcW w:w="104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46CD2E8" w14:textId="77777777" w:rsidR="005542EA" w:rsidRPr="00C51EA3" w:rsidRDefault="005542EA" w:rsidP="005542EA">
            <w:pPr>
              <w:jc w:val="center"/>
              <w:rPr>
                <w:szCs w:val="20"/>
              </w:rPr>
            </w:pPr>
            <w:r w:rsidRPr="00C51EA3">
              <w:rPr>
                <w:sz w:val="24"/>
              </w:rPr>
              <w:lastRenderedPageBreak/>
              <w:t>1</w:t>
            </w:r>
            <w:r>
              <w:rPr>
                <w:sz w:val="24"/>
              </w:rPr>
              <w:t>3</w:t>
            </w:r>
            <w:r w:rsidRPr="00C51EA3">
              <w:rPr>
                <w:sz w:val="24"/>
              </w:rPr>
              <w:t>.1</w:t>
            </w:r>
          </w:p>
          <w:p w14:paraId="0DE403D9" w14:textId="77777777" w:rsidR="005542EA" w:rsidRPr="00F44E7A" w:rsidRDefault="005542EA" w:rsidP="005542EA">
            <w:pPr>
              <w:jc w:val="center"/>
              <w:rPr>
                <w:szCs w:val="20"/>
              </w:rPr>
            </w:pPr>
            <w:r w:rsidRPr="00544F06">
              <w:rPr>
                <w:sz w:val="16"/>
                <w:szCs w:val="16"/>
              </w:rPr>
              <w:t>Contrôle sur le lieu de fabrication (Recette usine)</w:t>
            </w:r>
          </w:p>
        </w:tc>
        <w:tc>
          <w:tcPr>
            <w:tcW w:w="22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744F28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</w:t>
            </w:r>
          </w:p>
          <w:p w14:paraId="2C0D9BA2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2118511F" w14:textId="77777777" w:rsidR="005542EA" w:rsidRPr="00C51EA3" w:rsidRDefault="00687767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6049321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5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CECDFBD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AA</w:t>
            </w:r>
          </w:p>
          <w:p w14:paraId="66502874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2C2CDF54" w14:textId="77777777" w:rsidR="005542EA" w:rsidRPr="00C51EA3" w:rsidRDefault="00687767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-1363396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59" w:type="pct"/>
            <w:tcBorders>
              <w:bottom w:val="single" w:sz="4" w:space="0" w:color="auto"/>
            </w:tcBorders>
            <w:vAlign w:val="center"/>
          </w:tcPr>
          <w:p w14:paraId="508076A7" w14:textId="77777777" w:rsidR="005542EA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</w:t>
            </w:r>
          </w:p>
          <w:p w14:paraId="6B54B60A" w14:textId="77777777" w:rsidR="005542EA" w:rsidRPr="00887354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2BD88184" w14:textId="77777777" w:rsidR="005542EA" w:rsidRPr="00887354" w:rsidRDefault="00687767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-19257991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92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BED5D60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9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C23FD19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8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B17E07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</w:tr>
      <w:tr w:rsidR="005542EA" w14:paraId="774D132E" w14:textId="77777777" w:rsidTr="005542EA">
        <w:trPr>
          <w:trHeight w:val="1112"/>
        </w:trPr>
        <w:tc>
          <w:tcPr>
            <w:tcW w:w="1047" w:type="pct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45E548DB" w14:textId="77777777" w:rsidR="005542EA" w:rsidRPr="00C51EA3" w:rsidRDefault="005542EA" w:rsidP="005542EA">
            <w:pPr>
              <w:jc w:val="center"/>
              <w:rPr>
                <w:sz w:val="24"/>
              </w:rPr>
            </w:pPr>
            <w:r w:rsidRPr="00C51EA3">
              <w:rPr>
                <w:sz w:val="24"/>
              </w:rPr>
              <w:t>1</w:t>
            </w:r>
            <w:r>
              <w:rPr>
                <w:sz w:val="24"/>
              </w:rPr>
              <w:t>3</w:t>
            </w:r>
            <w:r w:rsidRPr="00C51EA3">
              <w:rPr>
                <w:sz w:val="24"/>
              </w:rPr>
              <w:t>.2</w:t>
            </w:r>
          </w:p>
          <w:p w14:paraId="0828DAAC" w14:textId="77777777" w:rsidR="005542EA" w:rsidRPr="00F44E7A" w:rsidRDefault="005542EA" w:rsidP="005542EA">
            <w:pPr>
              <w:jc w:val="center"/>
              <w:rPr>
                <w:sz w:val="16"/>
                <w:szCs w:val="16"/>
              </w:rPr>
            </w:pPr>
            <w:r w:rsidRPr="00544F06">
              <w:rPr>
                <w:sz w:val="16"/>
                <w:szCs w:val="16"/>
              </w:rPr>
              <w:t>Contrôles à la livraison &amp; au déballage</w:t>
            </w:r>
          </w:p>
        </w:tc>
        <w:tc>
          <w:tcPr>
            <w:tcW w:w="227" w:type="pct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2259AC30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</w:t>
            </w:r>
          </w:p>
          <w:p w14:paraId="652F6DA6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678E6CB1" w14:textId="77777777" w:rsidR="005542EA" w:rsidRPr="00C51EA3" w:rsidRDefault="00687767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3866912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58" w:type="pct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5DECB803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AA</w:t>
            </w:r>
          </w:p>
          <w:p w14:paraId="5D5C32A4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350F9878" w14:textId="77777777" w:rsidR="005542EA" w:rsidRPr="00C51EA3" w:rsidRDefault="00687767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-2319395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59" w:type="pct"/>
            <w:tcBorders>
              <w:bottom w:val="single" w:sz="12" w:space="0" w:color="auto"/>
            </w:tcBorders>
            <w:vAlign w:val="center"/>
          </w:tcPr>
          <w:p w14:paraId="3258F3BC" w14:textId="77777777" w:rsidR="005542EA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</w:t>
            </w:r>
          </w:p>
          <w:p w14:paraId="198B395C" w14:textId="77777777" w:rsidR="005542EA" w:rsidRPr="00887354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0D242B88" w14:textId="77777777" w:rsidR="005542EA" w:rsidRPr="00887354" w:rsidRDefault="00687767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-4658149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928" w:type="pct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3FA6C138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97" w:type="pct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7B4F5FC0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84" w:type="pct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2F1943DC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</w:tr>
      <w:tr w:rsidR="005542EA" w14:paraId="11E8FA4F" w14:textId="77777777" w:rsidTr="005542EA">
        <w:trPr>
          <w:trHeight w:val="1247"/>
        </w:trPr>
        <w:tc>
          <w:tcPr>
            <w:tcW w:w="1047" w:type="pct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2E5B7C1" w14:textId="77777777" w:rsidR="005542EA" w:rsidRPr="00C51EA3" w:rsidRDefault="005542EA" w:rsidP="005542EA">
            <w:pPr>
              <w:jc w:val="center"/>
              <w:rPr>
                <w:sz w:val="24"/>
              </w:rPr>
            </w:pPr>
            <w:r w:rsidRPr="00C51EA3">
              <w:rPr>
                <w:sz w:val="24"/>
              </w:rPr>
              <w:t>1</w:t>
            </w:r>
            <w:r>
              <w:rPr>
                <w:sz w:val="24"/>
              </w:rPr>
              <w:t>3</w:t>
            </w:r>
            <w:r w:rsidRPr="00C51EA3">
              <w:rPr>
                <w:sz w:val="24"/>
              </w:rPr>
              <w:t>.3</w:t>
            </w:r>
          </w:p>
          <w:p w14:paraId="21C7649F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  <w:r w:rsidRPr="003D7625">
              <w:rPr>
                <w:sz w:val="16"/>
                <w:szCs w:val="16"/>
              </w:rPr>
              <w:t>Installation &amp; mise en service</w:t>
            </w:r>
          </w:p>
        </w:tc>
        <w:tc>
          <w:tcPr>
            <w:tcW w:w="227" w:type="pct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96BE4C0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</w:t>
            </w:r>
          </w:p>
          <w:p w14:paraId="3B339469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44D140F5" w14:textId="77777777" w:rsidR="005542EA" w:rsidRPr="00C51EA3" w:rsidRDefault="00687767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-18998253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58" w:type="pct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AB5D56A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AA</w:t>
            </w:r>
          </w:p>
          <w:p w14:paraId="1CC91841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69B439CC" w14:textId="77777777" w:rsidR="005542EA" w:rsidRPr="00C51EA3" w:rsidRDefault="00687767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400207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59" w:type="pc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421A2C30" w14:textId="77777777" w:rsidR="005542EA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</w:t>
            </w:r>
          </w:p>
          <w:p w14:paraId="011E088E" w14:textId="77777777" w:rsidR="005542EA" w:rsidRPr="00887354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783ADE43" w14:textId="77777777" w:rsidR="005542EA" w:rsidRPr="00887354" w:rsidRDefault="00687767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-12338432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928" w:type="pct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56DB6C4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97" w:type="pct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D0936F9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84" w:type="pct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58ECA05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</w:tr>
      <w:tr w:rsidR="005542EA" w:rsidRPr="0075619B" w14:paraId="33109527" w14:textId="77777777" w:rsidTr="005542EA">
        <w:trPr>
          <w:trHeight w:val="547"/>
        </w:trPr>
        <w:tc>
          <w:tcPr>
            <w:tcW w:w="1047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14:paraId="31D77008" w14:textId="77777777" w:rsidR="005542EA" w:rsidRDefault="005542EA" w:rsidP="005542EA">
            <w:pPr>
              <w:jc w:val="center"/>
              <w:rPr>
                <w:b/>
                <w:color w:val="006D7D" w:themeColor="accent5" w:themeShade="BF"/>
                <w:sz w:val="16"/>
                <w:szCs w:val="16"/>
              </w:rPr>
            </w:pPr>
            <w:r w:rsidRPr="00932643">
              <w:rPr>
                <w:b/>
                <w:color w:val="006D7D" w:themeColor="accent5" w:themeShade="BF"/>
                <w:sz w:val="16"/>
                <w:szCs w:val="16"/>
              </w:rPr>
              <w:t>NF X 08-100</w:t>
            </w:r>
          </w:p>
          <w:p w14:paraId="30F1B9C0" w14:textId="77777777" w:rsidR="005542EA" w:rsidRPr="00932643" w:rsidRDefault="005542EA" w:rsidP="005542EA">
            <w:pPr>
              <w:jc w:val="center"/>
              <w:rPr>
                <w:color w:val="006D7D" w:themeColor="accent5" w:themeShade="BF"/>
                <w:sz w:val="14"/>
                <w:szCs w:val="14"/>
              </w:rPr>
            </w:pPr>
            <w:r w:rsidRPr="00932643">
              <w:rPr>
                <w:color w:val="006D7D" w:themeColor="accent5" w:themeShade="BF"/>
                <w:sz w:val="14"/>
                <w:szCs w:val="14"/>
              </w:rPr>
              <w:t>Dispositif de repérage des fluides</w:t>
            </w:r>
          </w:p>
        </w:tc>
        <w:tc>
          <w:tcPr>
            <w:tcW w:w="227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14:paraId="446FC23B" w14:textId="77777777" w:rsidR="005542EA" w:rsidRPr="00EB38A9" w:rsidRDefault="00687767" w:rsidP="005542EA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13411927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258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14:paraId="0E7B3637" w14:textId="77777777" w:rsidR="005542EA" w:rsidRPr="00EB38A9" w:rsidRDefault="00687767" w:rsidP="005542EA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5813390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EB38A9"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259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vAlign w:val="center"/>
          </w:tcPr>
          <w:p w14:paraId="27DB9B39" w14:textId="77777777" w:rsidR="005542EA" w:rsidRPr="00EB38A9" w:rsidRDefault="00687767" w:rsidP="005542EA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-3734670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EB38A9"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928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14:paraId="2EDE98DF" w14:textId="77777777" w:rsidR="005542EA" w:rsidRPr="0075619B" w:rsidRDefault="005542EA" w:rsidP="005542EA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  <w:tc>
          <w:tcPr>
            <w:tcW w:w="1197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14:paraId="2C9B8193" w14:textId="77777777" w:rsidR="005542EA" w:rsidRPr="0075619B" w:rsidRDefault="005542EA" w:rsidP="005542EA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  <w:tc>
          <w:tcPr>
            <w:tcW w:w="1084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14:paraId="64C6A0B8" w14:textId="77777777" w:rsidR="005542EA" w:rsidRPr="0075619B" w:rsidRDefault="005542EA" w:rsidP="005542EA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</w:tr>
      <w:tr w:rsidR="005542EA" w14:paraId="66230E99" w14:textId="77777777" w:rsidTr="005542EA">
        <w:trPr>
          <w:trHeight w:val="1009"/>
        </w:trPr>
        <w:tc>
          <w:tcPr>
            <w:tcW w:w="104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E36B8A2" w14:textId="77777777" w:rsidR="005542EA" w:rsidRPr="00C51EA3" w:rsidRDefault="005542EA" w:rsidP="005542EA">
            <w:pPr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  <w:r w:rsidRPr="00C51EA3">
              <w:rPr>
                <w:sz w:val="24"/>
              </w:rPr>
              <w:t>.4</w:t>
            </w:r>
          </w:p>
          <w:p w14:paraId="3455F2EC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  <w:r w:rsidRPr="00C51EA3">
              <w:rPr>
                <w:sz w:val="16"/>
                <w:szCs w:val="16"/>
              </w:rPr>
              <w:t>Qualification</w:t>
            </w:r>
          </w:p>
        </w:tc>
        <w:tc>
          <w:tcPr>
            <w:tcW w:w="22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05519EE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</w:t>
            </w:r>
          </w:p>
          <w:p w14:paraId="3BD0A344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4E143F72" w14:textId="77777777" w:rsidR="005542EA" w:rsidRPr="00C51EA3" w:rsidRDefault="00687767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2117030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5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D2C6C9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AA</w:t>
            </w:r>
          </w:p>
          <w:p w14:paraId="26210D13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5CFF55B6" w14:textId="77777777" w:rsidR="005542EA" w:rsidRPr="00C51EA3" w:rsidRDefault="00687767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-17696146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59" w:type="pct"/>
            <w:tcBorders>
              <w:bottom w:val="single" w:sz="4" w:space="0" w:color="auto"/>
            </w:tcBorders>
            <w:vAlign w:val="center"/>
          </w:tcPr>
          <w:p w14:paraId="4A880FB7" w14:textId="77777777" w:rsidR="005542EA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</w:t>
            </w:r>
          </w:p>
          <w:p w14:paraId="60CFCF32" w14:textId="77777777" w:rsidR="005542EA" w:rsidRPr="00887354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1F4CAAB3" w14:textId="77777777" w:rsidR="005542EA" w:rsidRPr="00887354" w:rsidRDefault="00687767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-10739677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92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3D6054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9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A56568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8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304064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</w:tr>
      <w:tr w:rsidR="005542EA" w14:paraId="37FFB9AB" w14:textId="77777777" w:rsidTr="005542EA">
        <w:trPr>
          <w:trHeight w:val="1247"/>
        </w:trPr>
        <w:tc>
          <w:tcPr>
            <w:tcW w:w="104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9F3EE5A" w14:textId="77777777" w:rsidR="005542EA" w:rsidRPr="00C51EA3" w:rsidRDefault="005542EA" w:rsidP="005542EA">
            <w:pPr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  <w:r w:rsidRPr="00C51EA3">
              <w:rPr>
                <w:sz w:val="24"/>
              </w:rPr>
              <w:t>.5</w:t>
            </w:r>
          </w:p>
          <w:p w14:paraId="4E0BECAE" w14:textId="77777777" w:rsidR="005542EA" w:rsidRPr="00C51EA3" w:rsidRDefault="005542EA" w:rsidP="005542EA">
            <w:pPr>
              <w:jc w:val="center"/>
              <w:rPr>
                <w:sz w:val="24"/>
              </w:rPr>
            </w:pPr>
            <w:r w:rsidRPr="003D7625">
              <w:rPr>
                <w:sz w:val="16"/>
                <w:szCs w:val="16"/>
              </w:rPr>
              <w:t>Réception</w:t>
            </w:r>
          </w:p>
        </w:tc>
        <w:tc>
          <w:tcPr>
            <w:tcW w:w="22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839DF6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</w:t>
            </w:r>
          </w:p>
          <w:p w14:paraId="664FBC88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1C00A944" w14:textId="77777777" w:rsidR="005542EA" w:rsidRPr="00C51EA3" w:rsidRDefault="00687767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11725363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5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06A52D8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AA</w:t>
            </w:r>
          </w:p>
          <w:p w14:paraId="69F90AB3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121C53E4" w14:textId="77777777" w:rsidR="005542EA" w:rsidRPr="00C51EA3" w:rsidRDefault="00687767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-18658943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59" w:type="pct"/>
            <w:tcBorders>
              <w:bottom w:val="single" w:sz="4" w:space="0" w:color="auto"/>
            </w:tcBorders>
            <w:vAlign w:val="center"/>
          </w:tcPr>
          <w:p w14:paraId="63CB03A7" w14:textId="77777777" w:rsidR="005542EA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</w:t>
            </w:r>
          </w:p>
          <w:p w14:paraId="7E5815D9" w14:textId="77777777" w:rsidR="005542EA" w:rsidRPr="00887354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144B3386" w14:textId="77777777" w:rsidR="005542EA" w:rsidRPr="00887354" w:rsidRDefault="00687767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21326633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92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0461BD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9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7266321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8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6B5D029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</w:tr>
      <w:tr w:rsidR="005542EA" w14:paraId="7A7EFBC8" w14:textId="77777777" w:rsidTr="005542EA">
        <w:trPr>
          <w:trHeight w:val="1247"/>
        </w:trPr>
        <w:tc>
          <w:tcPr>
            <w:tcW w:w="104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882A9DD" w14:textId="77777777" w:rsidR="005542EA" w:rsidRPr="00C51EA3" w:rsidRDefault="005542EA" w:rsidP="005542EA">
            <w:pPr>
              <w:jc w:val="center"/>
              <w:rPr>
                <w:sz w:val="24"/>
              </w:rPr>
            </w:pPr>
            <w:r>
              <w:rPr>
                <w:sz w:val="24"/>
              </w:rPr>
              <w:t>13.6</w:t>
            </w:r>
          </w:p>
          <w:p w14:paraId="77BB6DD5" w14:textId="77777777" w:rsidR="005542EA" w:rsidRPr="00781978" w:rsidRDefault="005542EA" w:rsidP="005542EA">
            <w:pPr>
              <w:jc w:val="center"/>
              <w:rPr>
                <w:sz w:val="16"/>
                <w:szCs w:val="16"/>
              </w:rPr>
            </w:pPr>
            <w:r w:rsidRPr="003D7625">
              <w:rPr>
                <w:sz w:val="16"/>
                <w:szCs w:val="16"/>
              </w:rPr>
              <w:t>Fin de garantie</w:t>
            </w:r>
          </w:p>
        </w:tc>
        <w:tc>
          <w:tcPr>
            <w:tcW w:w="22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716974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</w:t>
            </w:r>
          </w:p>
          <w:p w14:paraId="55E788B1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2E73CA64" w14:textId="77777777" w:rsidR="005542EA" w:rsidRPr="00C51EA3" w:rsidRDefault="00687767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-13756933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5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B281ADF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AA</w:t>
            </w:r>
          </w:p>
          <w:p w14:paraId="3C9BADDC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3B69AA63" w14:textId="77777777" w:rsidR="005542EA" w:rsidRPr="00C51EA3" w:rsidRDefault="00687767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-8403867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59" w:type="pct"/>
            <w:tcBorders>
              <w:bottom w:val="single" w:sz="4" w:space="0" w:color="auto"/>
            </w:tcBorders>
            <w:vAlign w:val="center"/>
          </w:tcPr>
          <w:p w14:paraId="5FBA6D28" w14:textId="77777777" w:rsidR="005542EA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</w:t>
            </w:r>
          </w:p>
          <w:p w14:paraId="0DFA8588" w14:textId="77777777" w:rsidR="005542EA" w:rsidRPr="00887354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5EE15865" w14:textId="77777777" w:rsidR="005542EA" w:rsidRPr="00887354" w:rsidRDefault="00687767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-1059753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92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08F80E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9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120F101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8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7CA6485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</w:tr>
      <w:tr w:rsidR="005542EA" w14:paraId="620E9BDE" w14:textId="77777777" w:rsidTr="005542EA">
        <w:trPr>
          <w:trHeight w:val="1247"/>
        </w:trPr>
        <w:tc>
          <w:tcPr>
            <w:tcW w:w="1047" w:type="pct"/>
            <w:shd w:val="clear" w:color="auto" w:fill="auto"/>
            <w:vAlign w:val="center"/>
          </w:tcPr>
          <w:p w14:paraId="748E3412" w14:textId="77777777" w:rsidR="005542EA" w:rsidRPr="00C51EA3" w:rsidRDefault="005542EA" w:rsidP="005542EA">
            <w:pPr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  <w:p w14:paraId="0E707FAB" w14:textId="77777777" w:rsidR="005542EA" w:rsidRPr="009D3FDE" w:rsidRDefault="005542EA" w:rsidP="005542EA">
            <w:pPr>
              <w:jc w:val="center"/>
              <w:rPr>
                <w:b/>
                <w:sz w:val="16"/>
                <w:szCs w:val="16"/>
              </w:rPr>
            </w:pPr>
            <w:r w:rsidRPr="003D7625">
              <w:rPr>
                <w:sz w:val="16"/>
                <w:szCs w:val="16"/>
              </w:rPr>
              <w:t>PLANNING DE PREPARATION À L’INSTALLATION</w:t>
            </w:r>
          </w:p>
        </w:tc>
        <w:tc>
          <w:tcPr>
            <w:tcW w:w="227" w:type="pct"/>
            <w:shd w:val="clear" w:color="auto" w:fill="auto"/>
            <w:vAlign w:val="center"/>
          </w:tcPr>
          <w:p w14:paraId="0CDE709B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</w:t>
            </w:r>
          </w:p>
          <w:p w14:paraId="4C92A799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313488C0" w14:textId="77777777" w:rsidR="005542EA" w:rsidRPr="00C51EA3" w:rsidRDefault="00687767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12049096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58" w:type="pct"/>
            <w:shd w:val="clear" w:color="auto" w:fill="auto"/>
            <w:vAlign w:val="center"/>
          </w:tcPr>
          <w:p w14:paraId="476F045E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AA</w:t>
            </w:r>
          </w:p>
          <w:p w14:paraId="09076318" w14:textId="77777777"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7B713421" w14:textId="77777777" w:rsidR="005542EA" w:rsidRPr="00C51EA3" w:rsidRDefault="00687767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-7147374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59" w:type="pct"/>
            <w:vAlign w:val="center"/>
          </w:tcPr>
          <w:p w14:paraId="40E9E0D5" w14:textId="77777777" w:rsidR="005542EA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</w:t>
            </w:r>
          </w:p>
          <w:p w14:paraId="6763152E" w14:textId="77777777" w:rsidR="005542EA" w:rsidRPr="00887354" w:rsidRDefault="005542EA" w:rsidP="005542EA">
            <w:pPr>
              <w:jc w:val="center"/>
              <w:rPr>
                <w:sz w:val="22"/>
                <w:szCs w:val="22"/>
              </w:rPr>
            </w:pPr>
          </w:p>
          <w:p w14:paraId="5F3082B1" w14:textId="77777777" w:rsidR="005542EA" w:rsidRPr="00887354" w:rsidRDefault="00687767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-4065422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928" w:type="pct"/>
            <w:shd w:val="clear" w:color="auto" w:fill="auto"/>
            <w:vAlign w:val="center"/>
          </w:tcPr>
          <w:p w14:paraId="6312993D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97" w:type="pct"/>
            <w:shd w:val="clear" w:color="auto" w:fill="auto"/>
            <w:vAlign w:val="center"/>
          </w:tcPr>
          <w:p w14:paraId="5B8DAA4D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84" w:type="pct"/>
            <w:shd w:val="clear" w:color="auto" w:fill="auto"/>
            <w:vAlign w:val="center"/>
          </w:tcPr>
          <w:p w14:paraId="64CB3073" w14:textId="77777777"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</w:tr>
      <w:tr w:rsidR="005542EA" w:rsidRPr="0075619B" w14:paraId="339EB6BF" w14:textId="77777777" w:rsidTr="005542EA">
        <w:trPr>
          <w:trHeight w:val="547"/>
        </w:trPr>
        <w:tc>
          <w:tcPr>
            <w:tcW w:w="1047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14:paraId="657E89A9" w14:textId="77777777" w:rsidR="005542EA" w:rsidRPr="00EB38A9" w:rsidRDefault="005542EA" w:rsidP="005542EA">
            <w:pPr>
              <w:jc w:val="center"/>
              <w:rPr>
                <w:color w:val="006D7D" w:themeColor="accent5" w:themeShade="BF"/>
                <w:sz w:val="24"/>
              </w:rPr>
            </w:pPr>
            <w:r>
              <w:rPr>
                <w:color w:val="006D7D" w:themeColor="accent5" w:themeShade="BF"/>
                <w:sz w:val="16"/>
                <w:szCs w:val="16"/>
              </w:rPr>
              <w:t xml:space="preserve">Validation </w:t>
            </w:r>
            <w:r w:rsidRPr="009D3FDE">
              <w:rPr>
                <w:color w:val="006D7D" w:themeColor="accent5" w:themeShade="BF"/>
                <w:sz w:val="16"/>
                <w:szCs w:val="16"/>
              </w:rPr>
              <w:t>PID</w:t>
            </w:r>
          </w:p>
        </w:tc>
        <w:tc>
          <w:tcPr>
            <w:tcW w:w="227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14:paraId="4273F575" w14:textId="77777777" w:rsidR="005542EA" w:rsidRPr="00EB38A9" w:rsidRDefault="00687767" w:rsidP="005542EA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-3555803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EB38A9"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258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14:paraId="759C53E8" w14:textId="77777777" w:rsidR="005542EA" w:rsidRPr="00EB38A9" w:rsidRDefault="00687767" w:rsidP="005542EA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17719601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EB38A9"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259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vAlign w:val="center"/>
          </w:tcPr>
          <w:p w14:paraId="094BD349" w14:textId="77777777" w:rsidR="005542EA" w:rsidRPr="00EB38A9" w:rsidRDefault="00687767" w:rsidP="005542EA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-1929203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EB38A9"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928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14:paraId="3CF54F7E" w14:textId="77777777" w:rsidR="005542EA" w:rsidRPr="0075619B" w:rsidRDefault="005542EA" w:rsidP="005542EA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  <w:tc>
          <w:tcPr>
            <w:tcW w:w="1197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14:paraId="29F7628D" w14:textId="77777777" w:rsidR="005542EA" w:rsidRPr="0075619B" w:rsidRDefault="005542EA" w:rsidP="005542EA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  <w:tc>
          <w:tcPr>
            <w:tcW w:w="1084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14:paraId="128C8388" w14:textId="77777777" w:rsidR="005542EA" w:rsidRPr="0075619B" w:rsidRDefault="005542EA" w:rsidP="005542EA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</w:tr>
    </w:tbl>
    <w:p w14:paraId="6AD59C05" w14:textId="77777777" w:rsidR="00DB3A8B" w:rsidRDefault="00DB3A8B" w:rsidP="00544F06">
      <w:pPr>
        <w:rPr>
          <w:b/>
          <w:color w:val="000000"/>
          <w:sz w:val="22"/>
          <w:szCs w:val="22"/>
        </w:rPr>
      </w:pPr>
    </w:p>
    <w:p w14:paraId="1FCF5578" w14:textId="77777777" w:rsidR="009E698E" w:rsidRDefault="009E698E" w:rsidP="00544F06">
      <w:pPr>
        <w:rPr>
          <w:b/>
          <w:color w:val="000000"/>
          <w:sz w:val="22"/>
          <w:szCs w:val="22"/>
        </w:rPr>
      </w:pP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1E0" w:firstRow="1" w:lastRow="1" w:firstColumn="1" w:lastColumn="1" w:noHBand="0" w:noVBand="0"/>
      </w:tblPr>
      <w:tblGrid>
        <w:gridCol w:w="3245"/>
        <w:gridCol w:w="2798"/>
        <w:gridCol w:w="1397"/>
        <w:gridCol w:w="2168"/>
      </w:tblGrid>
      <w:tr w:rsidR="009E698E" w14:paraId="7A664C73" w14:textId="77777777" w:rsidTr="00544F06">
        <w:trPr>
          <w:trHeight w:val="306"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D3D7EA" w:themeFill="accent1" w:themeFillTint="33"/>
            <w:vAlign w:val="center"/>
          </w:tcPr>
          <w:p w14:paraId="700E9490" w14:textId="77777777" w:rsidR="009E698E" w:rsidRPr="00C51EA3" w:rsidRDefault="009E698E" w:rsidP="00544F06">
            <w:pPr>
              <w:jc w:val="center"/>
              <w:rPr>
                <w:rFonts w:cs="Arial"/>
                <w:b/>
                <w:sz w:val="22"/>
                <w:szCs w:val="22"/>
              </w:rPr>
            </w:pPr>
            <w:r w:rsidRPr="00C51EA3">
              <w:rPr>
                <w:rFonts w:cs="Arial"/>
                <w:b/>
                <w:sz w:val="22"/>
                <w:szCs w:val="22"/>
              </w:rPr>
              <w:t>Validation de la synthèse des points à clarifier</w:t>
            </w:r>
          </w:p>
        </w:tc>
      </w:tr>
      <w:tr w:rsidR="009E698E" w14:paraId="0D12C237" w14:textId="77777777" w:rsidTr="005542EA">
        <w:trPr>
          <w:trHeight w:val="282"/>
        </w:trPr>
        <w:tc>
          <w:tcPr>
            <w:tcW w:w="1689" w:type="pct"/>
            <w:tcBorders>
              <w:top w:val="single" w:sz="4" w:space="0" w:color="auto"/>
              <w:bottom w:val="single" w:sz="4" w:space="0" w:color="auto"/>
            </w:tcBorders>
            <w:shd w:val="clear" w:color="auto" w:fill="D3D7EA" w:themeFill="accent1" w:themeFillTint="33"/>
          </w:tcPr>
          <w:p w14:paraId="418FC699" w14:textId="77777777" w:rsidR="009E698E" w:rsidRDefault="009E698E" w:rsidP="00544F06"/>
        </w:tc>
        <w:tc>
          <w:tcPr>
            <w:tcW w:w="1456" w:type="pct"/>
            <w:tcBorders>
              <w:top w:val="single" w:sz="4" w:space="0" w:color="auto"/>
              <w:bottom w:val="single" w:sz="4" w:space="0" w:color="auto"/>
            </w:tcBorders>
            <w:shd w:val="clear" w:color="auto" w:fill="D3D7EA" w:themeFill="accent1" w:themeFillTint="33"/>
            <w:vAlign w:val="center"/>
          </w:tcPr>
          <w:p w14:paraId="43C2A7EF" w14:textId="77777777" w:rsidR="009E698E" w:rsidRPr="00C51EA3" w:rsidRDefault="009E698E" w:rsidP="00544F06">
            <w:pPr>
              <w:jc w:val="center"/>
              <w:rPr>
                <w:rFonts w:cs="Arial"/>
                <w:i/>
                <w:color w:val="000000"/>
                <w:sz w:val="22"/>
                <w:szCs w:val="22"/>
              </w:rPr>
            </w:pPr>
            <w:r w:rsidRPr="00C51EA3">
              <w:rPr>
                <w:rFonts w:cs="Arial"/>
                <w:b/>
                <w:i/>
                <w:color w:val="000000"/>
                <w:sz w:val="22"/>
                <w:szCs w:val="22"/>
              </w:rPr>
              <w:t xml:space="preserve">Nom </w:t>
            </w:r>
          </w:p>
        </w:tc>
        <w:tc>
          <w:tcPr>
            <w:tcW w:w="727" w:type="pct"/>
            <w:tcBorders>
              <w:top w:val="single" w:sz="4" w:space="0" w:color="auto"/>
              <w:bottom w:val="single" w:sz="4" w:space="0" w:color="auto"/>
            </w:tcBorders>
            <w:shd w:val="clear" w:color="auto" w:fill="D3D7EA" w:themeFill="accent1" w:themeFillTint="33"/>
            <w:vAlign w:val="center"/>
          </w:tcPr>
          <w:p w14:paraId="1DB15930" w14:textId="77777777" w:rsidR="009E698E" w:rsidRPr="00C51EA3" w:rsidRDefault="009E698E" w:rsidP="00544F06">
            <w:pPr>
              <w:jc w:val="center"/>
              <w:rPr>
                <w:rFonts w:cs="Arial"/>
                <w:i/>
                <w:color w:val="000000"/>
                <w:sz w:val="22"/>
                <w:szCs w:val="22"/>
              </w:rPr>
            </w:pPr>
            <w:r w:rsidRPr="00C51EA3">
              <w:rPr>
                <w:rFonts w:cs="Arial"/>
                <w:b/>
                <w:i/>
                <w:color w:val="000000"/>
                <w:sz w:val="22"/>
                <w:szCs w:val="22"/>
              </w:rPr>
              <w:t xml:space="preserve">Date </w:t>
            </w:r>
          </w:p>
        </w:tc>
        <w:tc>
          <w:tcPr>
            <w:tcW w:w="1128" w:type="pct"/>
            <w:tcBorders>
              <w:top w:val="single" w:sz="4" w:space="0" w:color="auto"/>
              <w:bottom w:val="single" w:sz="4" w:space="0" w:color="auto"/>
            </w:tcBorders>
            <w:shd w:val="clear" w:color="auto" w:fill="D3D7EA" w:themeFill="accent1" w:themeFillTint="33"/>
          </w:tcPr>
          <w:p w14:paraId="37B7465A" w14:textId="77777777" w:rsidR="009E698E" w:rsidRPr="00C51EA3" w:rsidRDefault="009E698E" w:rsidP="00544F06">
            <w:pPr>
              <w:jc w:val="center"/>
              <w:rPr>
                <w:rFonts w:cs="Arial"/>
                <w:b/>
                <w:i/>
                <w:color w:val="000000"/>
                <w:sz w:val="22"/>
                <w:szCs w:val="22"/>
              </w:rPr>
            </w:pPr>
            <w:r w:rsidRPr="00C51EA3">
              <w:rPr>
                <w:rFonts w:cs="Arial"/>
                <w:b/>
                <w:i/>
                <w:color w:val="000000"/>
                <w:sz w:val="22"/>
                <w:szCs w:val="22"/>
              </w:rPr>
              <w:t>Visa</w:t>
            </w:r>
          </w:p>
        </w:tc>
      </w:tr>
      <w:tr w:rsidR="009E698E" w14:paraId="59CC69BC" w14:textId="77777777" w:rsidTr="005542EA">
        <w:trPr>
          <w:trHeight w:val="384"/>
        </w:trPr>
        <w:tc>
          <w:tcPr>
            <w:tcW w:w="1689" w:type="pct"/>
            <w:tcBorders>
              <w:top w:val="single" w:sz="4" w:space="0" w:color="auto"/>
              <w:bottom w:val="single" w:sz="4" w:space="0" w:color="auto"/>
            </w:tcBorders>
            <w:shd w:val="clear" w:color="auto" w:fill="D3D7EA" w:themeFill="accent1" w:themeFillTint="33"/>
            <w:vAlign w:val="center"/>
          </w:tcPr>
          <w:p w14:paraId="23B17174" w14:textId="77777777" w:rsidR="009E698E" w:rsidRPr="00C51EA3" w:rsidRDefault="00986D87" w:rsidP="005542EA">
            <w:pPr>
              <w:jc w:val="center"/>
              <w:rPr>
                <w:rFonts w:cs="Arial"/>
                <w:b/>
                <w:i/>
                <w:color w:val="000000"/>
                <w:szCs w:val="20"/>
              </w:rPr>
            </w:pPr>
            <w:r>
              <w:rPr>
                <w:rFonts w:cs="Arial"/>
                <w:b/>
                <w:i/>
                <w:color w:val="000000"/>
                <w:szCs w:val="20"/>
              </w:rPr>
              <w:t xml:space="preserve">RE (Responsable </w:t>
            </w:r>
            <w:proofErr w:type="spellStart"/>
            <w:r>
              <w:rPr>
                <w:rFonts w:cs="Arial"/>
                <w:b/>
                <w:i/>
                <w:color w:val="000000"/>
                <w:szCs w:val="20"/>
              </w:rPr>
              <w:t>Equipement</w:t>
            </w:r>
            <w:proofErr w:type="spellEnd"/>
            <w:r>
              <w:rPr>
                <w:rFonts w:cs="Arial"/>
                <w:b/>
                <w:i/>
                <w:color w:val="000000"/>
                <w:szCs w:val="20"/>
              </w:rPr>
              <w:t>)</w:t>
            </w:r>
          </w:p>
        </w:tc>
        <w:tc>
          <w:tcPr>
            <w:tcW w:w="145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95A2ED4" w14:textId="77777777" w:rsidR="009E698E" w:rsidRPr="00C51EA3" w:rsidRDefault="009E698E" w:rsidP="00544F06">
            <w:pPr>
              <w:spacing w:before="40"/>
              <w:jc w:val="center"/>
              <w:rPr>
                <w:rFonts w:ascii="Arial Narrow" w:hAnsi="Arial Narrow"/>
                <w:i/>
                <w:color w:val="000000"/>
                <w:szCs w:val="20"/>
              </w:rPr>
            </w:pPr>
          </w:p>
        </w:tc>
        <w:tc>
          <w:tcPr>
            <w:tcW w:w="72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3C363FE" w14:textId="77777777" w:rsidR="009E698E" w:rsidRPr="00C51EA3" w:rsidRDefault="009E698E" w:rsidP="00544F06">
            <w:pPr>
              <w:spacing w:before="40"/>
              <w:jc w:val="center"/>
              <w:rPr>
                <w:rFonts w:ascii="Arial Narrow" w:hAnsi="Arial Narrow"/>
                <w:i/>
                <w:color w:val="000000"/>
                <w:szCs w:val="20"/>
              </w:rPr>
            </w:pPr>
          </w:p>
        </w:tc>
        <w:tc>
          <w:tcPr>
            <w:tcW w:w="112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9DFCD1B" w14:textId="77777777" w:rsidR="009E698E" w:rsidRPr="00C51EA3" w:rsidRDefault="009E698E" w:rsidP="00544F06">
            <w:pPr>
              <w:spacing w:before="40"/>
              <w:rPr>
                <w:rFonts w:ascii="Arial Narrow" w:hAnsi="Arial Narrow"/>
                <w:i/>
                <w:color w:val="000000"/>
                <w:szCs w:val="20"/>
              </w:rPr>
            </w:pPr>
          </w:p>
        </w:tc>
      </w:tr>
      <w:tr w:rsidR="009E698E" w14:paraId="6B042AE9" w14:textId="77777777" w:rsidTr="005542EA">
        <w:trPr>
          <w:trHeight w:val="437"/>
        </w:trPr>
        <w:tc>
          <w:tcPr>
            <w:tcW w:w="1689" w:type="pct"/>
            <w:tcBorders>
              <w:top w:val="single" w:sz="4" w:space="0" w:color="auto"/>
              <w:bottom w:val="single" w:sz="4" w:space="0" w:color="auto"/>
            </w:tcBorders>
            <w:shd w:val="clear" w:color="auto" w:fill="D3D7EA" w:themeFill="accent1" w:themeFillTint="33"/>
            <w:vAlign w:val="center"/>
          </w:tcPr>
          <w:p w14:paraId="120144D7" w14:textId="77777777" w:rsidR="009E698E" w:rsidRPr="00C51EA3" w:rsidRDefault="00DB3A8B" w:rsidP="00544F06">
            <w:pPr>
              <w:jc w:val="center"/>
              <w:rPr>
                <w:rFonts w:cs="Arial"/>
                <w:b/>
                <w:i/>
                <w:color w:val="000000"/>
                <w:szCs w:val="20"/>
              </w:rPr>
            </w:pPr>
            <w:r>
              <w:rPr>
                <w:rFonts w:cs="Arial"/>
                <w:b/>
                <w:i/>
                <w:color w:val="000000"/>
                <w:szCs w:val="20"/>
              </w:rPr>
              <w:t>Contractant</w:t>
            </w:r>
          </w:p>
        </w:tc>
        <w:tc>
          <w:tcPr>
            <w:tcW w:w="145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5BAA307" w14:textId="77777777" w:rsidR="009E698E" w:rsidRPr="00C51EA3" w:rsidRDefault="009E698E" w:rsidP="00544F06">
            <w:pPr>
              <w:spacing w:before="40"/>
              <w:jc w:val="center"/>
              <w:rPr>
                <w:rFonts w:ascii="Arial Narrow" w:hAnsi="Arial Narrow"/>
                <w:i/>
                <w:color w:val="000000"/>
                <w:szCs w:val="20"/>
              </w:rPr>
            </w:pPr>
          </w:p>
        </w:tc>
        <w:tc>
          <w:tcPr>
            <w:tcW w:w="72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40D22D9" w14:textId="77777777" w:rsidR="009E698E" w:rsidRPr="00C51EA3" w:rsidRDefault="009E698E" w:rsidP="00544F06">
            <w:pPr>
              <w:spacing w:before="40"/>
              <w:jc w:val="center"/>
              <w:rPr>
                <w:rFonts w:ascii="Arial Narrow" w:hAnsi="Arial Narrow"/>
                <w:i/>
                <w:color w:val="000000"/>
                <w:szCs w:val="20"/>
              </w:rPr>
            </w:pPr>
          </w:p>
        </w:tc>
        <w:tc>
          <w:tcPr>
            <w:tcW w:w="112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6FEE0D5" w14:textId="77777777" w:rsidR="009E698E" w:rsidRPr="00C51EA3" w:rsidRDefault="009E698E" w:rsidP="00544F06">
            <w:pPr>
              <w:spacing w:before="40"/>
              <w:rPr>
                <w:rFonts w:ascii="Arial Narrow" w:hAnsi="Arial Narrow"/>
                <w:i/>
                <w:color w:val="000000"/>
                <w:szCs w:val="20"/>
              </w:rPr>
            </w:pPr>
          </w:p>
        </w:tc>
      </w:tr>
    </w:tbl>
    <w:p w14:paraId="19EF1D31" w14:textId="77777777" w:rsidR="009E415F" w:rsidRDefault="009E415F" w:rsidP="00544F06"/>
    <w:p w14:paraId="053F8DB0" w14:textId="77777777" w:rsidR="00420BC1" w:rsidRDefault="00420BC1" w:rsidP="00544F06"/>
    <w:sectPr w:rsidR="00420BC1" w:rsidSect="00544F06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559" w:right="1134" w:bottom="1559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7DD45B" w14:textId="77777777" w:rsidR="00F03D9D" w:rsidRDefault="00F03D9D">
      <w:r>
        <w:separator/>
      </w:r>
    </w:p>
  </w:endnote>
  <w:endnote w:type="continuationSeparator" w:id="0">
    <w:p w14:paraId="3AFAEBFA" w14:textId="77777777" w:rsidR="00F03D9D" w:rsidRDefault="00F03D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Futura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Gras"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ew York"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lledutableau"/>
      <w:tblW w:w="5000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592"/>
      <w:gridCol w:w="5498"/>
      <w:gridCol w:w="2548"/>
    </w:tblGrid>
    <w:tr w:rsidR="00544F06" w:rsidRPr="000602DD" w14:paraId="63E69112" w14:textId="77777777" w:rsidTr="00544F06">
      <w:trPr>
        <w:trHeight w:val="680"/>
      </w:trPr>
      <w:tc>
        <w:tcPr>
          <w:tcW w:w="826" w:type="pct"/>
          <w:tcMar>
            <w:left w:w="0" w:type="dxa"/>
            <w:right w:w="0" w:type="dxa"/>
          </w:tcMar>
          <w:vAlign w:val="center"/>
        </w:tcPr>
        <w:p w14:paraId="67C3DACD" w14:textId="77777777" w:rsidR="00544F06" w:rsidRDefault="00544F06" w:rsidP="00544F06">
          <w:pPr>
            <w:pStyle w:val="Pieddepage"/>
            <w:rPr>
              <w:sz w:val="12"/>
              <w:szCs w:val="12"/>
            </w:rPr>
          </w:pPr>
          <w:r>
            <w:rPr>
              <w:noProof/>
            </w:rPr>
            <w:drawing>
              <wp:inline distT="0" distB="0" distL="0" distR="0" wp14:anchorId="3DA20C24" wp14:editId="0CB89441">
                <wp:extent cx="712800" cy="360000"/>
                <wp:effectExtent l="0" t="0" r="0" b="2540"/>
                <wp:docPr id="21" name="officeArt object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73741825" name="LETI.jpg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12800" cy="360000"/>
                        </a:xfrm>
                        <a:prstGeom prst="rect">
                          <a:avLst/>
                        </a:prstGeom>
                        <a:ln w="12700" cap="flat">
                          <a:noFill/>
                          <a:miter lim="400000"/>
                        </a:ln>
                        <a:effectLst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852" w:type="pct"/>
          <w:tcMar>
            <w:left w:w="0" w:type="dxa"/>
            <w:right w:w="0" w:type="dxa"/>
          </w:tcMar>
          <w:vAlign w:val="center"/>
        </w:tcPr>
        <w:p w14:paraId="5FADD94A" w14:textId="77777777" w:rsidR="00544F06" w:rsidRPr="007F67E0" w:rsidRDefault="00544F06" w:rsidP="00544F06">
          <w:pPr>
            <w:pStyle w:val="Mentionslgales"/>
            <w:spacing w:line="180" w:lineRule="exact"/>
            <w:ind w:left="0" w:right="17"/>
            <w:jc w:val="center"/>
            <w:rPr>
              <w:color w:val="808080"/>
              <w:sz w:val="16"/>
            </w:rPr>
          </w:pPr>
          <w:r w:rsidRPr="007F67E0">
            <w:rPr>
              <w:rFonts w:cs="Arial"/>
              <w:i/>
              <w:color w:val="808080"/>
              <w:sz w:val="16"/>
              <w:szCs w:val="20"/>
            </w:rPr>
            <w:t>Les informations contenues dans le présent document sont la propriété des contractants. Il ne peut être reproduit ou transmis à des tiers sans l'autorisation expresse des contractants.</w:t>
          </w:r>
        </w:p>
      </w:tc>
      <w:tc>
        <w:tcPr>
          <w:tcW w:w="1322" w:type="pct"/>
        </w:tcPr>
        <w:p w14:paraId="2B75DE86" w14:textId="77777777" w:rsidR="00544F06" w:rsidRPr="007F67E0" w:rsidRDefault="00544F06" w:rsidP="00544F06">
          <w:pPr>
            <w:pStyle w:val="Mentionslgales"/>
            <w:spacing w:line="240" w:lineRule="auto"/>
            <w:ind w:left="0" w:right="0"/>
            <w:rPr>
              <w:rFonts w:cs="Arial"/>
              <w:i/>
              <w:color w:val="808080"/>
              <w:sz w:val="16"/>
              <w:szCs w:val="20"/>
            </w:rPr>
          </w:pPr>
          <w:r w:rsidRPr="00AF783D">
            <w:rPr>
              <w:rFonts w:cs="Arial"/>
              <w:b/>
              <w:noProof/>
              <w:color w:val="auto"/>
              <w:sz w:val="20"/>
              <w:szCs w:val="14"/>
              <w:u w:val="single"/>
              <w:lang w:eastAsia="fr-FR"/>
            </w:rPr>
            <w:t>PARAPHES</w:t>
          </w:r>
          <w:r w:rsidRPr="00AF783D">
            <w:rPr>
              <w:rFonts w:cs="Arial"/>
              <w:b/>
              <w:noProof/>
              <w:color w:val="auto"/>
              <w:sz w:val="20"/>
              <w:szCs w:val="14"/>
              <w:lang w:eastAsia="fr-FR"/>
            </w:rPr>
            <w:t> :</w:t>
          </w:r>
        </w:p>
      </w:tc>
    </w:tr>
  </w:tbl>
  <w:p w14:paraId="1F5849F1" w14:textId="77777777" w:rsidR="00544F06" w:rsidRPr="00B22895" w:rsidRDefault="00986D87" w:rsidP="00544F06">
    <w:pPr>
      <w:pStyle w:val="Mentionslgales"/>
      <w:tabs>
        <w:tab w:val="right" w:pos="9639"/>
      </w:tabs>
      <w:spacing w:line="180" w:lineRule="exact"/>
      <w:ind w:left="0" w:right="0"/>
      <w:rPr>
        <w:b/>
        <w:color w:val="auto"/>
      </w:rPr>
    </w:pPr>
    <w:r>
      <w:rPr>
        <w:rFonts w:cs="Arial"/>
        <w:color w:val="auto"/>
        <w:sz w:val="14"/>
        <w:szCs w:val="16"/>
      </w:rPr>
      <w:t>DCOS-FOR-020</w:t>
    </w:r>
    <w:r w:rsidR="00544F06" w:rsidRPr="00B22895">
      <w:rPr>
        <w:rFonts w:cs="Arial"/>
        <w:color w:val="auto"/>
        <w:sz w:val="14"/>
        <w:szCs w:val="16"/>
      </w:rPr>
      <w:t xml:space="preserve"> Formulaire Annexe A au Cahier des</w:t>
    </w:r>
    <w:r w:rsidR="001D522C">
      <w:rPr>
        <w:rFonts w:cs="Arial"/>
        <w:color w:val="auto"/>
        <w:sz w:val="14"/>
        <w:szCs w:val="16"/>
      </w:rPr>
      <w:t xml:space="preserve"> Charges </w:t>
    </w:r>
    <w:proofErr w:type="spellStart"/>
    <w:r w:rsidR="001D522C">
      <w:rPr>
        <w:rFonts w:cs="Arial"/>
        <w:color w:val="auto"/>
        <w:sz w:val="14"/>
        <w:szCs w:val="16"/>
      </w:rPr>
      <w:t>Equipement</w:t>
    </w:r>
    <w:proofErr w:type="spellEnd"/>
    <w:r>
      <w:rPr>
        <w:rFonts w:cs="Arial"/>
        <w:color w:val="auto"/>
        <w:sz w:val="14"/>
        <w:szCs w:val="16"/>
      </w:rPr>
      <w:t xml:space="preserve"> – Version 1</w:t>
    </w:r>
    <w:r w:rsidR="00544F06" w:rsidRPr="00B22895">
      <w:rPr>
        <w:rFonts w:cs="Arial"/>
        <w:color w:val="auto"/>
        <w:sz w:val="14"/>
        <w:szCs w:val="16"/>
      </w:rPr>
      <w:t xml:space="preserve"> du 2</w:t>
    </w:r>
    <w:r>
      <w:rPr>
        <w:rFonts w:cs="Arial"/>
        <w:color w:val="auto"/>
        <w:sz w:val="14"/>
        <w:szCs w:val="16"/>
      </w:rPr>
      <w:t>7</w:t>
    </w:r>
    <w:r w:rsidR="009F6C25">
      <w:rPr>
        <w:rFonts w:cs="Arial"/>
        <w:color w:val="auto"/>
        <w:sz w:val="14"/>
        <w:szCs w:val="16"/>
      </w:rPr>
      <w:t>/02/2024</w:t>
    </w:r>
    <w:r w:rsidR="00544F06" w:rsidRPr="00B22895">
      <w:rPr>
        <w:rFonts w:cs="Arial"/>
        <w:color w:val="auto"/>
        <w:sz w:val="14"/>
        <w:szCs w:val="16"/>
      </w:rPr>
      <w:tab/>
    </w:r>
    <w:r w:rsidR="00544F06" w:rsidRPr="00B22895">
      <w:rPr>
        <w:rFonts w:cs="Arial"/>
        <w:color w:val="auto"/>
        <w:sz w:val="16"/>
        <w:szCs w:val="16"/>
      </w:rPr>
      <w:fldChar w:fldCharType="begin"/>
    </w:r>
    <w:r w:rsidR="00544F06" w:rsidRPr="00B22895">
      <w:rPr>
        <w:rFonts w:cs="Arial"/>
        <w:color w:val="auto"/>
        <w:sz w:val="16"/>
        <w:szCs w:val="16"/>
      </w:rPr>
      <w:instrText xml:space="preserve"> PAGE </w:instrText>
    </w:r>
    <w:r w:rsidR="00544F06" w:rsidRPr="00B22895">
      <w:rPr>
        <w:rFonts w:cs="Arial"/>
        <w:color w:val="auto"/>
        <w:sz w:val="16"/>
        <w:szCs w:val="16"/>
      </w:rPr>
      <w:fldChar w:fldCharType="separate"/>
    </w:r>
    <w:r w:rsidR="001D522C">
      <w:rPr>
        <w:rFonts w:cs="Arial"/>
        <w:noProof/>
        <w:color w:val="auto"/>
        <w:sz w:val="16"/>
        <w:szCs w:val="16"/>
      </w:rPr>
      <w:t>2</w:t>
    </w:r>
    <w:r w:rsidR="00544F06" w:rsidRPr="00B22895">
      <w:rPr>
        <w:rFonts w:cs="Arial"/>
        <w:color w:val="auto"/>
        <w:sz w:val="16"/>
        <w:szCs w:val="16"/>
      </w:rPr>
      <w:fldChar w:fldCharType="end"/>
    </w:r>
    <w:r w:rsidR="00544F06" w:rsidRPr="00B22895">
      <w:rPr>
        <w:rFonts w:cs="Arial"/>
        <w:color w:val="auto"/>
        <w:sz w:val="16"/>
        <w:szCs w:val="16"/>
      </w:rPr>
      <w:t>/</w:t>
    </w:r>
    <w:r w:rsidR="00544F06" w:rsidRPr="00B22895">
      <w:rPr>
        <w:rFonts w:cs="Arial"/>
        <w:color w:val="auto"/>
        <w:sz w:val="16"/>
        <w:szCs w:val="16"/>
      </w:rPr>
      <w:fldChar w:fldCharType="begin"/>
    </w:r>
    <w:r w:rsidR="00544F06" w:rsidRPr="00B22895">
      <w:rPr>
        <w:rFonts w:cs="Arial"/>
        <w:color w:val="auto"/>
        <w:sz w:val="16"/>
        <w:szCs w:val="16"/>
      </w:rPr>
      <w:instrText xml:space="preserve"> NUMPAGES </w:instrText>
    </w:r>
    <w:r w:rsidR="00544F06" w:rsidRPr="00B22895">
      <w:rPr>
        <w:rFonts w:cs="Arial"/>
        <w:color w:val="auto"/>
        <w:sz w:val="16"/>
        <w:szCs w:val="16"/>
      </w:rPr>
      <w:fldChar w:fldCharType="separate"/>
    </w:r>
    <w:r w:rsidR="001D522C">
      <w:rPr>
        <w:rFonts w:cs="Arial"/>
        <w:noProof/>
        <w:color w:val="auto"/>
        <w:sz w:val="16"/>
        <w:szCs w:val="16"/>
      </w:rPr>
      <w:t>10</w:t>
    </w:r>
    <w:r w:rsidR="00544F06" w:rsidRPr="00B22895">
      <w:rPr>
        <w:rFonts w:cs="Arial"/>
        <w:color w:val="auto"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7088"/>
      <w:gridCol w:w="2550"/>
    </w:tblGrid>
    <w:tr w:rsidR="00544F06" w:rsidRPr="007F67E0" w14:paraId="34F94C63" w14:textId="77777777" w:rsidTr="00544F06">
      <w:trPr>
        <w:trHeight w:val="287"/>
      </w:trPr>
      <w:tc>
        <w:tcPr>
          <w:tcW w:w="3677" w:type="pct"/>
          <w:shd w:val="clear" w:color="auto" w:fill="auto"/>
          <w:vAlign w:val="center"/>
        </w:tcPr>
        <w:p w14:paraId="3454B903" w14:textId="77777777" w:rsidR="00544F06" w:rsidRPr="007F67E0" w:rsidRDefault="00544F06" w:rsidP="00544F06">
          <w:pPr>
            <w:pStyle w:val="Mentionslgales"/>
            <w:tabs>
              <w:tab w:val="center" w:pos="2481"/>
            </w:tabs>
            <w:spacing w:line="240" w:lineRule="auto"/>
            <w:ind w:left="0" w:right="198"/>
            <w:rPr>
              <w:rFonts w:cs="Arial"/>
              <w:color w:val="E50019" w:themeColor="text2"/>
              <w:sz w:val="14"/>
              <w:szCs w:val="14"/>
            </w:rPr>
          </w:pPr>
          <w:r w:rsidRPr="007F67E0">
            <w:rPr>
              <w:rFonts w:cs="Arial"/>
              <w:noProof/>
              <w:color w:val="FF0000"/>
              <w:sz w:val="14"/>
              <w:szCs w:val="14"/>
              <w:lang w:eastAsia="fr-FR"/>
            </w:rPr>
            <mc:AlternateContent>
              <mc:Choice Requires="wps">
                <w:drawing>
                  <wp:inline distT="0" distB="0" distL="0" distR="0" wp14:anchorId="5CF8F824" wp14:editId="565475C9">
                    <wp:extent cx="225425" cy="0"/>
                    <wp:effectExtent l="0" t="0" r="22225" b="19050"/>
                    <wp:docPr id="14" name="Connecteur droit 2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/>
                          </wps:cNvCnPr>
                          <wps:spPr>
                            <a:xfrm>
                              <a:off x="0" y="0"/>
                              <a:ext cx="225425" cy="0"/>
                            </a:xfrm>
                            <a:prstGeom prst="line">
                              <a:avLst/>
                            </a:prstGeom>
                            <a:noFill/>
                            <a:ln w="19050" cap="flat" cmpd="sng" algn="ctr">
                              <a:solidFill>
                                <a:schemeClr val="tx2"/>
                              </a:solidFill>
                              <a:prstDash val="solid"/>
                            </a:ln>
                            <a:effectLst/>
                          </wps:spPr>
                          <wps:bodyPr/>
                        </wps:wsp>
                      </a:graphicData>
                    </a:graphic>
                  </wp:inline>
                </w:drawing>
              </mc:Choice>
              <mc:Fallback>
                <w:pict>
                  <v:line w14:anchorId="471B54A5" id="Connecteur droit 21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17.7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" strokecolor="#e50019 [3215]" strokeweight="1.5pt">
                    <o:lock v:ext="edit" shapetype="f"/>
                    <w10:anchorlock/>
                  </v:line>
                </w:pict>
              </mc:Fallback>
            </mc:AlternateContent>
          </w:r>
        </w:p>
        <w:p w14:paraId="314A7D22" w14:textId="77777777" w:rsidR="00544F06" w:rsidRPr="007F67E0" w:rsidRDefault="00544F06" w:rsidP="00544F06">
          <w:pPr>
            <w:pStyle w:val="Mentionslgales"/>
            <w:spacing w:line="240" w:lineRule="auto"/>
            <w:ind w:left="0" w:right="200"/>
            <w:rPr>
              <w:rFonts w:cs="Arial"/>
              <w:b/>
              <w:color w:val="5C5C5C" w:themeColor="text1" w:themeTint="BF"/>
              <w:sz w:val="14"/>
              <w:szCs w:val="14"/>
            </w:rPr>
          </w:pPr>
          <w:r w:rsidRPr="007F67E0">
            <w:rPr>
              <w:rFonts w:cs="Arial"/>
              <w:b/>
              <w:color w:val="5C5C5C" w:themeColor="text1" w:themeTint="BF"/>
              <w:sz w:val="14"/>
              <w:szCs w:val="14"/>
            </w:rPr>
            <w:t xml:space="preserve">CEA-Leti, </w:t>
          </w:r>
          <w:proofErr w:type="spellStart"/>
          <w:r w:rsidRPr="007F67E0">
            <w:rPr>
              <w:rFonts w:cs="Arial"/>
              <w:b/>
              <w:color w:val="5C5C5C" w:themeColor="text1" w:themeTint="BF"/>
              <w:sz w:val="14"/>
              <w:szCs w:val="14"/>
            </w:rPr>
            <w:t>technology</w:t>
          </w:r>
          <w:proofErr w:type="spellEnd"/>
          <w:r w:rsidRPr="007F67E0">
            <w:rPr>
              <w:rFonts w:cs="Arial"/>
              <w:b/>
              <w:color w:val="5C5C5C" w:themeColor="text1" w:themeTint="BF"/>
              <w:sz w:val="14"/>
              <w:szCs w:val="14"/>
            </w:rPr>
            <w:t xml:space="preserve"> </w:t>
          </w:r>
          <w:proofErr w:type="spellStart"/>
          <w:r w:rsidRPr="007F67E0">
            <w:rPr>
              <w:rFonts w:cs="Arial"/>
              <w:b/>
              <w:color w:val="5C5C5C" w:themeColor="text1" w:themeTint="BF"/>
              <w:sz w:val="14"/>
              <w:szCs w:val="14"/>
            </w:rPr>
            <w:t>research</w:t>
          </w:r>
          <w:proofErr w:type="spellEnd"/>
          <w:r w:rsidRPr="007F67E0">
            <w:rPr>
              <w:rFonts w:cs="Arial"/>
              <w:b/>
              <w:color w:val="5C5C5C" w:themeColor="text1" w:themeTint="BF"/>
              <w:sz w:val="14"/>
              <w:szCs w:val="14"/>
            </w:rPr>
            <w:t xml:space="preserve"> </w:t>
          </w:r>
          <w:proofErr w:type="spellStart"/>
          <w:r w:rsidRPr="007F67E0">
            <w:rPr>
              <w:rFonts w:cs="Arial"/>
              <w:b/>
              <w:color w:val="5C5C5C" w:themeColor="text1" w:themeTint="BF"/>
              <w:sz w:val="14"/>
              <w:szCs w:val="14"/>
            </w:rPr>
            <w:t>institute</w:t>
          </w:r>
          <w:proofErr w:type="spellEnd"/>
        </w:p>
        <w:p w14:paraId="11AF616A" w14:textId="77777777" w:rsidR="00544F06" w:rsidRPr="007F67E0" w:rsidRDefault="00544F06" w:rsidP="00544F06">
          <w:pPr>
            <w:pStyle w:val="Mentionslgales"/>
            <w:spacing w:line="240" w:lineRule="auto"/>
            <w:ind w:left="0" w:right="200"/>
            <w:rPr>
              <w:rFonts w:cs="Arial"/>
              <w:color w:val="5C5C5C" w:themeColor="text1" w:themeTint="BF"/>
              <w:sz w:val="14"/>
              <w:szCs w:val="14"/>
            </w:rPr>
          </w:pPr>
          <w:r w:rsidRPr="007F67E0">
            <w:rPr>
              <w:rFonts w:cs="Arial"/>
              <w:color w:val="5C5C5C" w:themeColor="text1" w:themeTint="BF"/>
              <w:sz w:val="14"/>
              <w:szCs w:val="14"/>
            </w:rPr>
            <w:t>17 avenue des Martyrs – 38054 Grenoble Cedex, France</w:t>
          </w:r>
        </w:p>
        <w:p w14:paraId="1038CDBE" w14:textId="77777777" w:rsidR="00544F06" w:rsidRPr="007F67E0" w:rsidRDefault="00544F06" w:rsidP="00544F06">
          <w:pPr>
            <w:pStyle w:val="Mentionslgales"/>
            <w:spacing w:line="240" w:lineRule="auto"/>
            <w:ind w:left="0" w:right="200"/>
            <w:rPr>
              <w:rFonts w:cs="Arial"/>
              <w:color w:val="5C5C5C" w:themeColor="text1" w:themeTint="BF"/>
            </w:rPr>
          </w:pPr>
          <w:r w:rsidRPr="007F67E0">
            <w:rPr>
              <w:rFonts w:cs="Arial"/>
              <w:color w:val="5C5C5C" w:themeColor="text1" w:themeTint="BF"/>
              <w:sz w:val="14"/>
              <w:szCs w:val="14"/>
            </w:rPr>
            <w:t xml:space="preserve">T. +33 (0)4 38 78 44 00  </w:t>
          </w:r>
          <w:r w:rsidRPr="007F67E0">
            <w:rPr>
              <w:rFonts w:cs="Arial"/>
              <w:b/>
              <w:color w:val="E50019" w:themeColor="text2"/>
              <w:sz w:val="14"/>
              <w:szCs w:val="14"/>
            </w:rPr>
            <w:t>cea-leti.com</w:t>
          </w:r>
        </w:p>
      </w:tc>
      <w:tc>
        <w:tcPr>
          <w:tcW w:w="1323" w:type="pct"/>
          <w:vMerge w:val="restart"/>
        </w:tcPr>
        <w:p w14:paraId="6E39A845" w14:textId="77777777" w:rsidR="00544F06" w:rsidRPr="00AF783D" w:rsidRDefault="00544F06" w:rsidP="00544F06">
          <w:pPr>
            <w:pStyle w:val="Mentionslgales"/>
            <w:tabs>
              <w:tab w:val="center" w:pos="2481"/>
            </w:tabs>
            <w:spacing w:line="240" w:lineRule="auto"/>
            <w:ind w:left="0" w:right="198"/>
            <w:rPr>
              <w:rFonts w:cs="Arial"/>
              <w:b/>
              <w:noProof/>
              <w:color w:val="auto"/>
              <w:sz w:val="14"/>
              <w:szCs w:val="14"/>
              <w:u w:val="single"/>
              <w:lang w:eastAsia="fr-FR"/>
            </w:rPr>
          </w:pPr>
          <w:r w:rsidRPr="00AF783D">
            <w:rPr>
              <w:rFonts w:cs="Arial"/>
              <w:b/>
              <w:noProof/>
              <w:color w:val="auto"/>
              <w:sz w:val="20"/>
              <w:szCs w:val="14"/>
              <w:u w:val="single"/>
              <w:lang w:eastAsia="fr-FR"/>
            </w:rPr>
            <w:t>PARAPHES</w:t>
          </w:r>
          <w:r w:rsidRPr="00AF783D">
            <w:rPr>
              <w:rFonts w:cs="Arial"/>
              <w:b/>
              <w:noProof/>
              <w:color w:val="auto"/>
              <w:sz w:val="20"/>
              <w:szCs w:val="14"/>
              <w:lang w:eastAsia="fr-FR"/>
            </w:rPr>
            <w:t> :</w:t>
          </w:r>
          <w:r w:rsidRPr="00AF783D">
            <w:rPr>
              <w:rFonts w:cs="Arial"/>
              <w:b/>
              <w:noProof/>
              <w:color w:val="auto"/>
              <w:sz w:val="20"/>
              <w:szCs w:val="14"/>
              <w:u w:val="single"/>
              <w:lang w:eastAsia="fr-FR"/>
            </w:rPr>
            <w:t xml:space="preserve"> </w:t>
          </w:r>
        </w:p>
      </w:tc>
    </w:tr>
    <w:tr w:rsidR="00544F06" w:rsidRPr="00687767" w14:paraId="3558283F" w14:textId="77777777" w:rsidTr="00544F06">
      <w:trPr>
        <w:trHeight w:val="274"/>
      </w:trPr>
      <w:tc>
        <w:tcPr>
          <w:tcW w:w="3677" w:type="pct"/>
          <w:shd w:val="clear" w:color="auto" w:fill="auto"/>
          <w:vAlign w:val="center"/>
        </w:tcPr>
        <w:p w14:paraId="5AF44C67" w14:textId="77777777" w:rsidR="00544F06" w:rsidRDefault="00544F06" w:rsidP="00544F06">
          <w:pPr>
            <w:pStyle w:val="Mentionslgales"/>
            <w:spacing w:line="240" w:lineRule="auto"/>
            <w:ind w:left="0" w:right="-40"/>
            <w:rPr>
              <w:rFonts w:cs="Arial"/>
              <w:color w:val="5C5C5C" w:themeColor="text1" w:themeTint="BF"/>
              <w:sz w:val="12"/>
              <w:szCs w:val="12"/>
            </w:rPr>
          </w:pPr>
          <w:r w:rsidRPr="00766472">
            <w:rPr>
              <w:rFonts w:cs="Arial"/>
              <w:color w:val="5C5C5C" w:themeColor="text1" w:themeTint="BF"/>
              <w:sz w:val="12"/>
              <w:szCs w:val="12"/>
            </w:rPr>
            <w:t xml:space="preserve">Établissement public à caractère industriel et commercial </w:t>
          </w:r>
          <w:r w:rsidRPr="00766472">
            <w:rPr>
              <w:rFonts w:cs="Arial"/>
              <w:b/>
              <w:color w:val="5C5C5C" w:themeColor="text1" w:themeTint="BF"/>
              <w:sz w:val="12"/>
              <w:szCs w:val="12"/>
            </w:rPr>
            <w:t>|</w:t>
          </w:r>
          <w:r w:rsidRPr="00766472">
            <w:rPr>
              <w:rFonts w:cs="Arial"/>
              <w:color w:val="5C5C5C" w:themeColor="text1" w:themeTint="BF"/>
              <w:sz w:val="12"/>
              <w:szCs w:val="12"/>
            </w:rPr>
            <w:t xml:space="preserve"> RCS Paris B 775 685</w:t>
          </w:r>
          <w:r>
            <w:rPr>
              <w:rFonts w:cs="Arial"/>
              <w:color w:val="5C5C5C" w:themeColor="text1" w:themeTint="BF"/>
              <w:sz w:val="12"/>
              <w:szCs w:val="12"/>
            </w:rPr>
            <w:t> </w:t>
          </w:r>
          <w:r w:rsidRPr="00766472">
            <w:rPr>
              <w:rFonts w:cs="Arial"/>
              <w:color w:val="5C5C5C" w:themeColor="text1" w:themeTint="BF"/>
              <w:sz w:val="12"/>
              <w:szCs w:val="12"/>
            </w:rPr>
            <w:t>019</w:t>
          </w:r>
        </w:p>
        <w:p w14:paraId="6923EE79" w14:textId="77777777" w:rsidR="00544F06" w:rsidRPr="00766472" w:rsidRDefault="00544F06" w:rsidP="00544F06">
          <w:pPr>
            <w:pStyle w:val="Mentionslgales"/>
            <w:spacing w:line="240" w:lineRule="auto"/>
            <w:ind w:left="0" w:right="-40"/>
            <w:rPr>
              <w:rFonts w:cs="Arial"/>
              <w:color w:val="5C5C5C" w:themeColor="text1" w:themeTint="BF"/>
              <w:lang w:val="en-GB"/>
            </w:rPr>
          </w:pPr>
          <w:r w:rsidRPr="00766472">
            <w:rPr>
              <w:rFonts w:cs="Arial"/>
              <w:color w:val="5C5C5C" w:themeColor="text1" w:themeTint="BF"/>
              <w:sz w:val="12"/>
              <w:szCs w:val="12"/>
              <w:lang w:val="en-GB"/>
            </w:rPr>
            <w:t>CEA-</w:t>
          </w:r>
          <w:proofErr w:type="spellStart"/>
          <w:r w:rsidRPr="00766472">
            <w:rPr>
              <w:rFonts w:cs="Arial"/>
              <w:color w:val="5C5C5C" w:themeColor="text1" w:themeTint="BF"/>
              <w:sz w:val="12"/>
              <w:szCs w:val="12"/>
              <w:lang w:val="en-GB"/>
            </w:rPr>
            <w:t>Leti</w:t>
          </w:r>
          <w:proofErr w:type="spellEnd"/>
          <w:r w:rsidRPr="00766472">
            <w:rPr>
              <w:rFonts w:cs="Arial"/>
              <w:color w:val="5C5C5C" w:themeColor="text1" w:themeTint="BF"/>
              <w:sz w:val="12"/>
              <w:szCs w:val="12"/>
              <w:lang w:val="en-GB"/>
            </w:rPr>
            <w:t xml:space="preserve"> is a member of the Carnot institutes network</w:t>
          </w:r>
        </w:p>
      </w:tc>
      <w:tc>
        <w:tcPr>
          <w:tcW w:w="1323" w:type="pct"/>
          <w:vMerge/>
        </w:tcPr>
        <w:p w14:paraId="228076BE" w14:textId="77777777" w:rsidR="00544F06" w:rsidRPr="00766472" w:rsidRDefault="00544F06" w:rsidP="00544F06">
          <w:pPr>
            <w:pStyle w:val="Mentionslgales"/>
            <w:spacing w:line="240" w:lineRule="auto"/>
            <w:ind w:left="0" w:right="-40"/>
            <w:rPr>
              <w:rFonts w:cs="Arial"/>
              <w:color w:val="5C5C5C" w:themeColor="text1" w:themeTint="BF"/>
              <w:sz w:val="12"/>
              <w:szCs w:val="12"/>
              <w:lang w:val="en-GB"/>
            </w:rPr>
          </w:pPr>
        </w:p>
      </w:tc>
    </w:tr>
    <w:tr w:rsidR="00544F06" w:rsidRPr="00544F06" w14:paraId="106781F8" w14:textId="77777777" w:rsidTr="00544F06">
      <w:trPr>
        <w:trHeight w:val="274"/>
      </w:trPr>
      <w:tc>
        <w:tcPr>
          <w:tcW w:w="5000" w:type="pct"/>
          <w:gridSpan w:val="2"/>
          <w:shd w:val="clear" w:color="auto" w:fill="auto"/>
          <w:vAlign w:val="center"/>
        </w:tcPr>
        <w:p w14:paraId="120CCED5" w14:textId="77777777" w:rsidR="00544F06" w:rsidRPr="00544F06" w:rsidRDefault="00986D87" w:rsidP="00986D87">
          <w:pPr>
            <w:pStyle w:val="Pieddepage"/>
            <w:tabs>
              <w:tab w:val="clear" w:pos="9072"/>
              <w:tab w:val="right" w:pos="9639"/>
            </w:tabs>
            <w:rPr>
              <w:rFonts w:cs="Arial"/>
              <w:sz w:val="14"/>
              <w:szCs w:val="16"/>
            </w:rPr>
          </w:pPr>
          <w:r>
            <w:rPr>
              <w:rFonts w:cs="Arial"/>
              <w:sz w:val="14"/>
              <w:szCs w:val="16"/>
            </w:rPr>
            <w:t>DCOS-FOR-020</w:t>
          </w:r>
          <w:r w:rsidR="00544F06" w:rsidRPr="00544F06">
            <w:rPr>
              <w:rFonts w:cs="Arial"/>
              <w:sz w:val="14"/>
              <w:szCs w:val="16"/>
            </w:rPr>
            <w:t xml:space="preserve"> Formulaire Annexe A au Cahier des </w:t>
          </w:r>
          <w:r w:rsidR="001D522C">
            <w:rPr>
              <w:rFonts w:cs="Arial"/>
              <w:sz w:val="14"/>
              <w:szCs w:val="16"/>
            </w:rPr>
            <w:t xml:space="preserve">Charges </w:t>
          </w:r>
          <w:proofErr w:type="spellStart"/>
          <w:r w:rsidR="001D522C">
            <w:rPr>
              <w:rFonts w:cs="Arial"/>
              <w:sz w:val="14"/>
              <w:szCs w:val="16"/>
            </w:rPr>
            <w:t>Equipement</w:t>
          </w:r>
          <w:proofErr w:type="spellEnd"/>
          <w:r w:rsidR="009F6C25">
            <w:rPr>
              <w:rFonts w:cs="Arial"/>
              <w:sz w:val="14"/>
              <w:szCs w:val="16"/>
            </w:rPr>
            <w:t xml:space="preserve"> – Version </w:t>
          </w:r>
          <w:r>
            <w:rPr>
              <w:rFonts w:cs="Arial"/>
              <w:sz w:val="14"/>
              <w:szCs w:val="16"/>
            </w:rPr>
            <w:t>1</w:t>
          </w:r>
          <w:r w:rsidR="00544F06" w:rsidRPr="00544F06">
            <w:rPr>
              <w:rFonts w:cs="Arial"/>
              <w:sz w:val="14"/>
              <w:szCs w:val="16"/>
            </w:rPr>
            <w:t xml:space="preserve"> du </w:t>
          </w:r>
          <w:r>
            <w:rPr>
              <w:rFonts w:cs="Arial"/>
              <w:sz w:val="14"/>
              <w:szCs w:val="16"/>
            </w:rPr>
            <w:t>27</w:t>
          </w:r>
          <w:r w:rsidR="009F6C25">
            <w:rPr>
              <w:rFonts w:cs="Arial"/>
              <w:sz w:val="14"/>
              <w:szCs w:val="16"/>
            </w:rPr>
            <w:t>/02/2024</w:t>
          </w:r>
          <w:r w:rsidR="00544F06" w:rsidRPr="00544F06">
            <w:rPr>
              <w:rFonts w:cs="Arial"/>
              <w:sz w:val="14"/>
              <w:szCs w:val="16"/>
            </w:rPr>
            <w:tab/>
          </w:r>
          <w:r w:rsidR="00544F06" w:rsidRPr="007F67E0">
            <w:rPr>
              <w:rFonts w:cs="Arial"/>
              <w:sz w:val="16"/>
              <w:szCs w:val="16"/>
            </w:rPr>
            <w:fldChar w:fldCharType="begin"/>
          </w:r>
          <w:r w:rsidR="00544F06" w:rsidRPr="00544F06">
            <w:rPr>
              <w:rFonts w:cs="Arial"/>
              <w:sz w:val="16"/>
              <w:szCs w:val="16"/>
            </w:rPr>
            <w:instrText xml:space="preserve"> PAGE </w:instrText>
          </w:r>
          <w:r w:rsidR="00544F06" w:rsidRPr="007F67E0">
            <w:rPr>
              <w:rFonts w:cs="Arial"/>
              <w:sz w:val="16"/>
              <w:szCs w:val="16"/>
            </w:rPr>
            <w:fldChar w:fldCharType="separate"/>
          </w:r>
          <w:r w:rsidR="001D522C">
            <w:rPr>
              <w:rFonts w:cs="Arial"/>
              <w:noProof/>
              <w:sz w:val="16"/>
              <w:szCs w:val="16"/>
            </w:rPr>
            <w:t>1</w:t>
          </w:r>
          <w:r w:rsidR="00544F06" w:rsidRPr="007F67E0">
            <w:rPr>
              <w:rFonts w:cs="Arial"/>
              <w:sz w:val="16"/>
              <w:szCs w:val="16"/>
            </w:rPr>
            <w:fldChar w:fldCharType="end"/>
          </w:r>
          <w:r w:rsidR="00544F06" w:rsidRPr="00544F06">
            <w:rPr>
              <w:rFonts w:cs="Arial"/>
              <w:sz w:val="16"/>
              <w:szCs w:val="16"/>
            </w:rPr>
            <w:t>/</w:t>
          </w:r>
          <w:r w:rsidR="00544F06" w:rsidRPr="007F67E0">
            <w:rPr>
              <w:rFonts w:cs="Arial"/>
              <w:sz w:val="16"/>
              <w:szCs w:val="16"/>
            </w:rPr>
            <w:fldChar w:fldCharType="begin"/>
          </w:r>
          <w:r w:rsidR="00544F06" w:rsidRPr="00544F06">
            <w:rPr>
              <w:rFonts w:cs="Arial"/>
              <w:sz w:val="16"/>
              <w:szCs w:val="16"/>
            </w:rPr>
            <w:instrText xml:space="preserve"> NUMPAGES </w:instrText>
          </w:r>
          <w:r w:rsidR="00544F06" w:rsidRPr="007F67E0">
            <w:rPr>
              <w:rFonts w:cs="Arial"/>
              <w:sz w:val="16"/>
              <w:szCs w:val="16"/>
            </w:rPr>
            <w:fldChar w:fldCharType="separate"/>
          </w:r>
          <w:r w:rsidR="001D522C">
            <w:rPr>
              <w:rFonts w:cs="Arial"/>
              <w:noProof/>
              <w:sz w:val="16"/>
              <w:szCs w:val="16"/>
            </w:rPr>
            <w:t>10</w:t>
          </w:r>
          <w:r w:rsidR="00544F06" w:rsidRPr="007F67E0">
            <w:rPr>
              <w:rFonts w:cs="Arial"/>
              <w:sz w:val="16"/>
              <w:szCs w:val="16"/>
            </w:rPr>
            <w:fldChar w:fldCharType="end"/>
          </w:r>
        </w:p>
      </w:tc>
    </w:tr>
  </w:tbl>
  <w:p w14:paraId="6DF1D099" w14:textId="77777777" w:rsidR="00544F06" w:rsidRPr="00544F06" w:rsidRDefault="00544F06">
    <w:pPr>
      <w:pStyle w:val="Pieddepage"/>
      <w:rPr>
        <w:sz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2B44D8" w14:textId="77777777" w:rsidR="00F03D9D" w:rsidRDefault="00F03D9D">
      <w:r>
        <w:separator/>
      </w:r>
    </w:p>
  </w:footnote>
  <w:footnote w:type="continuationSeparator" w:id="0">
    <w:p w14:paraId="048C0739" w14:textId="77777777" w:rsidR="00F03D9D" w:rsidRDefault="00F03D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Borders>
        <w:top w:val="single" w:sz="4" w:space="0" w:color="auto"/>
        <w:bottom w:val="single" w:sz="4" w:space="0" w:color="auto"/>
      </w:tblBorders>
      <w:tblCellMar>
        <w:top w:w="28" w:type="dxa"/>
        <w:left w:w="28" w:type="dxa"/>
        <w:bottom w:w="28" w:type="dxa"/>
        <w:right w:w="28" w:type="dxa"/>
      </w:tblCellMar>
      <w:tblLook w:val="01E0" w:firstRow="1" w:lastRow="1" w:firstColumn="1" w:lastColumn="1" w:noHBand="0" w:noVBand="0"/>
    </w:tblPr>
    <w:tblGrid>
      <w:gridCol w:w="9638"/>
    </w:tblGrid>
    <w:tr w:rsidR="00544F06" w:rsidRPr="00544F06" w14:paraId="600F70CF" w14:textId="77777777" w:rsidTr="00B22895">
      <w:trPr>
        <w:trHeight w:val="340"/>
      </w:trPr>
      <w:tc>
        <w:tcPr>
          <w:tcW w:w="5000" w:type="pct"/>
          <w:shd w:val="clear" w:color="auto" w:fill="auto"/>
          <w:vAlign w:val="center"/>
        </w:tcPr>
        <w:p w14:paraId="55D4CED4" w14:textId="77777777" w:rsidR="00544F06" w:rsidRPr="00544F06" w:rsidRDefault="00544F06" w:rsidP="00B22895">
          <w:pPr>
            <w:pStyle w:val="En-tte"/>
            <w:tabs>
              <w:tab w:val="center" w:pos="6271"/>
            </w:tabs>
            <w:rPr>
              <w:rFonts w:cs="Arial"/>
              <w:b/>
              <w:sz w:val="22"/>
              <w:szCs w:val="22"/>
            </w:rPr>
          </w:pPr>
          <w:r w:rsidRPr="00544F06">
            <w:rPr>
              <w:rFonts w:cs="Arial"/>
              <w:b/>
              <w:sz w:val="22"/>
              <w:szCs w:val="22"/>
            </w:rPr>
            <w:t>ANNEXE A - CAHIER DES CHARGES EQUIPEMENT</w:t>
          </w:r>
        </w:p>
      </w:tc>
    </w:tr>
    <w:tr w:rsidR="00544F06" w:rsidRPr="00CF76D8" w14:paraId="5EC7A5BA" w14:textId="77777777" w:rsidTr="00B22895">
      <w:trPr>
        <w:trHeight w:val="340"/>
      </w:trPr>
      <w:tc>
        <w:tcPr>
          <w:tcW w:w="5000" w:type="pct"/>
          <w:shd w:val="clear" w:color="auto" w:fill="auto"/>
          <w:vAlign w:val="center"/>
        </w:tcPr>
        <w:p w14:paraId="4B678E37" w14:textId="77777777" w:rsidR="00544F06" w:rsidRPr="00FC28F3" w:rsidRDefault="00544F06" w:rsidP="00B22895">
          <w:pPr>
            <w:pStyle w:val="En-tte"/>
            <w:tabs>
              <w:tab w:val="left" w:pos="2835"/>
            </w:tabs>
            <w:rPr>
              <w:rFonts w:cs="Arial"/>
              <w:sz w:val="22"/>
              <w:szCs w:val="22"/>
            </w:rPr>
          </w:pPr>
          <w:proofErr w:type="spellStart"/>
          <w:r w:rsidRPr="000602DD">
            <w:rPr>
              <w:rFonts w:cs="Arial"/>
              <w:b/>
              <w:sz w:val="22"/>
              <w:szCs w:val="22"/>
            </w:rPr>
            <w:t>Ref</w:t>
          </w:r>
          <w:proofErr w:type="spellEnd"/>
          <w:r w:rsidRPr="000602DD">
            <w:rPr>
              <w:rFonts w:cs="Arial"/>
              <w:b/>
              <w:sz w:val="22"/>
              <w:szCs w:val="22"/>
            </w:rPr>
            <w:t xml:space="preserve">. : </w:t>
          </w:r>
          <w:r w:rsidRPr="00544F06">
            <w:rPr>
              <w:rFonts w:cs="Arial"/>
              <w:b/>
              <w:sz w:val="22"/>
              <w:szCs w:val="22"/>
            </w:rPr>
            <w:t>Cahier des charges équipement</w:t>
          </w:r>
        </w:p>
      </w:tc>
    </w:tr>
  </w:tbl>
  <w:p w14:paraId="2C2DB0EE" w14:textId="77777777" w:rsidR="00544F06" w:rsidRPr="00544F06" w:rsidRDefault="00544F06" w:rsidP="00544F06">
    <w:pPr>
      <w:pStyle w:val="En-tte"/>
      <w:rPr>
        <w:color w:val="BFBFBF" w:themeColor="background1" w:themeShade="BF"/>
        <w:sz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lledutableau"/>
      <w:tblW w:w="5000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789"/>
      <w:gridCol w:w="7849"/>
    </w:tblGrid>
    <w:tr w:rsidR="00544F06" w14:paraId="34A4BEBF" w14:textId="77777777" w:rsidTr="00544F06">
      <w:tc>
        <w:tcPr>
          <w:tcW w:w="928" w:type="pct"/>
          <w:vAlign w:val="center"/>
        </w:tcPr>
        <w:p w14:paraId="7B9EA0DE" w14:textId="77777777" w:rsidR="00544F06" w:rsidRDefault="00544F06" w:rsidP="00544F06">
          <w:pPr>
            <w:pStyle w:val="En-tte"/>
          </w:pPr>
          <w:r>
            <w:rPr>
              <w:noProof/>
            </w:rPr>
            <w:drawing>
              <wp:inline distT="0" distB="0" distL="0" distR="0" wp14:anchorId="201C268E" wp14:editId="72FFDE1D">
                <wp:extent cx="1069946" cy="539750"/>
                <wp:effectExtent l="0" t="0" r="0" b="0"/>
                <wp:docPr id="20" name="officeArt object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73741825" name="LETI.jpg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69946" cy="539750"/>
                        </a:xfrm>
                        <a:prstGeom prst="rect">
                          <a:avLst/>
                        </a:prstGeom>
                        <a:ln w="12700" cap="flat">
                          <a:noFill/>
                          <a:miter lim="400000"/>
                        </a:ln>
                        <a:effectLst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072" w:type="pct"/>
          <w:vAlign w:val="center"/>
        </w:tcPr>
        <w:p w14:paraId="0F8E5F4F" w14:textId="77777777" w:rsidR="00544F06" w:rsidRPr="00506699" w:rsidRDefault="00544F06" w:rsidP="00544F06">
          <w:pPr>
            <w:pStyle w:val="En-tte"/>
            <w:jc w:val="right"/>
            <w:rPr>
              <w:b/>
              <w:color w:val="E50019" w:themeColor="text2"/>
              <w:sz w:val="32"/>
            </w:rPr>
          </w:pPr>
          <w:r w:rsidRPr="00506699">
            <w:rPr>
              <w:b/>
              <w:color w:val="E50019" w:themeColor="text2"/>
              <w:sz w:val="32"/>
            </w:rPr>
            <w:t>ANNEXE A</w:t>
          </w:r>
        </w:p>
        <w:p w14:paraId="63EB1A83" w14:textId="77777777" w:rsidR="00544F06" w:rsidRPr="00544F06" w:rsidRDefault="00544F06" w:rsidP="00544F06">
          <w:pPr>
            <w:pStyle w:val="En-tte"/>
            <w:jc w:val="right"/>
            <w:rPr>
              <w:b/>
              <w:color w:val="E50019" w:themeColor="text2"/>
              <w:sz w:val="32"/>
            </w:rPr>
          </w:pPr>
          <w:r w:rsidRPr="00544F06">
            <w:rPr>
              <w:b/>
              <w:color w:val="E50019" w:themeColor="text2"/>
              <w:sz w:val="32"/>
            </w:rPr>
            <w:t>CAHIER DES CHARGES EQUIPEMENT</w:t>
          </w:r>
        </w:p>
        <w:p w14:paraId="4D64F200" w14:textId="77777777" w:rsidR="00544F06" w:rsidRPr="00544F06" w:rsidRDefault="00544F06" w:rsidP="00B22895">
          <w:pPr>
            <w:pStyle w:val="En-tte"/>
            <w:jc w:val="right"/>
            <w:rPr>
              <w:b/>
              <w:color w:val="E50019" w:themeColor="text2"/>
              <w:sz w:val="32"/>
            </w:rPr>
          </w:pPr>
          <w:r w:rsidRPr="00544F06">
            <w:rPr>
              <w:b/>
              <w:color w:val="E50019" w:themeColor="text2"/>
              <w:sz w:val="32"/>
            </w:rPr>
            <w:t>Réf. : Cahier des charges équipement</w:t>
          </w:r>
        </w:p>
      </w:tc>
    </w:tr>
  </w:tbl>
  <w:p w14:paraId="2F366993" w14:textId="77777777" w:rsidR="00544F06" w:rsidRPr="00EF0D67" w:rsidRDefault="00544F06">
    <w:pPr>
      <w:pStyle w:val="En-tte"/>
      <w:rPr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E"/>
    <w:multiLevelType w:val="singleLevel"/>
    <w:tmpl w:val="F3442E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FFFFFF81"/>
    <w:multiLevelType w:val="singleLevel"/>
    <w:tmpl w:val="EE9683D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2" w15:restartNumberingAfterBreak="0">
    <w:nsid w:val="08182424"/>
    <w:multiLevelType w:val="hybridMultilevel"/>
    <w:tmpl w:val="2F6A418A"/>
    <w:lvl w:ilvl="0" w:tplc="0F104756"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BDC1B71"/>
    <w:multiLevelType w:val="hybridMultilevel"/>
    <w:tmpl w:val="32AC801E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E16712"/>
    <w:multiLevelType w:val="hybridMultilevel"/>
    <w:tmpl w:val="ED4AC3D6"/>
    <w:lvl w:ilvl="0" w:tplc="72768698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Century Gothic" w:hAnsi="Century Gothic" w:hint="default"/>
      </w:rPr>
    </w:lvl>
    <w:lvl w:ilvl="1" w:tplc="D440561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Century Gothic" w:hAnsi="Century Gothic" w:hint="default"/>
      </w:rPr>
    </w:lvl>
    <w:lvl w:ilvl="2" w:tplc="773EF1E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Century Gothic" w:hAnsi="Century Gothic" w:hint="default"/>
      </w:rPr>
    </w:lvl>
    <w:lvl w:ilvl="3" w:tplc="31BC783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Century Gothic" w:hAnsi="Century Gothic" w:hint="default"/>
      </w:rPr>
    </w:lvl>
    <w:lvl w:ilvl="4" w:tplc="D748612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Century Gothic" w:hAnsi="Century Gothic" w:hint="default"/>
      </w:rPr>
    </w:lvl>
    <w:lvl w:ilvl="5" w:tplc="E8E664E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Century Gothic" w:hAnsi="Century Gothic" w:hint="default"/>
      </w:rPr>
    </w:lvl>
    <w:lvl w:ilvl="6" w:tplc="2D1259C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Century Gothic" w:hAnsi="Century Gothic" w:hint="default"/>
      </w:rPr>
    </w:lvl>
    <w:lvl w:ilvl="7" w:tplc="2118D5E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Century Gothic" w:hAnsi="Century Gothic" w:hint="default"/>
      </w:rPr>
    </w:lvl>
    <w:lvl w:ilvl="8" w:tplc="7994BBCE" w:tentative="1">
      <w:start w:val="1"/>
      <w:numFmt w:val="bullet"/>
      <w:lvlText w:val="•"/>
      <w:lvlJc w:val="left"/>
      <w:pPr>
        <w:tabs>
          <w:tab w:val="num" w:pos="7200"/>
        </w:tabs>
        <w:ind w:left="7200" w:hanging="360"/>
      </w:pPr>
      <w:rPr>
        <w:rFonts w:ascii="Century Gothic" w:hAnsi="Century Gothic" w:hint="default"/>
      </w:rPr>
    </w:lvl>
  </w:abstractNum>
  <w:abstractNum w:abstractNumId="5" w15:restartNumberingAfterBreak="0">
    <w:nsid w:val="0C455F6E"/>
    <w:multiLevelType w:val="hybridMultilevel"/>
    <w:tmpl w:val="7D0C9A2A"/>
    <w:lvl w:ilvl="0" w:tplc="EAF40F84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Century Gothic" w:hAnsi="Century Gothic" w:hint="default"/>
      </w:rPr>
    </w:lvl>
    <w:lvl w:ilvl="1" w:tplc="7972AA9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Century Gothic" w:hAnsi="Century Gothic" w:hint="default"/>
      </w:rPr>
    </w:lvl>
    <w:lvl w:ilvl="2" w:tplc="F96EA30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Century Gothic" w:hAnsi="Century Gothic" w:hint="default"/>
      </w:rPr>
    </w:lvl>
    <w:lvl w:ilvl="3" w:tplc="7C3EE7F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Century Gothic" w:hAnsi="Century Gothic" w:hint="default"/>
      </w:rPr>
    </w:lvl>
    <w:lvl w:ilvl="4" w:tplc="C4F21A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Century Gothic" w:hAnsi="Century Gothic" w:hint="default"/>
      </w:rPr>
    </w:lvl>
    <w:lvl w:ilvl="5" w:tplc="FE92ECF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Century Gothic" w:hAnsi="Century Gothic" w:hint="default"/>
      </w:rPr>
    </w:lvl>
    <w:lvl w:ilvl="6" w:tplc="EA1E494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Century Gothic" w:hAnsi="Century Gothic" w:hint="default"/>
      </w:rPr>
    </w:lvl>
    <w:lvl w:ilvl="7" w:tplc="47F2A0D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Century Gothic" w:hAnsi="Century Gothic" w:hint="default"/>
      </w:rPr>
    </w:lvl>
    <w:lvl w:ilvl="8" w:tplc="870EB2B4" w:tentative="1">
      <w:start w:val="1"/>
      <w:numFmt w:val="bullet"/>
      <w:lvlText w:val="•"/>
      <w:lvlJc w:val="left"/>
      <w:pPr>
        <w:tabs>
          <w:tab w:val="num" w:pos="7200"/>
        </w:tabs>
        <w:ind w:left="7200" w:hanging="360"/>
      </w:pPr>
      <w:rPr>
        <w:rFonts w:ascii="Century Gothic" w:hAnsi="Century Gothic" w:hint="default"/>
      </w:rPr>
    </w:lvl>
  </w:abstractNum>
  <w:abstractNum w:abstractNumId="6" w15:restartNumberingAfterBreak="0">
    <w:nsid w:val="0F927B25"/>
    <w:multiLevelType w:val="hybridMultilevel"/>
    <w:tmpl w:val="F522BAD6"/>
    <w:lvl w:ilvl="0" w:tplc="040C0001">
      <w:start w:val="1"/>
      <w:numFmt w:val="bullet"/>
      <w:lvlText w:val=""/>
      <w:lvlJc w:val="left"/>
      <w:pPr>
        <w:tabs>
          <w:tab w:val="num" w:pos="890"/>
        </w:tabs>
        <w:ind w:left="890" w:hanging="360"/>
      </w:pPr>
      <w:rPr>
        <w:rFonts w:ascii="Symbol" w:hAnsi="Symbol" w:hint="default"/>
      </w:rPr>
    </w:lvl>
    <w:lvl w:ilvl="1" w:tplc="5A2E31B2">
      <w:start w:val="13"/>
      <w:numFmt w:val="bullet"/>
      <w:lvlText w:val="-"/>
      <w:lvlJc w:val="left"/>
      <w:pPr>
        <w:tabs>
          <w:tab w:val="num" w:pos="1610"/>
        </w:tabs>
        <w:ind w:left="1610" w:hanging="360"/>
      </w:pPr>
      <w:rPr>
        <w:rFonts w:ascii="Futura" w:eastAsia="Times New Roman" w:hAnsi="Futura" w:cs="Times New Roman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330"/>
        </w:tabs>
        <w:ind w:left="233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050"/>
        </w:tabs>
        <w:ind w:left="305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770"/>
        </w:tabs>
        <w:ind w:left="377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490"/>
        </w:tabs>
        <w:ind w:left="449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210"/>
        </w:tabs>
        <w:ind w:left="521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930"/>
        </w:tabs>
        <w:ind w:left="593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650"/>
        </w:tabs>
        <w:ind w:left="6650" w:hanging="360"/>
      </w:pPr>
      <w:rPr>
        <w:rFonts w:ascii="Wingdings" w:hAnsi="Wingdings" w:hint="default"/>
      </w:rPr>
    </w:lvl>
  </w:abstractNum>
  <w:abstractNum w:abstractNumId="7" w15:restartNumberingAfterBreak="0">
    <w:nsid w:val="10AB2E87"/>
    <w:multiLevelType w:val="hybridMultilevel"/>
    <w:tmpl w:val="3DE868DC"/>
    <w:lvl w:ilvl="0" w:tplc="6A44100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2BCF56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3808E7B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AB2DEB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9CE0BF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3080266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74276E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B5485D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AF526D6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1DD0E11"/>
    <w:multiLevelType w:val="hybridMultilevel"/>
    <w:tmpl w:val="17A6AB50"/>
    <w:lvl w:ilvl="0" w:tplc="EE98D13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AFC4F8E">
      <w:start w:val="1"/>
      <w:numFmt w:val="bullet"/>
      <w:lvlText w:val="o"/>
      <w:lvlJc w:val="left"/>
      <w:pPr>
        <w:tabs>
          <w:tab w:val="num" w:pos="1416"/>
        </w:tabs>
        <w:ind w:left="1416" w:hanging="360"/>
      </w:pPr>
      <w:rPr>
        <w:rFonts w:ascii="Courier New" w:hAnsi="Courier New" w:cs="Courier New" w:hint="default"/>
      </w:rPr>
    </w:lvl>
    <w:lvl w:ilvl="2" w:tplc="6932FAE8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7B609A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93EEC9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EB70B37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5E29C4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2389C8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12A6F26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2B26F7C"/>
    <w:multiLevelType w:val="hybridMultilevel"/>
    <w:tmpl w:val="219CDB32"/>
    <w:lvl w:ilvl="0" w:tplc="B376288E">
      <w:start w:val="1"/>
      <w:numFmt w:val="bullet"/>
      <w:pStyle w:val="Liste2sousliste"/>
      <w:lvlText w:val="-"/>
      <w:lvlJc w:val="left"/>
      <w:pPr>
        <w:tabs>
          <w:tab w:val="num" w:pos="2413"/>
        </w:tabs>
        <w:ind w:left="2413" w:hanging="36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699"/>
        </w:tabs>
        <w:ind w:left="269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419"/>
        </w:tabs>
        <w:ind w:left="341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139"/>
        </w:tabs>
        <w:ind w:left="413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859"/>
        </w:tabs>
        <w:ind w:left="485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579"/>
        </w:tabs>
        <w:ind w:left="557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299"/>
        </w:tabs>
        <w:ind w:left="629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019"/>
        </w:tabs>
        <w:ind w:left="701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739"/>
        </w:tabs>
        <w:ind w:left="7739" w:hanging="360"/>
      </w:pPr>
      <w:rPr>
        <w:rFonts w:ascii="Wingdings" w:hAnsi="Wingdings" w:hint="default"/>
      </w:rPr>
    </w:lvl>
  </w:abstractNum>
  <w:abstractNum w:abstractNumId="10" w15:restartNumberingAfterBreak="0">
    <w:nsid w:val="134B5DA2"/>
    <w:multiLevelType w:val="hybridMultilevel"/>
    <w:tmpl w:val="CB04DD3A"/>
    <w:lvl w:ilvl="0" w:tplc="C4DEF318">
      <w:start w:val="1"/>
      <w:numFmt w:val="bullet"/>
      <w:lvlText w:val=""/>
      <w:lvlJc w:val="left"/>
      <w:pPr>
        <w:tabs>
          <w:tab w:val="num" w:pos="1077"/>
        </w:tabs>
        <w:ind w:left="1077" w:hanging="360"/>
      </w:pPr>
      <w:rPr>
        <w:rFonts w:ascii="Symbol" w:hAnsi="Symbol" w:hint="default"/>
      </w:rPr>
    </w:lvl>
    <w:lvl w:ilvl="1" w:tplc="6EB8ED6E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2" w:tplc="1ED65882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3" w:tplc="F0BCF9A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3D3A3EE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BB6A4BD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CCA218D6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9D81884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F340A57C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11" w15:restartNumberingAfterBreak="0">
    <w:nsid w:val="14CE6999"/>
    <w:multiLevelType w:val="hybridMultilevel"/>
    <w:tmpl w:val="B7B42B78"/>
    <w:lvl w:ilvl="0" w:tplc="87D8D8D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294CF8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7A874DC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F4C404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112F15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7F6A7E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260DEC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784D4A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004BC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4D13744"/>
    <w:multiLevelType w:val="hybridMultilevel"/>
    <w:tmpl w:val="F9282384"/>
    <w:lvl w:ilvl="0" w:tplc="7FDA563A">
      <w:numFmt w:val="bullet"/>
      <w:lvlText w:val="-"/>
      <w:lvlJc w:val="left"/>
      <w:pPr>
        <w:tabs>
          <w:tab w:val="num" w:pos="1077"/>
        </w:tabs>
        <w:ind w:left="1077" w:hanging="360"/>
      </w:pPr>
      <w:rPr>
        <w:rFonts w:ascii="Arial Narrow" w:eastAsia="Times New Roman" w:hAnsi="Arial Narrow" w:cs="Arial" w:hint="default"/>
      </w:rPr>
    </w:lvl>
    <w:lvl w:ilvl="1" w:tplc="45E25450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 w:tplc="EBC2284C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69F44ACE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192054B0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7AF6C0A6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52342044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591AA23A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165E9470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13" w15:restartNumberingAfterBreak="0">
    <w:nsid w:val="15006618"/>
    <w:multiLevelType w:val="hybridMultilevel"/>
    <w:tmpl w:val="2CBEC7D8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BB400D5"/>
    <w:multiLevelType w:val="hybridMultilevel"/>
    <w:tmpl w:val="C8560CE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CE94C3A"/>
    <w:multiLevelType w:val="multilevel"/>
    <w:tmpl w:val="040C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6" w15:restartNumberingAfterBreak="0">
    <w:nsid w:val="1F7D429C"/>
    <w:multiLevelType w:val="hybridMultilevel"/>
    <w:tmpl w:val="5A1AE976"/>
    <w:lvl w:ilvl="0" w:tplc="D5B2BAE6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Century Gothic" w:hAnsi="Century Gothic" w:hint="default"/>
      </w:rPr>
    </w:lvl>
    <w:lvl w:ilvl="1" w:tplc="BB3459F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Century Gothic" w:hAnsi="Century Gothic" w:hint="default"/>
      </w:rPr>
    </w:lvl>
    <w:lvl w:ilvl="2" w:tplc="6F4C5AB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Century Gothic" w:hAnsi="Century Gothic" w:hint="default"/>
      </w:rPr>
    </w:lvl>
    <w:lvl w:ilvl="3" w:tplc="EA96121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Century Gothic" w:hAnsi="Century Gothic" w:hint="default"/>
      </w:rPr>
    </w:lvl>
    <w:lvl w:ilvl="4" w:tplc="71483C3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Century Gothic" w:hAnsi="Century Gothic" w:hint="default"/>
      </w:rPr>
    </w:lvl>
    <w:lvl w:ilvl="5" w:tplc="1D9C663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Century Gothic" w:hAnsi="Century Gothic" w:hint="default"/>
      </w:rPr>
    </w:lvl>
    <w:lvl w:ilvl="6" w:tplc="53B4969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Century Gothic" w:hAnsi="Century Gothic" w:hint="default"/>
      </w:rPr>
    </w:lvl>
    <w:lvl w:ilvl="7" w:tplc="851AA44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Century Gothic" w:hAnsi="Century Gothic" w:hint="default"/>
      </w:rPr>
    </w:lvl>
    <w:lvl w:ilvl="8" w:tplc="E0F821A8" w:tentative="1">
      <w:start w:val="1"/>
      <w:numFmt w:val="bullet"/>
      <w:lvlText w:val="•"/>
      <w:lvlJc w:val="left"/>
      <w:pPr>
        <w:tabs>
          <w:tab w:val="num" w:pos="7200"/>
        </w:tabs>
        <w:ind w:left="7200" w:hanging="360"/>
      </w:pPr>
      <w:rPr>
        <w:rFonts w:ascii="Century Gothic" w:hAnsi="Century Gothic" w:hint="default"/>
      </w:rPr>
    </w:lvl>
  </w:abstractNum>
  <w:abstractNum w:abstractNumId="17" w15:restartNumberingAfterBreak="0">
    <w:nsid w:val="217967F4"/>
    <w:multiLevelType w:val="hybridMultilevel"/>
    <w:tmpl w:val="CA88519C"/>
    <w:lvl w:ilvl="0" w:tplc="ECD4068C">
      <w:start w:val="1"/>
      <w:numFmt w:val="bullet"/>
      <w:lvlText w:val=""/>
      <w:lvlJc w:val="left"/>
      <w:pPr>
        <w:tabs>
          <w:tab w:val="num" w:pos="696"/>
        </w:tabs>
        <w:ind w:left="696" w:hanging="360"/>
      </w:pPr>
      <w:rPr>
        <w:rFonts w:ascii="Symbol" w:hAnsi="Symbol" w:hint="default"/>
      </w:rPr>
    </w:lvl>
    <w:lvl w:ilvl="1" w:tplc="6950C182">
      <w:start w:val="1"/>
      <w:numFmt w:val="bullet"/>
      <w:lvlText w:val="o"/>
      <w:lvlJc w:val="left"/>
      <w:pPr>
        <w:tabs>
          <w:tab w:val="num" w:pos="1416"/>
        </w:tabs>
        <w:ind w:left="1416" w:hanging="360"/>
      </w:pPr>
      <w:rPr>
        <w:rFonts w:ascii="Courier New" w:hAnsi="Courier New" w:cs="Courier New" w:hint="default"/>
      </w:rPr>
    </w:lvl>
    <w:lvl w:ilvl="2" w:tplc="0BA61F2E">
      <w:start w:val="1"/>
      <w:numFmt w:val="bullet"/>
      <w:lvlText w:val=""/>
      <w:lvlJc w:val="left"/>
      <w:pPr>
        <w:tabs>
          <w:tab w:val="num" w:pos="2136"/>
        </w:tabs>
        <w:ind w:left="2136" w:hanging="360"/>
      </w:pPr>
      <w:rPr>
        <w:rFonts w:ascii="Wingdings" w:hAnsi="Wingdings" w:hint="default"/>
      </w:rPr>
    </w:lvl>
    <w:lvl w:ilvl="3" w:tplc="A5367B0E" w:tentative="1">
      <w:start w:val="1"/>
      <w:numFmt w:val="bullet"/>
      <w:lvlText w:val=""/>
      <w:lvlJc w:val="left"/>
      <w:pPr>
        <w:tabs>
          <w:tab w:val="num" w:pos="2856"/>
        </w:tabs>
        <w:ind w:left="2856" w:hanging="360"/>
      </w:pPr>
      <w:rPr>
        <w:rFonts w:ascii="Symbol" w:hAnsi="Symbol" w:hint="default"/>
      </w:rPr>
    </w:lvl>
    <w:lvl w:ilvl="4" w:tplc="4B9E5CBC" w:tentative="1">
      <w:start w:val="1"/>
      <w:numFmt w:val="bullet"/>
      <w:lvlText w:val="o"/>
      <w:lvlJc w:val="left"/>
      <w:pPr>
        <w:tabs>
          <w:tab w:val="num" w:pos="3576"/>
        </w:tabs>
        <w:ind w:left="3576" w:hanging="360"/>
      </w:pPr>
      <w:rPr>
        <w:rFonts w:ascii="Courier New" w:hAnsi="Courier New" w:cs="Courier New" w:hint="default"/>
      </w:rPr>
    </w:lvl>
    <w:lvl w:ilvl="5" w:tplc="3510EEE2" w:tentative="1">
      <w:start w:val="1"/>
      <w:numFmt w:val="bullet"/>
      <w:lvlText w:val=""/>
      <w:lvlJc w:val="left"/>
      <w:pPr>
        <w:tabs>
          <w:tab w:val="num" w:pos="4296"/>
        </w:tabs>
        <w:ind w:left="4296" w:hanging="360"/>
      </w:pPr>
      <w:rPr>
        <w:rFonts w:ascii="Wingdings" w:hAnsi="Wingdings" w:hint="default"/>
      </w:rPr>
    </w:lvl>
    <w:lvl w:ilvl="6" w:tplc="D9262074" w:tentative="1">
      <w:start w:val="1"/>
      <w:numFmt w:val="bullet"/>
      <w:lvlText w:val=""/>
      <w:lvlJc w:val="left"/>
      <w:pPr>
        <w:tabs>
          <w:tab w:val="num" w:pos="5016"/>
        </w:tabs>
        <w:ind w:left="5016" w:hanging="360"/>
      </w:pPr>
      <w:rPr>
        <w:rFonts w:ascii="Symbol" w:hAnsi="Symbol" w:hint="default"/>
      </w:rPr>
    </w:lvl>
    <w:lvl w:ilvl="7" w:tplc="8A00AFAC" w:tentative="1">
      <w:start w:val="1"/>
      <w:numFmt w:val="bullet"/>
      <w:lvlText w:val="o"/>
      <w:lvlJc w:val="left"/>
      <w:pPr>
        <w:tabs>
          <w:tab w:val="num" w:pos="5736"/>
        </w:tabs>
        <w:ind w:left="5736" w:hanging="360"/>
      </w:pPr>
      <w:rPr>
        <w:rFonts w:ascii="Courier New" w:hAnsi="Courier New" w:cs="Courier New" w:hint="default"/>
      </w:rPr>
    </w:lvl>
    <w:lvl w:ilvl="8" w:tplc="0A7A36D0" w:tentative="1">
      <w:start w:val="1"/>
      <w:numFmt w:val="bullet"/>
      <w:lvlText w:val=""/>
      <w:lvlJc w:val="left"/>
      <w:pPr>
        <w:tabs>
          <w:tab w:val="num" w:pos="6456"/>
        </w:tabs>
        <w:ind w:left="6456" w:hanging="360"/>
      </w:pPr>
      <w:rPr>
        <w:rFonts w:ascii="Wingdings" w:hAnsi="Wingdings" w:hint="default"/>
      </w:rPr>
    </w:lvl>
  </w:abstractNum>
  <w:abstractNum w:abstractNumId="18" w15:restartNumberingAfterBreak="0">
    <w:nsid w:val="2289140D"/>
    <w:multiLevelType w:val="multilevel"/>
    <w:tmpl w:val="26584760"/>
    <w:lvl w:ilvl="0">
      <w:start w:val="1"/>
      <w:numFmt w:val="decimal"/>
      <w:pStyle w:val="Titre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9" w15:restartNumberingAfterBreak="0">
    <w:nsid w:val="22B81E9B"/>
    <w:multiLevelType w:val="hybridMultilevel"/>
    <w:tmpl w:val="1FA07E2E"/>
    <w:lvl w:ilvl="0" w:tplc="040C0001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B633CBF"/>
    <w:multiLevelType w:val="hybridMultilevel"/>
    <w:tmpl w:val="98742220"/>
    <w:lvl w:ilvl="0" w:tplc="79FAFA2C">
      <w:start w:val="1"/>
      <w:numFmt w:val="bullet"/>
      <w:pStyle w:val="Liste2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BCF4C86"/>
    <w:multiLevelType w:val="hybridMultilevel"/>
    <w:tmpl w:val="E5523B4C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BDC6207"/>
    <w:multiLevelType w:val="hybridMultilevel"/>
    <w:tmpl w:val="DB48EA4A"/>
    <w:lvl w:ilvl="0" w:tplc="DB2834B4">
      <w:numFmt w:val="bullet"/>
      <w:lvlText w:val="-"/>
      <w:lvlJc w:val="left"/>
      <w:pPr>
        <w:tabs>
          <w:tab w:val="num" w:pos="473"/>
        </w:tabs>
        <w:ind w:left="473" w:hanging="360"/>
      </w:pPr>
      <w:rPr>
        <w:rFonts w:ascii="Arial" w:eastAsia="Times New Roman" w:hAnsi="Arial" w:cs="Arial" w:hint="default"/>
      </w:rPr>
    </w:lvl>
    <w:lvl w:ilvl="1" w:tplc="3114581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9432C74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AA67A5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3AAD03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3E4A242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364446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D74773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B1E04DB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E3A29C2"/>
    <w:multiLevelType w:val="hybridMultilevel"/>
    <w:tmpl w:val="CCBE44F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6186EDB"/>
    <w:multiLevelType w:val="hybridMultilevel"/>
    <w:tmpl w:val="1A22FF16"/>
    <w:lvl w:ilvl="0" w:tplc="8D800D9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Century Gothic" w:hAnsi="Century Gothic" w:hint="default"/>
      </w:rPr>
    </w:lvl>
    <w:lvl w:ilvl="1" w:tplc="6AF6EEDA">
      <w:start w:val="163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Century Gothic" w:hAnsi="Century Gothic" w:hint="default"/>
      </w:rPr>
    </w:lvl>
    <w:lvl w:ilvl="2" w:tplc="B1A80D8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Century Gothic" w:hAnsi="Century Gothic" w:hint="default"/>
      </w:rPr>
    </w:lvl>
    <w:lvl w:ilvl="3" w:tplc="389051E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Century Gothic" w:hAnsi="Century Gothic" w:hint="default"/>
      </w:rPr>
    </w:lvl>
    <w:lvl w:ilvl="4" w:tplc="5590E0E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Century Gothic" w:hAnsi="Century Gothic" w:hint="default"/>
      </w:rPr>
    </w:lvl>
    <w:lvl w:ilvl="5" w:tplc="A9824C2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Century Gothic" w:hAnsi="Century Gothic" w:hint="default"/>
      </w:rPr>
    </w:lvl>
    <w:lvl w:ilvl="6" w:tplc="486CA52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Century Gothic" w:hAnsi="Century Gothic" w:hint="default"/>
      </w:rPr>
    </w:lvl>
    <w:lvl w:ilvl="7" w:tplc="007E228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Century Gothic" w:hAnsi="Century Gothic" w:hint="default"/>
      </w:rPr>
    </w:lvl>
    <w:lvl w:ilvl="8" w:tplc="3BB0273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Century Gothic" w:hAnsi="Century Gothic" w:hint="default"/>
      </w:rPr>
    </w:lvl>
  </w:abstractNum>
  <w:abstractNum w:abstractNumId="25" w15:restartNumberingAfterBreak="0">
    <w:nsid w:val="3A685B7F"/>
    <w:multiLevelType w:val="hybridMultilevel"/>
    <w:tmpl w:val="41B6399E"/>
    <w:lvl w:ilvl="0" w:tplc="7556F4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32CA0F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6BE52D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E4EEC8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A9A034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0B4CD4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386811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E1C7DE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02AE51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3F277AE1"/>
    <w:multiLevelType w:val="hybridMultilevel"/>
    <w:tmpl w:val="A9D4BE98"/>
    <w:lvl w:ilvl="0" w:tplc="FFFFFFFF">
      <w:numFmt w:val="bullet"/>
      <w:lvlText w:val="-"/>
      <w:lvlJc w:val="left"/>
      <w:pPr>
        <w:tabs>
          <w:tab w:val="num" w:pos="473"/>
        </w:tabs>
        <w:ind w:left="473" w:hanging="360"/>
      </w:pPr>
      <w:rPr>
        <w:rFonts w:ascii="Arial" w:eastAsia="Times New Roman" w:hAnsi="Arial" w:cs="Arial" w:hint="default"/>
      </w:rPr>
    </w:lvl>
    <w:lvl w:ilvl="1" w:tplc="040C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0082EA5"/>
    <w:multiLevelType w:val="hybridMultilevel"/>
    <w:tmpl w:val="6E367D34"/>
    <w:lvl w:ilvl="0" w:tplc="C51A0118">
      <w:numFmt w:val="bullet"/>
      <w:lvlText w:val="-"/>
      <w:lvlJc w:val="left"/>
      <w:pPr>
        <w:tabs>
          <w:tab w:val="num" w:pos="473"/>
        </w:tabs>
        <w:ind w:left="473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D8664B6"/>
    <w:multiLevelType w:val="hybridMultilevel"/>
    <w:tmpl w:val="A846F9C6"/>
    <w:lvl w:ilvl="0" w:tplc="FFFFFFFF">
      <w:start w:val="1"/>
      <w:numFmt w:val="bullet"/>
      <w:lvlText w:val="o"/>
      <w:lvlJc w:val="left"/>
      <w:pPr>
        <w:tabs>
          <w:tab w:val="num" w:pos="1476"/>
        </w:tabs>
        <w:ind w:left="1476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9" w15:restartNumberingAfterBreak="0">
    <w:nsid w:val="5C23793E"/>
    <w:multiLevelType w:val="hybridMultilevel"/>
    <w:tmpl w:val="1B3E64B6"/>
    <w:lvl w:ilvl="0" w:tplc="C51A011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F10326E"/>
    <w:multiLevelType w:val="hybridMultilevel"/>
    <w:tmpl w:val="E676DD76"/>
    <w:lvl w:ilvl="0" w:tplc="C51A0118">
      <w:start w:val="1"/>
      <w:numFmt w:val="bullet"/>
      <w:lvlText w:val=""/>
      <w:lvlJc w:val="left"/>
      <w:pPr>
        <w:tabs>
          <w:tab w:val="num" w:pos="696"/>
        </w:tabs>
        <w:ind w:left="696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66273855"/>
    <w:multiLevelType w:val="hybridMultilevel"/>
    <w:tmpl w:val="9DEE41AC"/>
    <w:lvl w:ilvl="0" w:tplc="F766AB7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Century Gothic" w:hAnsi="Century Gothic" w:hint="default"/>
      </w:rPr>
    </w:lvl>
    <w:lvl w:ilvl="1" w:tplc="1ED4123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Century Gothic" w:hAnsi="Century Gothic" w:hint="default"/>
      </w:rPr>
    </w:lvl>
    <w:lvl w:ilvl="2" w:tplc="2DCA2C7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Century Gothic" w:hAnsi="Century Gothic" w:hint="default"/>
      </w:rPr>
    </w:lvl>
    <w:lvl w:ilvl="3" w:tplc="CE449A2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Century Gothic" w:hAnsi="Century Gothic" w:hint="default"/>
      </w:rPr>
    </w:lvl>
    <w:lvl w:ilvl="4" w:tplc="2432F8D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Century Gothic" w:hAnsi="Century Gothic" w:hint="default"/>
      </w:rPr>
    </w:lvl>
    <w:lvl w:ilvl="5" w:tplc="7B525CC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Century Gothic" w:hAnsi="Century Gothic" w:hint="default"/>
      </w:rPr>
    </w:lvl>
    <w:lvl w:ilvl="6" w:tplc="41D4C76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Century Gothic" w:hAnsi="Century Gothic" w:hint="default"/>
      </w:rPr>
    </w:lvl>
    <w:lvl w:ilvl="7" w:tplc="7DCC97F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Century Gothic" w:hAnsi="Century Gothic" w:hint="default"/>
      </w:rPr>
    </w:lvl>
    <w:lvl w:ilvl="8" w:tplc="B30ED572" w:tentative="1">
      <w:start w:val="1"/>
      <w:numFmt w:val="bullet"/>
      <w:lvlText w:val="•"/>
      <w:lvlJc w:val="left"/>
      <w:pPr>
        <w:tabs>
          <w:tab w:val="num" w:pos="7200"/>
        </w:tabs>
        <w:ind w:left="7200" w:hanging="360"/>
      </w:pPr>
      <w:rPr>
        <w:rFonts w:ascii="Century Gothic" w:hAnsi="Century Gothic" w:hint="default"/>
      </w:rPr>
    </w:lvl>
  </w:abstractNum>
  <w:abstractNum w:abstractNumId="32" w15:restartNumberingAfterBreak="0">
    <w:nsid w:val="66B27A58"/>
    <w:multiLevelType w:val="hybridMultilevel"/>
    <w:tmpl w:val="2B78EF46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AFB7E07"/>
    <w:multiLevelType w:val="hybridMultilevel"/>
    <w:tmpl w:val="5EA2036C"/>
    <w:lvl w:ilvl="0" w:tplc="0F104756"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C1F2A13"/>
    <w:multiLevelType w:val="hybridMultilevel"/>
    <w:tmpl w:val="8B104B06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D077CD4"/>
    <w:multiLevelType w:val="hybridMultilevel"/>
    <w:tmpl w:val="3A8460C4"/>
    <w:lvl w:ilvl="0" w:tplc="C51A0118">
      <w:numFmt w:val="bullet"/>
      <w:lvlText w:val="-"/>
      <w:lvlJc w:val="left"/>
      <w:pPr>
        <w:tabs>
          <w:tab w:val="num" w:pos="473"/>
        </w:tabs>
        <w:ind w:left="473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D9F38C6"/>
    <w:multiLevelType w:val="multilevel"/>
    <w:tmpl w:val="643CA7FA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7" w15:restartNumberingAfterBreak="0">
    <w:nsid w:val="6DA80A22"/>
    <w:multiLevelType w:val="hybridMultilevel"/>
    <w:tmpl w:val="F45021F0"/>
    <w:lvl w:ilvl="0" w:tplc="FFFFFFFF">
      <w:numFmt w:val="bullet"/>
      <w:lvlText w:val="-"/>
      <w:lvlJc w:val="left"/>
      <w:pPr>
        <w:tabs>
          <w:tab w:val="num" w:pos="473"/>
        </w:tabs>
        <w:ind w:left="473" w:hanging="360"/>
      </w:pPr>
      <w:rPr>
        <w:rFonts w:ascii="Arial" w:eastAsia="Times New Roman" w:hAnsi="Arial" w:cs="Arial" w:hint="default"/>
      </w:rPr>
    </w:lvl>
    <w:lvl w:ilvl="1" w:tplc="040C000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1ED5FA3"/>
    <w:multiLevelType w:val="hybridMultilevel"/>
    <w:tmpl w:val="97E26112"/>
    <w:lvl w:ilvl="0" w:tplc="FFFFFFFF">
      <w:numFmt w:val="bullet"/>
      <w:lvlText w:val="-"/>
      <w:lvlJc w:val="left"/>
      <w:pPr>
        <w:tabs>
          <w:tab w:val="num" w:pos="473"/>
        </w:tabs>
        <w:ind w:left="473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42467AF"/>
    <w:multiLevelType w:val="hybridMultilevel"/>
    <w:tmpl w:val="D81C36A4"/>
    <w:lvl w:ilvl="0" w:tplc="C3AC369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Century Gothic" w:hAnsi="Century Gothic" w:hint="default"/>
      </w:rPr>
    </w:lvl>
    <w:lvl w:ilvl="1" w:tplc="4B0CA10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Century Gothic" w:hAnsi="Century Gothic" w:hint="default"/>
      </w:rPr>
    </w:lvl>
    <w:lvl w:ilvl="2" w:tplc="1136AD1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Century Gothic" w:hAnsi="Century Gothic" w:hint="default"/>
      </w:rPr>
    </w:lvl>
    <w:lvl w:ilvl="3" w:tplc="2640E30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Century Gothic" w:hAnsi="Century Gothic" w:hint="default"/>
      </w:rPr>
    </w:lvl>
    <w:lvl w:ilvl="4" w:tplc="30382A7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Century Gothic" w:hAnsi="Century Gothic" w:hint="default"/>
      </w:rPr>
    </w:lvl>
    <w:lvl w:ilvl="5" w:tplc="1B4234E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Century Gothic" w:hAnsi="Century Gothic" w:hint="default"/>
      </w:rPr>
    </w:lvl>
    <w:lvl w:ilvl="6" w:tplc="954E40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Century Gothic" w:hAnsi="Century Gothic" w:hint="default"/>
      </w:rPr>
    </w:lvl>
    <w:lvl w:ilvl="7" w:tplc="D6D68A9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Century Gothic" w:hAnsi="Century Gothic" w:hint="default"/>
      </w:rPr>
    </w:lvl>
    <w:lvl w:ilvl="8" w:tplc="DD605328" w:tentative="1">
      <w:start w:val="1"/>
      <w:numFmt w:val="bullet"/>
      <w:lvlText w:val="•"/>
      <w:lvlJc w:val="left"/>
      <w:pPr>
        <w:tabs>
          <w:tab w:val="num" w:pos="7200"/>
        </w:tabs>
        <w:ind w:left="7200" w:hanging="360"/>
      </w:pPr>
      <w:rPr>
        <w:rFonts w:ascii="Century Gothic" w:hAnsi="Century Gothic" w:hint="default"/>
      </w:rPr>
    </w:lvl>
  </w:abstractNum>
  <w:abstractNum w:abstractNumId="40" w15:restartNumberingAfterBreak="0">
    <w:nsid w:val="75AD46D8"/>
    <w:multiLevelType w:val="hybridMultilevel"/>
    <w:tmpl w:val="DDA0E364"/>
    <w:lvl w:ilvl="0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1" w15:restartNumberingAfterBreak="0">
    <w:nsid w:val="783854F3"/>
    <w:multiLevelType w:val="hybridMultilevel"/>
    <w:tmpl w:val="7A86D000"/>
    <w:lvl w:ilvl="0" w:tplc="040C0005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8577EBC"/>
    <w:multiLevelType w:val="hybridMultilevel"/>
    <w:tmpl w:val="ACEEBD54"/>
    <w:lvl w:ilvl="0" w:tplc="0F104756"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AED18A9"/>
    <w:multiLevelType w:val="hybridMultilevel"/>
    <w:tmpl w:val="A6384182"/>
    <w:lvl w:ilvl="0" w:tplc="A116746E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Century Gothic" w:hAnsi="Century Gothic" w:hint="default"/>
      </w:rPr>
    </w:lvl>
    <w:lvl w:ilvl="1" w:tplc="0FFA435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Century Gothic" w:hAnsi="Century Gothic" w:hint="default"/>
      </w:rPr>
    </w:lvl>
    <w:lvl w:ilvl="2" w:tplc="D7E64D6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Century Gothic" w:hAnsi="Century Gothic" w:hint="default"/>
      </w:rPr>
    </w:lvl>
    <w:lvl w:ilvl="3" w:tplc="AFA4C47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Century Gothic" w:hAnsi="Century Gothic" w:hint="default"/>
      </w:rPr>
    </w:lvl>
    <w:lvl w:ilvl="4" w:tplc="86144EF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Century Gothic" w:hAnsi="Century Gothic" w:hint="default"/>
      </w:rPr>
    </w:lvl>
    <w:lvl w:ilvl="5" w:tplc="3E88338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Century Gothic" w:hAnsi="Century Gothic" w:hint="default"/>
      </w:rPr>
    </w:lvl>
    <w:lvl w:ilvl="6" w:tplc="3FF401A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Century Gothic" w:hAnsi="Century Gothic" w:hint="default"/>
      </w:rPr>
    </w:lvl>
    <w:lvl w:ilvl="7" w:tplc="723E402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Century Gothic" w:hAnsi="Century Gothic" w:hint="default"/>
      </w:rPr>
    </w:lvl>
    <w:lvl w:ilvl="8" w:tplc="F6FA7748" w:tentative="1">
      <w:start w:val="1"/>
      <w:numFmt w:val="bullet"/>
      <w:lvlText w:val="•"/>
      <w:lvlJc w:val="left"/>
      <w:pPr>
        <w:tabs>
          <w:tab w:val="num" w:pos="7200"/>
        </w:tabs>
        <w:ind w:left="7200" w:hanging="360"/>
      </w:pPr>
      <w:rPr>
        <w:rFonts w:ascii="Century Gothic" w:hAnsi="Century Gothic" w:hint="default"/>
      </w:rPr>
    </w:lvl>
  </w:abstractNum>
  <w:abstractNum w:abstractNumId="44" w15:restartNumberingAfterBreak="0">
    <w:nsid w:val="7EBF4462"/>
    <w:multiLevelType w:val="hybridMultilevel"/>
    <w:tmpl w:val="96A26CC4"/>
    <w:lvl w:ilvl="0" w:tplc="C51A011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8"/>
  </w:num>
  <w:num w:numId="2">
    <w:abstractNumId w:val="0"/>
  </w:num>
  <w:num w:numId="3">
    <w:abstractNumId w:val="1"/>
  </w:num>
  <w:num w:numId="4">
    <w:abstractNumId w:val="36"/>
  </w:num>
  <w:num w:numId="5">
    <w:abstractNumId w:val="29"/>
  </w:num>
  <w:num w:numId="6">
    <w:abstractNumId w:val="41"/>
  </w:num>
  <w:num w:numId="7">
    <w:abstractNumId w:val="3"/>
  </w:num>
  <w:num w:numId="8">
    <w:abstractNumId w:val="21"/>
  </w:num>
  <w:num w:numId="9">
    <w:abstractNumId w:val="17"/>
  </w:num>
  <w:num w:numId="10">
    <w:abstractNumId w:val="19"/>
  </w:num>
  <w:num w:numId="11">
    <w:abstractNumId w:val="11"/>
  </w:num>
  <w:num w:numId="12">
    <w:abstractNumId w:val="40"/>
  </w:num>
  <w:num w:numId="13">
    <w:abstractNumId w:val="8"/>
  </w:num>
  <w:num w:numId="14">
    <w:abstractNumId w:val="30"/>
  </w:num>
  <w:num w:numId="15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4"/>
  </w:num>
  <w:num w:numId="17">
    <w:abstractNumId w:val="12"/>
  </w:num>
  <w:num w:numId="18">
    <w:abstractNumId w:val="44"/>
  </w:num>
  <w:num w:numId="19">
    <w:abstractNumId w:val="14"/>
  </w:num>
  <w:num w:numId="20">
    <w:abstractNumId w:val="23"/>
  </w:num>
  <w:num w:numId="21">
    <w:abstractNumId w:val="25"/>
  </w:num>
  <w:num w:numId="22">
    <w:abstractNumId w:val="15"/>
  </w:num>
  <w:num w:numId="23">
    <w:abstractNumId w:val="7"/>
  </w:num>
  <w:num w:numId="24">
    <w:abstractNumId w:val="10"/>
  </w:num>
  <w:num w:numId="25">
    <w:abstractNumId w:val="26"/>
  </w:num>
  <w:num w:numId="26">
    <w:abstractNumId w:val="22"/>
  </w:num>
  <w:num w:numId="27">
    <w:abstractNumId w:val="27"/>
  </w:num>
  <w:num w:numId="28">
    <w:abstractNumId w:val="37"/>
  </w:num>
  <w:num w:numId="29">
    <w:abstractNumId w:val="35"/>
  </w:num>
  <w:num w:numId="30">
    <w:abstractNumId w:val="38"/>
  </w:num>
  <w:num w:numId="31">
    <w:abstractNumId w:val="13"/>
  </w:num>
  <w:num w:numId="32">
    <w:abstractNumId w:val="32"/>
  </w:num>
  <w:num w:numId="33">
    <w:abstractNumId w:val="42"/>
  </w:num>
  <w:num w:numId="34">
    <w:abstractNumId w:val="33"/>
  </w:num>
  <w:num w:numId="35">
    <w:abstractNumId w:val="28"/>
  </w:num>
  <w:num w:numId="36">
    <w:abstractNumId w:val="20"/>
  </w:num>
  <w:num w:numId="37">
    <w:abstractNumId w:val="9"/>
  </w:num>
  <w:num w:numId="38">
    <w:abstractNumId w:val="24"/>
  </w:num>
  <w:num w:numId="39">
    <w:abstractNumId w:val="16"/>
  </w:num>
  <w:num w:numId="40">
    <w:abstractNumId w:val="4"/>
  </w:num>
  <w:num w:numId="41">
    <w:abstractNumId w:val="5"/>
  </w:num>
  <w:num w:numId="42">
    <w:abstractNumId w:val="31"/>
  </w:num>
  <w:num w:numId="43">
    <w:abstractNumId w:val="43"/>
  </w:num>
  <w:num w:numId="44">
    <w:abstractNumId w:val="39"/>
  </w:num>
  <w:num w:numId="45">
    <w:abstractNumId w:val="6"/>
  </w:num>
  <w:numIdMacAtCleanup w:val="4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fr-FR" w:vendorID="64" w:dllVersion="6" w:nlCheck="1" w:checkStyle="0"/>
  <w:activeWritingStyle w:appName="MSWord" w:lang="en-US" w:vendorID="64" w:dllVersion="6" w:nlCheck="1" w:checkStyle="1"/>
  <w:activeWritingStyle w:appName="MSWord" w:lang="en-GB" w:vendorID="64" w:dllVersion="6" w:nlCheck="1" w:checkStyle="1"/>
  <w:activeWritingStyle w:appName="MSWord" w:lang="en-AU" w:vendorID="64" w:dllVersion="6" w:nlCheck="1" w:checkStyle="1"/>
  <w:activeWritingStyle w:appName="MSWord" w:lang="fr-FR" w:vendorID="64" w:dllVersion="4096" w:nlCheck="1" w:checkStyle="0"/>
  <w:activeWritingStyle w:appName="MSWord" w:lang="en-GB" w:vendorID="64" w:dllVersion="4096" w:nlCheck="1" w:checkStyle="0"/>
  <w:proofState w:spelling="clean"/>
  <w:attachedTemplate r:id="rId1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hyphenationZone w:val="425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3D9D"/>
    <w:rsid w:val="00001503"/>
    <w:rsid w:val="00001C66"/>
    <w:rsid w:val="00005B5B"/>
    <w:rsid w:val="00005BCD"/>
    <w:rsid w:val="000072DC"/>
    <w:rsid w:val="00007D1D"/>
    <w:rsid w:val="000102ED"/>
    <w:rsid w:val="0001300D"/>
    <w:rsid w:val="000145A4"/>
    <w:rsid w:val="00016695"/>
    <w:rsid w:val="00016BC5"/>
    <w:rsid w:val="00020015"/>
    <w:rsid w:val="0003094E"/>
    <w:rsid w:val="00031C54"/>
    <w:rsid w:val="0003422F"/>
    <w:rsid w:val="00035F78"/>
    <w:rsid w:val="000401DF"/>
    <w:rsid w:val="00043125"/>
    <w:rsid w:val="000456DA"/>
    <w:rsid w:val="00045FB9"/>
    <w:rsid w:val="0005167D"/>
    <w:rsid w:val="0005221B"/>
    <w:rsid w:val="000567BE"/>
    <w:rsid w:val="000634A1"/>
    <w:rsid w:val="00063D66"/>
    <w:rsid w:val="00065D11"/>
    <w:rsid w:val="00067664"/>
    <w:rsid w:val="00070B52"/>
    <w:rsid w:val="00072224"/>
    <w:rsid w:val="00073290"/>
    <w:rsid w:val="000733BC"/>
    <w:rsid w:val="000748CA"/>
    <w:rsid w:val="00075710"/>
    <w:rsid w:val="00083271"/>
    <w:rsid w:val="000A44FD"/>
    <w:rsid w:val="000A46AF"/>
    <w:rsid w:val="000B11FA"/>
    <w:rsid w:val="000B2323"/>
    <w:rsid w:val="000B2B78"/>
    <w:rsid w:val="000B2C5D"/>
    <w:rsid w:val="000B373C"/>
    <w:rsid w:val="000B6795"/>
    <w:rsid w:val="000C09F0"/>
    <w:rsid w:val="000C0D2D"/>
    <w:rsid w:val="000C0E87"/>
    <w:rsid w:val="000C2755"/>
    <w:rsid w:val="000C2866"/>
    <w:rsid w:val="000C78DB"/>
    <w:rsid w:val="000D0F1E"/>
    <w:rsid w:val="000D124F"/>
    <w:rsid w:val="000D13BA"/>
    <w:rsid w:val="000D2F26"/>
    <w:rsid w:val="000D64D4"/>
    <w:rsid w:val="000D7BB5"/>
    <w:rsid w:val="000E0E56"/>
    <w:rsid w:val="000E21FD"/>
    <w:rsid w:val="000E3E5B"/>
    <w:rsid w:val="000E55DE"/>
    <w:rsid w:val="000E6D3B"/>
    <w:rsid w:val="000E7E37"/>
    <w:rsid w:val="000F049E"/>
    <w:rsid w:val="000F224A"/>
    <w:rsid w:val="000F5B1E"/>
    <w:rsid w:val="00100587"/>
    <w:rsid w:val="00100757"/>
    <w:rsid w:val="00101C2C"/>
    <w:rsid w:val="001047C7"/>
    <w:rsid w:val="00107A8F"/>
    <w:rsid w:val="00107E5E"/>
    <w:rsid w:val="001147EC"/>
    <w:rsid w:val="00117AA0"/>
    <w:rsid w:val="00120945"/>
    <w:rsid w:val="001210B2"/>
    <w:rsid w:val="00124C93"/>
    <w:rsid w:val="00131BA3"/>
    <w:rsid w:val="00142E2D"/>
    <w:rsid w:val="00147C98"/>
    <w:rsid w:val="00147ED8"/>
    <w:rsid w:val="00150D9C"/>
    <w:rsid w:val="00151B11"/>
    <w:rsid w:val="00151F1A"/>
    <w:rsid w:val="0015311E"/>
    <w:rsid w:val="00157E60"/>
    <w:rsid w:val="00161107"/>
    <w:rsid w:val="0016158F"/>
    <w:rsid w:val="00174F8D"/>
    <w:rsid w:val="001813DA"/>
    <w:rsid w:val="00181B43"/>
    <w:rsid w:val="00183FC9"/>
    <w:rsid w:val="00187502"/>
    <w:rsid w:val="00187E69"/>
    <w:rsid w:val="00190EEC"/>
    <w:rsid w:val="0019136C"/>
    <w:rsid w:val="001931E8"/>
    <w:rsid w:val="0019733C"/>
    <w:rsid w:val="001A0571"/>
    <w:rsid w:val="001B0F98"/>
    <w:rsid w:val="001C4110"/>
    <w:rsid w:val="001D0422"/>
    <w:rsid w:val="001D0566"/>
    <w:rsid w:val="001D12B0"/>
    <w:rsid w:val="001D4DEB"/>
    <w:rsid w:val="001D4FA0"/>
    <w:rsid w:val="001D522C"/>
    <w:rsid w:val="001D73F1"/>
    <w:rsid w:val="001E0B43"/>
    <w:rsid w:val="001E105A"/>
    <w:rsid w:val="001E457F"/>
    <w:rsid w:val="001E53A2"/>
    <w:rsid w:val="001E5FAE"/>
    <w:rsid w:val="001E7D41"/>
    <w:rsid w:val="001F0EFE"/>
    <w:rsid w:val="001F111A"/>
    <w:rsid w:val="001F21CB"/>
    <w:rsid w:val="001F2AC6"/>
    <w:rsid w:val="001F636F"/>
    <w:rsid w:val="00201216"/>
    <w:rsid w:val="002029F2"/>
    <w:rsid w:val="002042C4"/>
    <w:rsid w:val="00204483"/>
    <w:rsid w:val="002106C7"/>
    <w:rsid w:val="00214CA0"/>
    <w:rsid w:val="00215765"/>
    <w:rsid w:val="002245FB"/>
    <w:rsid w:val="0023185F"/>
    <w:rsid w:val="00231F6D"/>
    <w:rsid w:val="0023373D"/>
    <w:rsid w:val="00236135"/>
    <w:rsid w:val="00241AC3"/>
    <w:rsid w:val="00241CDC"/>
    <w:rsid w:val="002465B2"/>
    <w:rsid w:val="0024725C"/>
    <w:rsid w:val="00250431"/>
    <w:rsid w:val="00250E57"/>
    <w:rsid w:val="00253E97"/>
    <w:rsid w:val="00254E24"/>
    <w:rsid w:val="00256416"/>
    <w:rsid w:val="00257704"/>
    <w:rsid w:val="00262F6A"/>
    <w:rsid w:val="00263863"/>
    <w:rsid w:val="0026601B"/>
    <w:rsid w:val="00271D4A"/>
    <w:rsid w:val="00273BCA"/>
    <w:rsid w:val="00275E58"/>
    <w:rsid w:val="00276254"/>
    <w:rsid w:val="00281DC2"/>
    <w:rsid w:val="00283071"/>
    <w:rsid w:val="00284DA5"/>
    <w:rsid w:val="002919FB"/>
    <w:rsid w:val="002A1990"/>
    <w:rsid w:val="002A2067"/>
    <w:rsid w:val="002A27FA"/>
    <w:rsid w:val="002A5815"/>
    <w:rsid w:val="002A79A3"/>
    <w:rsid w:val="002B4507"/>
    <w:rsid w:val="002C035A"/>
    <w:rsid w:val="002C379A"/>
    <w:rsid w:val="002C4DC5"/>
    <w:rsid w:val="002C6785"/>
    <w:rsid w:val="002C72CF"/>
    <w:rsid w:val="002D5AA2"/>
    <w:rsid w:val="002D6DB1"/>
    <w:rsid w:val="002E17EE"/>
    <w:rsid w:val="002E2061"/>
    <w:rsid w:val="002F089F"/>
    <w:rsid w:val="002F1E04"/>
    <w:rsid w:val="002F2FDB"/>
    <w:rsid w:val="002F466A"/>
    <w:rsid w:val="002F59F2"/>
    <w:rsid w:val="002F675C"/>
    <w:rsid w:val="00305302"/>
    <w:rsid w:val="00307EC0"/>
    <w:rsid w:val="00311080"/>
    <w:rsid w:val="00311F9E"/>
    <w:rsid w:val="0031724A"/>
    <w:rsid w:val="003176AB"/>
    <w:rsid w:val="00320207"/>
    <w:rsid w:val="00321D00"/>
    <w:rsid w:val="003251A4"/>
    <w:rsid w:val="0032527C"/>
    <w:rsid w:val="003270FF"/>
    <w:rsid w:val="003277F7"/>
    <w:rsid w:val="003303A5"/>
    <w:rsid w:val="00330BDF"/>
    <w:rsid w:val="00332FC6"/>
    <w:rsid w:val="00336EED"/>
    <w:rsid w:val="00340446"/>
    <w:rsid w:val="00340EA6"/>
    <w:rsid w:val="003416B7"/>
    <w:rsid w:val="00342D5D"/>
    <w:rsid w:val="00343388"/>
    <w:rsid w:val="00344863"/>
    <w:rsid w:val="00345BD9"/>
    <w:rsid w:val="00346D95"/>
    <w:rsid w:val="00350C60"/>
    <w:rsid w:val="00357E63"/>
    <w:rsid w:val="00362DD0"/>
    <w:rsid w:val="00363E0A"/>
    <w:rsid w:val="00363E97"/>
    <w:rsid w:val="003641CA"/>
    <w:rsid w:val="00370C42"/>
    <w:rsid w:val="00372AF7"/>
    <w:rsid w:val="0038159E"/>
    <w:rsid w:val="00382993"/>
    <w:rsid w:val="003867FE"/>
    <w:rsid w:val="003876F9"/>
    <w:rsid w:val="00391293"/>
    <w:rsid w:val="00391BBB"/>
    <w:rsid w:val="003930CE"/>
    <w:rsid w:val="00393A97"/>
    <w:rsid w:val="00395E6A"/>
    <w:rsid w:val="00396F95"/>
    <w:rsid w:val="003A026F"/>
    <w:rsid w:val="003A0B7C"/>
    <w:rsid w:val="003A1207"/>
    <w:rsid w:val="003A14CB"/>
    <w:rsid w:val="003A338F"/>
    <w:rsid w:val="003A5CFE"/>
    <w:rsid w:val="003A60EB"/>
    <w:rsid w:val="003B112F"/>
    <w:rsid w:val="003B2449"/>
    <w:rsid w:val="003B692C"/>
    <w:rsid w:val="003B742C"/>
    <w:rsid w:val="003C2988"/>
    <w:rsid w:val="003D4389"/>
    <w:rsid w:val="003D7625"/>
    <w:rsid w:val="003D7F1A"/>
    <w:rsid w:val="003E2A94"/>
    <w:rsid w:val="003E2DE9"/>
    <w:rsid w:val="003E33F1"/>
    <w:rsid w:val="003E7CA0"/>
    <w:rsid w:val="003F052B"/>
    <w:rsid w:val="003F17B0"/>
    <w:rsid w:val="003F25E5"/>
    <w:rsid w:val="003F3CC3"/>
    <w:rsid w:val="00400F6B"/>
    <w:rsid w:val="004052F5"/>
    <w:rsid w:val="00411BCA"/>
    <w:rsid w:val="00413CBE"/>
    <w:rsid w:val="004152CB"/>
    <w:rsid w:val="0041611B"/>
    <w:rsid w:val="004176A7"/>
    <w:rsid w:val="004202A7"/>
    <w:rsid w:val="00420BC1"/>
    <w:rsid w:val="00424F70"/>
    <w:rsid w:val="004254ED"/>
    <w:rsid w:val="00426046"/>
    <w:rsid w:val="00426F69"/>
    <w:rsid w:val="00441173"/>
    <w:rsid w:val="00442C78"/>
    <w:rsid w:val="0044406B"/>
    <w:rsid w:val="00446C84"/>
    <w:rsid w:val="004479A1"/>
    <w:rsid w:val="00450ADA"/>
    <w:rsid w:val="00452D97"/>
    <w:rsid w:val="00454123"/>
    <w:rsid w:val="004629A3"/>
    <w:rsid w:val="00462EA3"/>
    <w:rsid w:val="00463071"/>
    <w:rsid w:val="004632A9"/>
    <w:rsid w:val="00463797"/>
    <w:rsid w:val="00467A7C"/>
    <w:rsid w:val="00470A4B"/>
    <w:rsid w:val="00474BC9"/>
    <w:rsid w:val="00475F19"/>
    <w:rsid w:val="00477119"/>
    <w:rsid w:val="00484BEC"/>
    <w:rsid w:val="00486504"/>
    <w:rsid w:val="004869D3"/>
    <w:rsid w:val="0049090D"/>
    <w:rsid w:val="00490B65"/>
    <w:rsid w:val="0049771E"/>
    <w:rsid w:val="004A0534"/>
    <w:rsid w:val="004A3F00"/>
    <w:rsid w:val="004A5F9E"/>
    <w:rsid w:val="004A7A95"/>
    <w:rsid w:val="004A7F7C"/>
    <w:rsid w:val="004B4E4A"/>
    <w:rsid w:val="004B685F"/>
    <w:rsid w:val="004B76A8"/>
    <w:rsid w:val="004C0B2B"/>
    <w:rsid w:val="004C46F8"/>
    <w:rsid w:val="004C5AA9"/>
    <w:rsid w:val="004D2CA4"/>
    <w:rsid w:val="004D545F"/>
    <w:rsid w:val="004D6E80"/>
    <w:rsid w:val="004F2825"/>
    <w:rsid w:val="004F5207"/>
    <w:rsid w:val="004F5F30"/>
    <w:rsid w:val="005030B2"/>
    <w:rsid w:val="00505A0F"/>
    <w:rsid w:val="00506699"/>
    <w:rsid w:val="00514311"/>
    <w:rsid w:val="00515C9E"/>
    <w:rsid w:val="00521AAC"/>
    <w:rsid w:val="00525B96"/>
    <w:rsid w:val="00526ECA"/>
    <w:rsid w:val="005300DD"/>
    <w:rsid w:val="0053498D"/>
    <w:rsid w:val="00536892"/>
    <w:rsid w:val="0054174A"/>
    <w:rsid w:val="0054287A"/>
    <w:rsid w:val="00544F06"/>
    <w:rsid w:val="00547E80"/>
    <w:rsid w:val="00551297"/>
    <w:rsid w:val="005526A1"/>
    <w:rsid w:val="005542EA"/>
    <w:rsid w:val="00554716"/>
    <w:rsid w:val="00555241"/>
    <w:rsid w:val="00556C5C"/>
    <w:rsid w:val="00557037"/>
    <w:rsid w:val="00561167"/>
    <w:rsid w:val="00561266"/>
    <w:rsid w:val="005648D9"/>
    <w:rsid w:val="00565903"/>
    <w:rsid w:val="0056632A"/>
    <w:rsid w:val="00566506"/>
    <w:rsid w:val="00567E39"/>
    <w:rsid w:val="0057093C"/>
    <w:rsid w:val="00571C57"/>
    <w:rsid w:val="005730E4"/>
    <w:rsid w:val="0057715D"/>
    <w:rsid w:val="0058424A"/>
    <w:rsid w:val="00585BDF"/>
    <w:rsid w:val="00592233"/>
    <w:rsid w:val="00597435"/>
    <w:rsid w:val="005A05B3"/>
    <w:rsid w:val="005A0D72"/>
    <w:rsid w:val="005A27E0"/>
    <w:rsid w:val="005A5833"/>
    <w:rsid w:val="005B07F4"/>
    <w:rsid w:val="005B3029"/>
    <w:rsid w:val="005B5A52"/>
    <w:rsid w:val="005C0573"/>
    <w:rsid w:val="005C336D"/>
    <w:rsid w:val="005C34DF"/>
    <w:rsid w:val="005C358D"/>
    <w:rsid w:val="005C35CF"/>
    <w:rsid w:val="005C3797"/>
    <w:rsid w:val="005C62F3"/>
    <w:rsid w:val="005E022B"/>
    <w:rsid w:val="005E237C"/>
    <w:rsid w:val="005E26C9"/>
    <w:rsid w:val="005E46C8"/>
    <w:rsid w:val="005F05CF"/>
    <w:rsid w:val="005F33BB"/>
    <w:rsid w:val="005F3655"/>
    <w:rsid w:val="005F57A7"/>
    <w:rsid w:val="005F71B5"/>
    <w:rsid w:val="006020C8"/>
    <w:rsid w:val="0060411A"/>
    <w:rsid w:val="00604714"/>
    <w:rsid w:val="00614F45"/>
    <w:rsid w:val="00615CAC"/>
    <w:rsid w:val="00615EA4"/>
    <w:rsid w:val="006165FC"/>
    <w:rsid w:val="006173CC"/>
    <w:rsid w:val="006211F4"/>
    <w:rsid w:val="00621231"/>
    <w:rsid w:val="00623FC3"/>
    <w:rsid w:val="0062530A"/>
    <w:rsid w:val="00626915"/>
    <w:rsid w:val="00633C82"/>
    <w:rsid w:val="00640A71"/>
    <w:rsid w:val="00645746"/>
    <w:rsid w:val="00650E15"/>
    <w:rsid w:val="006521CE"/>
    <w:rsid w:val="00657CD1"/>
    <w:rsid w:val="006612F6"/>
    <w:rsid w:val="006613F5"/>
    <w:rsid w:val="006617B9"/>
    <w:rsid w:val="00662BDA"/>
    <w:rsid w:val="00662C9A"/>
    <w:rsid w:val="0066474F"/>
    <w:rsid w:val="00664EA3"/>
    <w:rsid w:val="006670A7"/>
    <w:rsid w:val="006676F2"/>
    <w:rsid w:val="006708EC"/>
    <w:rsid w:val="00674605"/>
    <w:rsid w:val="00675BCD"/>
    <w:rsid w:val="006766D2"/>
    <w:rsid w:val="006766DB"/>
    <w:rsid w:val="0068583A"/>
    <w:rsid w:val="00686F11"/>
    <w:rsid w:val="00687283"/>
    <w:rsid w:val="00687669"/>
    <w:rsid w:val="00687767"/>
    <w:rsid w:val="00687A18"/>
    <w:rsid w:val="00691246"/>
    <w:rsid w:val="0069540D"/>
    <w:rsid w:val="006A2622"/>
    <w:rsid w:val="006A2756"/>
    <w:rsid w:val="006A7D55"/>
    <w:rsid w:val="006A7F7B"/>
    <w:rsid w:val="006B08E0"/>
    <w:rsid w:val="006C2B4A"/>
    <w:rsid w:val="006C3525"/>
    <w:rsid w:val="006C7C2C"/>
    <w:rsid w:val="006D1FB9"/>
    <w:rsid w:val="006D2631"/>
    <w:rsid w:val="006D371E"/>
    <w:rsid w:val="006D50E3"/>
    <w:rsid w:val="006E021C"/>
    <w:rsid w:val="006E0231"/>
    <w:rsid w:val="006F0117"/>
    <w:rsid w:val="006F5354"/>
    <w:rsid w:val="006F5A32"/>
    <w:rsid w:val="006F6C87"/>
    <w:rsid w:val="006F72E9"/>
    <w:rsid w:val="007005B3"/>
    <w:rsid w:val="00703D02"/>
    <w:rsid w:val="0071014B"/>
    <w:rsid w:val="007102DE"/>
    <w:rsid w:val="0071166C"/>
    <w:rsid w:val="0071211F"/>
    <w:rsid w:val="00721CC3"/>
    <w:rsid w:val="00721D11"/>
    <w:rsid w:val="007235EF"/>
    <w:rsid w:val="007237B8"/>
    <w:rsid w:val="00725C3D"/>
    <w:rsid w:val="00726B95"/>
    <w:rsid w:val="0073404A"/>
    <w:rsid w:val="00735460"/>
    <w:rsid w:val="007355B1"/>
    <w:rsid w:val="007362F1"/>
    <w:rsid w:val="0073668A"/>
    <w:rsid w:val="007428B8"/>
    <w:rsid w:val="007440B6"/>
    <w:rsid w:val="00751A88"/>
    <w:rsid w:val="00754D43"/>
    <w:rsid w:val="0075619B"/>
    <w:rsid w:val="007575B7"/>
    <w:rsid w:val="007579D7"/>
    <w:rsid w:val="00757A3F"/>
    <w:rsid w:val="00761FA1"/>
    <w:rsid w:val="0076308B"/>
    <w:rsid w:val="00765FCF"/>
    <w:rsid w:val="007674D0"/>
    <w:rsid w:val="007707BE"/>
    <w:rsid w:val="00773190"/>
    <w:rsid w:val="007776CF"/>
    <w:rsid w:val="00781510"/>
    <w:rsid w:val="00781978"/>
    <w:rsid w:val="007821E7"/>
    <w:rsid w:val="007870AC"/>
    <w:rsid w:val="00791459"/>
    <w:rsid w:val="007922F4"/>
    <w:rsid w:val="00792816"/>
    <w:rsid w:val="0079433A"/>
    <w:rsid w:val="007948AA"/>
    <w:rsid w:val="007A1561"/>
    <w:rsid w:val="007A16E3"/>
    <w:rsid w:val="007A37FB"/>
    <w:rsid w:val="007A48B3"/>
    <w:rsid w:val="007A5BEF"/>
    <w:rsid w:val="007B3E0A"/>
    <w:rsid w:val="007B4DEB"/>
    <w:rsid w:val="007B7F08"/>
    <w:rsid w:val="007C35A5"/>
    <w:rsid w:val="007C4C8C"/>
    <w:rsid w:val="007C6138"/>
    <w:rsid w:val="007C6646"/>
    <w:rsid w:val="007C7D1A"/>
    <w:rsid w:val="007D2D44"/>
    <w:rsid w:val="007D470D"/>
    <w:rsid w:val="007D5431"/>
    <w:rsid w:val="007D5E64"/>
    <w:rsid w:val="007D758C"/>
    <w:rsid w:val="007D7D63"/>
    <w:rsid w:val="007E2B99"/>
    <w:rsid w:val="007E3E2F"/>
    <w:rsid w:val="007E583A"/>
    <w:rsid w:val="007F1CE7"/>
    <w:rsid w:val="007F3B78"/>
    <w:rsid w:val="007F3D28"/>
    <w:rsid w:val="007F5D8E"/>
    <w:rsid w:val="007F640C"/>
    <w:rsid w:val="007F6616"/>
    <w:rsid w:val="007F7922"/>
    <w:rsid w:val="00800BCA"/>
    <w:rsid w:val="00801725"/>
    <w:rsid w:val="00802C39"/>
    <w:rsid w:val="00803668"/>
    <w:rsid w:val="008038BD"/>
    <w:rsid w:val="008058C1"/>
    <w:rsid w:val="0080622E"/>
    <w:rsid w:val="00807056"/>
    <w:rsid w:val="00813073"/>
    <w:rsid w:val="00813399"/>
    <w:rsid w:val="00813B9B"/>
    <w:rsid w:val="008162DC"/>
    <w:rsid w:val="00817379"/>
    <w:rsid w:val="008216F3"/>
    <w:rsid w:val="0082173E"/>
    <w:rsid w:val="0082202E"/>
    <w:rsid w:val="00826528"/>
    <w:rsid w:val="00831750"/>
    <w:rsid w:val="008319AE"/>
    <w:rsid w:val="0083235F"/>
    <w:rsid w:val="008323EC"/>
    <w:rsid w:val="0083534A"/>
    <w:rsid w:val="00836630"/>
    <w:rsid w:val="008441A7"/>
    <w:rsid w:val="00844DB0"/>
    <w:rsid w:val="00846866"/>
    <w:rsid w:val="008469DE"/>
    <w:rsid w:val="00852891"/>
    <w:rsid w:val="00855E8A"/>
    <w:rsid w:val="00856114"/>
    <w:rsid w:val="00857E0C"/>
    <w:rsid w:val="00867D3A"/>
    <w:rsid w:val="008726D6"/>
    <w:rsid w:val="00872826"/>
    <w:rsid w:val="00873EAE"/>
    <w:rsid w:val="00874700"/>
    <w:rsid w:val="00874958"/>
    <w:rsid w:val="00876C72"/>
    <w:rsid w:val="00881D66"/>
    <w:rsid w:val="008821C6"/>
    <w:rsid w:val="00887354"/>
    <w:rsid w:val="008919C5"/>
    <w:rsid w:val="00891E6E"/>
    <w:rsid w:val="00892C50"/>
    <w:rsid w:val="00897F47"/>
    <w:rsid w:val="008A0219"/>
    <w:rsid w:val="008A215A"/>
    <w:rsid w:val="008B5D43"/>
    <w:rsid w:val="008C63AC"/>
    <w:rsid w:val="008D15CD"/>
    <w:rsid w:val="008D1CAF"/>
    <w:rsid w:val="008D1F73"/>
    <w:rsid w:val="008D2470"/>
    <w:rsid w:val="008E0D9D"/>
    <w:rsid w:val="008E1E64"/>
    <w:rsid w:val="008E7B91"/>
    <w:rsid w:val="008F16A8"/>
    <w:rsid w:val="008F17FE"/>
    <w:rsid w:val="008F5F33"/>
    <w:rsid w:val="008F7279"/>
    <w:rsid w:val="009048EB"/>
    <w:rsid w:val="0090594A"/>
    <w:rsid w:val="00905F7B"/>
    <w:rsid w:val="009064CF"/>
    <w:rsid w:val="00906D99"/>
    <w:rsid w:val="009133B0"/>
    <w:rsid w:val="00913A7B"/>
    <w:rsid w:val="009178B2"/>
    <w:rsid w:val="009220DB"/>
    <w:rsid w:val="0092407D"/>
    <w:rsid w:val="0092596F"/>
    <w:rsid w:val="00927AD0"/>
    <w:rsid w:val="00927F0A"/>
    <w:rsid w:val="00932643"/>
    <w:rsid w:val="00934A73"/>
    <w:rsid w:val="00936CAD"/>
    <w:rsid w:val="00936FDD"/>
    <w:rsid w:val="00936FE4"/>
    <w:rsid w:val="00937129"/>
    <w:rsid w:val="00941F20"/>
    <w:rsid w:val="00943067"/>
    <w:rsid w:val="0094340C"/>
    <w:rsid w:val="00946734"/>
    <w:rsid w:val="00947EC9"/>
    <w:rsid w:val="00950932"/>
    <w:rsid w:val="00951707"/>
    <w:rsid w:val="009575A6"/>
    <w:rsid w:val="00957794"/>
    <w:rsid w:val="009631D1"/>
    <w:rsid w:val="00963D03"/>
    <w:rsid w:val="0097075A"/>
    <w:rsid w:val="00973B21"/>
    <w:rsid w:val="009744AC"/>
    <w:rsid w:val="009754DB"/>
    <w:rsid w:val="00981697"/>
    <w:rsid w:val="00982883"/>
    <w:rsid w:val="0098420C"/>
    <w:rsid w:val="00986D87"/>
    <w:rsid w:val="009903F9"/>
    <w:rsid w:val="00994F0F"/>
    <w:rsid w:val="00996FF4"/>
    <w:rsid w:val="009A0F73"/>
    <w:rsid w:val="009A1F03"/>
    <w:rsid w:val="009A3A1F"/>
    <w:rsid w:val="009A3A23"/>
    <w:rsid w:val="009A3A73"/>
    <w:rsid w:val="009A6857"/>
    <w:rsid w:val="009A7BDA"/>
    <w:rsid w:val="009B5E2D"/>
    <w:rsid w:val="009C04B3"/>
    <w:rsid w:val="009C1167"/>
    <w:rsid w:val="009D1E4F"/>
    <w:rsid w:val="009D4BBF"/>
    <w:rsid w:val="009D4EF6"/>
    <w:rsid w:val="009D6A00"/>
    <w:rsid w:val="009D79C8"/>
    <w:rsid w:val="009E33D5"/>
    <w:rsid w:val="009E35A4"/>
    <w:rsid w:val="009E3BA3"/>
    <w:rsid w:val="009E415F"/>
    <w:rsid w:val="009E469B"/>
    <w:rsid w:val="009E4D90"/>
    <w:rsid w:val="009E5E12"/>
    <w:rsid w:val="009E698E"/>
    <w:rsid w:val="009E6B3F"/>
    <w:rsid w:val="009F4515"/>
    <w:rsid w:val="009F6C25"/>
    <w:rsid w:val="00A00063"/>
    <w:rsid w:val="00A0085D"/>
    <w:rsid w:val="00A04EF8"/>
    <w:rsid w:val="00A06B80"/>
    <w:rsid w:val="00A12A34"/>
    <w:rsid w:val="00A13E9F"/>
    <w:rsid w:val="00A14B77"/>
    <w:rsid w:val="00A162D6"/>
    <w:rsid w:val="00A17C2A"/>
    <w:rsid w:val="00A17DEB"/>
    <w:rsid w:val="00A217C9"/>
    <w:rsid w:val="00A251B3"/>
    <w:rsid w:val="00A266E0"/>
    <w:rsid w:val="00A3209B"/>
    <w:rsid w:val="00A3664C"/>
    <w:rsid w:val="00A42ECB"/>
    <w:rsid w:val="00A45816"/>
    <w:rsid w:val="00A46820"/>
    <w:rsid w:val="00A46B34"/>
    <w:rsid w:val="00A47D2D"/>
    <w:rsid w:val="00A47E95"/>
    <w:rsid w:val="00A513E5"/>
    <w:rsid w:val="00A552DC"/>
    <w:rsid w:val="00A5664F"/>
    <w:rsid w:val="00A56E77"/>
    <w:rsid w:val="00A61AB1"/>
    <w:rsid w:val="00A629D2"/>
    <w:rsid w:val="00A62FFE"/>
    <w:rsid w:val="00A64D18"/>
    <w:rsid w:val="00A71FDE"/>
    <w:rsid w:val="00A724DA"/>
    <w:rsid w:val="00A733FC"/>
    <w:rsid w:val="00A740E9"/>
    <w:rsid w:val="00A75578"/>
    <w:rsid w:val="00A77269"/>
    <w:rsid w:val="00A802C8"/>
    <w:rsid w:val="00A825B1"/>
    <w:rsid w:val="00A83521"/>
    <w:rsid w:val="00A86AEF"/>
    <w:rsid w:val="00A86BAE"/>
    <w:rsid w:val="00A875A9"/>
    <w:rsid w:val="00A878F8"/>
    <w:rsid w:val="00A9422F"/>
    <w:rsid w:val="00A94E69"/>
    <w:rsid w:val="00A96FD2"/>
    <w:rsid w:val="00A974C2"/>
    <w:rsid w:val="00AA08B1"/>
    <w:rsid w:val="00AA12B1"/>
    <w:rsid w:val="00AA1CFE"/>
    <w:rsid w:val="00AA2855"/>
    <w:rsid w:val="00AA3C3C"/>
    <w:rsid w:val="00AA4EEE"/>
    <w:rsid w:val="00AA5A4B"/>
    <w:rsid w:val="00AA62A3"/>
    <w:rsid w:val="00AA708C"/>
    <w:rsid w:val="00AB015A"/>
    <w:rsid w:val="00AB05DE"/>
    <w:rsid w:val="00AB18A8"/>
    <w:rsid w:val="00AB503A"/>
    <w:rsid w:val="00AB6902"/>
    <w:rsid w:val="00AC316C"/>
    <w:rsid w:val="00AC52FC"/>
    <w:rsid w:val="00AC63E3"/>
    <w:rsid w:val="00AC75E7"/>
    <w:rsid w:val="00AD7048"/>
    <w:rsid w:val="00AE1A92"/>
    <w:rsid w:val="00AE6C3A"/>
    <w:rsid w:val="00AF2515"/>
    <w:rsid w:val="00AF2FF8"/>
    <w:rsid w:val="00AF33A1"/>
    <w:rsid w:val="00AF33CA"/>
    <w:rsid w:val="00B05096"/>
    <w:rsid w:val="00B100E1"/>
    <w:rsid w:val="00B10189"/>
    <w:rsid w:val="00B10773"/>
    <w:rsid w:val="00B11516"/>
    <w:rsid w:val="00B1316F"/>
    <w:rsid w:val="00B14BF2"/>
    <w:rsid w:val="00B17864"/>
    <w:rsid w:val="00B20C9A"/>
    <w:rsid w:val="00B22895"/>
    <w:rsid w:val="00B228B9"/>
    <w:rsid w:val="00B22D5C"/>
    <w:rsid w:val="00B25145"/>
    <w:rsid w:val="00B30470"/>
    <w:rsid w:val="00B33DB4"/>
    <w:rsid w:val="00B34944"/>
    <w:rsid w:val="00B34FBD"/>
    <w:rsid w:val="00B35DE6"/>
    <w:rsid w:val="00B36F02"/>
    <w:rsid w:val="00B44194"/>
    <w:rsid w:val="00B44E02"/>
    <w:rsid w:val="00B45FA4"/>
    <w:rsid w:val="00B47FF0"/>
    <w:rsid w:val="00B52240"/>
    <w:rsid w:val="00B52546"/>
    <w:rsid w:val="00B52C1D"/>
    <w:rsid w:val="00B531F4"/>
    <w:rsid w:val="00B542EF"/>
    <w:rsid w:val="00B56308"/>
    <w:rsid w:val="00B60B40"/>
    <w:rsid w:val="00B6744E"/>
    <w:rsid w:val="00B739F2"/>
    <w:rsid w:val="00B742AB"/>
    <w:rsid w:val="00B760B6"/>
    <w:rsid w:val="00B8292A"/>
    <w:rsid w:val="00B83796"/>
    <w:rsid w:val="00B84804"/>
    <w:rsid w:val="00B86552"/>
    <w:rsid w:val="00B86A8C"/>
    <w:rsid w:val="00B8799C"/>
    <w:rsid w:val="00B93C42"/>
    <w:rsid w:val="00B94001"/>
    <w:rsid w:val="00B94FAF"/>
    <w:rsid w:val="00B9620F"/>
    <w:rsid w:val="00BA1B6B"/>
    <w:rsid w:val="00BA408B"/>
    <w:rsid w:val="00BA4439"/>
    <w:rsid w:val="00BA7D54"/>
    <w:rsid w:val="00BB0646"/>
    <w:rsid w:val="00BB196D"/>
    <w:rsid w:val="00BB3229"/>
    <w:rsid w:val="00BB4ABC"/>
    <w:rsid w:val="00BC02A5"/>
    <w:rsid w:val="00BC3822"/>
    <w:rsid w:val="00BD4D70"/>
    <w:rsid w:val="00BE0AAA"/>
    <w:rsid w:val="00BE181D"/>
    <w:rsid w:val="00BE7F8A"/>
    <w:rsid w:val="00BF17AF"/>
    <w:rsid w:val="00BF5544"/>
    <w:rsid w:val="00BF63E2"/>
    <w:rsid w:val="00BF739E"/>
    <w:rsid w:val="00C02111"/>
    <w:rsid w:val="00C02F1F"/>
    <w:rsid w:val="00C0470B"/>
    <w:rsid w:val="00C102AC"/>
    <w:rsid w:val="00C11C4A"/>
    <w:rsid w:val="00C125D4"/>
    <w:rsid w:val="00C15102"/>
    <w:rsid w:val="00C158F4"/>
    <w:rsid w:val="00C2222F"/>
    <w:rsid w:val="00C24B07"/>
    <w:rsid w:val="00C27A86"/>
    <w:rsid w:val="00C31914"/>
    <w:rsid w:val="00C462BB"/>
    <w:rsid w:val="00C51427"/>
    <w:rsid w:val="00C51EA3"/>
    <w:rsid w:val="00C55465"/>
    <w:rsid w:val="00C603D5"/>
    <w:rsid w:val="00C74AAC"/>
    <w:rsid w:val="00C771A5"/>
    <w:rsid w:val="00C821C1"/>
    <w:rsid w:val="00C8226E"/>
    <w:rsid w:val="00C8348A"/>
    <w:rsid w:val="00C8495D"/>
    <w:rsid w:val="00C868DD"/>
    <w:rsid w:val="00C92603"/>
    <w:rsid w:val="00CA37C7"/>
    <w:rsid w:val="00CB0591"/>
    <w:rsid w:val="00CC319F"/>
    <w:rsid w:val="00CC6996"/>
    <w:rsid w:val="00CD0029"/>
    <w:rsid w:val="00CD0D7A"/>
    <w:rsid w:val="00CD23D4"/>
    <w:rsid w:val="00CD4F6B"/>
    <w:rsid w:val="00CE20CC"/>
    <w:rsid w:val="00CE32CB"/>
    <w:rsid w:val="00CE3CF7"/>
    <w:rsid w:val="00CE68D4"/>
    <w:rsid w:val="00CF4F1B"/>
    <w:rsid w:val="00D04724"/>
    <w:rsid w:val="00D04A45"/>
    <w:rsid w:val="00D06CD3"/>
    <w:rsid w:val="00D06E4A"/>
    <w:rsid w:val="00D1342F"/>
    <w:rsid w:val="00D15CC5"/>
    <w:rsid w:val="00D177A8"/>
    <w:rsid w:val="00D241FF"/>
    <w:rsid w:val="00D25050"/>
    <w:rsid w:val="00D26C60"/>
    <w:rsid w:val="00D27550"/>
    <w:rsid w:val="00D2772A"/>
    <w:rsid w:val="00D313EB"/>
    <w:rsid w:val="00D33F40"/>
    <w:rsid w:val="00D347C7"/>
    <w:rsid w:val="00D34CF7"/>
    <w:rsid w:val="00D34DEB"/>
    <w:rsid w:val="00D34FFC"/>
    <w:rsid w:val="00D40A65"/>
    <w:rsid w:val="00D41F9C"/>
    <w:rsid w:val="00D43C39"/>
    <w:rsid w:val="00D537D6"/>
    <w:rsid w:val="00D53F64"/>
    <w:rsid w:val="00D5437B"/>
    <w:rsid w:val="00D60016"/>
    <w:rsid w:val="00D603E8"/>
    <w:rsid w:val="00D61484"/>
    <w:rsid w:val="00D671BE"/>
    <w:rsid w:val="00D75120"/>
    <w:rsid w:val="00D75D14"/>
    <w:rsid w:val="00D83700"/>
    <w:rsid w:val="00D83C5A"/>
    <w:rsid w:val="00D846F9"/>
    <w:rsid w:val="00D86315"/>
    <w:rsid w:val="00D960DA"/>
    <w:rsid w:val="00DA0DD8"/>
    <w:rsid w:val="00DA41E3"/>
    <w:rsid w:val="00DA45B3"/>
    <w:rsid w:val="00DA7767"/>
    <w:rsid w:val="00DB181C"/>
    <w:rsid w:val="00DB3A8B"/>
    <w:rsid w:val="00DB7BC5"/>
    <w:rsid w:val="00DC3C7B"/>
    <w:rsid w:val="00DC3E17"/>
    <w:rsid w:val="00DD1634"/>
    <w:rsid w:val="00DE3B95"/>
    <w:rsid w:val="00DF197C"/>
    <w:rsid w:val="00DF1E15"/>
    <w:rsid w:val="00DF3372"/>
    <w:rsid w:val="00DF4388"/>
    <w:rsid w:val="00DF7364"/>
    <w:rsid w:val="00E0026C"/>
    <w:rsid w:val="00E0581F"/>
    <w:rsid w:val="00E058E9"/>
    <w:rsid w:val="00E1052B"/>
    <w:rsid w:val="00E11065"/>
    <w:rsid w:val="00E2280C"/>
    <w:rsid w:val="00E35572"/>
    <w:rsid w:val="00E40A0F"/>
    <w:rsid w:val="00E411B1"/>
    <w:rsid w:val="00E42CA1"/>
    <w:rsid w:val="00E45FDD"/>
    <w:rsid w:val="00E46BE8"/>
    <w:rsid w:val="00E50362"/>
    <w:rsid w:val="00E51C83"/>
    <w:rsid w:val="00E52273"/>
    <w:rsid w:val="00E53AA4"/>
    <w:rsid w:val="00E54DB7"/>
    <w:rsid w:val="00E632A6"/>
    <w:rsid w:val="00E6384A"/>
    <w:rsid w:val="00E640E1"/>
    <w:rsid w:val="00E64DBE"/>
    <w:rsid w:val="00E66BC7"/>
    <w:rsid w:val="00E66F9E"/>
    <w:rsid w:val="00E74449"/>
    <w:rsid w:val="00E83278"/>
    <w:rsid w:val="00E836FF"/>
    <w:rsid w:val="00E84C22"/>
    <w:rsid w:val="00E87F1B"/>
    <w:rsid w:val="00E932AD"/>
    <w:rsid w:val="00E93ACC"/>
    <w:rsid w:val="00E95AA7"/>
    <w:rsid w:val="00E96B4F"/>
    <w:rsid w:val="00EA11B0"/>
    <w:rsid w:val="00EA3869"/>
    <w:rsid w:val="00EA72D3"/>
    <w:rsid w:val="00EB00D7"/>
    <w:rsid w:val="00EB08CD"/>
    <w:rsid w:val="00EB38A9"/>
    <w:rsid w:val="00EB3B40"/>
    <w:rsid w:val="00EB4BB2"/>
    <w:rsid w:val="00EB68C9"/>
    <w:rsid w:val="00EC11CE"/>
    <w:rsid w:val="00EC13CB"/>
    <w:rsid w:val="00EC51DE"/>
    <w:rsid w:val="00EC5DD8"/>
    <w:rsid w:val="00ED2950"/>
    <w:rsid w:val="00ED3B8E"/>
    <w:rsid w:val="00ED72C4"/>
    <w:rsid w:val="00ED7C71"/>
    <w:rsid w:val="00EE2C2C"/>
    <w:rsid w:val="00EF0D67"/>
    <w:rsid w:val="00EF4674"/>
    <w:rsid w:val="00EF6F22"/>
    <w:rsid w:val="00F02266"/>
    <w:rsid w:val="00F03D9D"/>
    <w:rsid w:val="00F06D33"/>
    <w:rsid w:val="00F06D74"/>
    <w:rsid w:val="00F104DE"/>
    <w:rsid w:val="00F15012"/>
    <w:rsid w:val="00F17848"/>
    <w:rsid w:val="00F22CC1"/>
    <w:rsid w:val="00F24EE0"/>
    <w:rsid w:val="00F255C9"/>
    <w:rsid w:val="00F26513"/>
    <w:rsid w:val="00F3176B"/>
    <w:rsid w:val="00F34457"/>
    <w:rsid w:val="00F36BB2"/>
    <w:rsid w:val="00F42EDD"/>
    <w:rsid w:val="00F4474C"/>
    <w:rsid w:val="00F46E30"/>
    <w:rsid w:val="00F47BBA"/>
    <w:rsid w:val="00F514A8"/>
    <w:rsid w:val="00F54983"/>
    <w:rsid w:val="00F54A9C"/>
    <w:rsid w:val="00F55C89"/>
    <w:rsid w:val="00F55D1B"/>
    <w:rsid w:val="00F61D3C"/>
    <w:rsid w:val="00F64497"/>
    <w:rsid w:val="00F6580D"/>
    <w:rsid w:val="00F77C54"/>
    <w:rsid w:val="00F80774"/>
    <w:rsid w:val="00F83767"/>
    <w:rsid w:val="00F8485A"/>
    <w:rsid w:val="00F84C2A"/>
    <w:rsid w:val="00F85A58"/>
    <w:rsid w:val="00F85A95"/>
    <w:rsid w:val="00F87B95"/>
    <w:rsid w:val="00F92B4A"/>
    <w:rsid w:val="00F9398A"/>
    <w:rsid w:val="00F97014"/>
    <w:rsid w:val="00FA25B7"/>
    <w:rsid w:val="00FB0A78"/>
    <w:rsid w:val="00FB43AA"/>
    <w:rsid w:val="00FB6254"/>
    <w:rsid w:val="00FC2E1F"/>
    <w:rsid w:val="00FC681C"/>
    <w:rsid w:val="00FD0E02"/>
    <w:rsid w:val="00FD2161"/>
    <w:rsid w:val="00FD552E"/>
    <w:rsid w:val="00FD7ECD"/>
    <w:rsid w:val="00FE1572"/>
    <w:rsid w:val="00FE221D"/>
    <w:rsid w:val="00FE2B88"/>
    <w:rsid w:val="00FE310E"/>
    <w:rsid w:val="00FE4236"/>
    <w:rsid w:val="00FE4932"/>
    <w:rsid w:val="00FF09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4BDFB557"/>
  <w15:chartTrackingRefBased/>
  <w15:docId w15:val="{B1281B65-E819-4CB0-A4C8-697E770234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HTML Preformatted" w:uiPriority="99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B4E4A"/>
    <w:rPr>
      <w:rFonts w:ascii="Arial" w:hAnsi="Arial"/>
      <w:szCs w:val="24"/>
    </w:rPr>
  </w:style>
  <w:style w:type="paragraph" w:styleId="Titre1">
    <w:name w:val="heading 1"/>
    <w:basedOn w:val="Normal"/>
    <w:next w:val="Normal"/>
    <w:link w:val="Titre1Car"/>
    <w:qFormat/>
    <w:rsid w:val="008F16A8"/>
    <w:pPr>
      <w:keepNext/>
      <w:numPr>
        <w:numId w:val="1"/>
      </w:numPr>
      <w:spacing w:before="240" w:after="60"/>
      <w:outlineLvl w:val="0"/>
    </w:pPr>
    <w:rPr>
      <w:rFonts w:ascii="Arial Gras" w:hAnsi="Arial Gras" w:cs="Arial"/>
      <w:b/>
      <w:bCs/>
      <w:caps/>
      <w:kern w:val="32"/>
      <w:sz w:val="32"/>
      <w:szCs w:val="32"/>
    </w:rPr>
  </w:style>
  <w:style w:type="paragraph" w:styleId="Titre2">
    <w:name w:val="heading 2"/>
    <w:basedOn w:val="Normal"/>
    <w:next w:val="Normal"/>
    <w:link w:val="Titre2Car"/>
    <w:qFormat/>
    <w:rsid w:val="008F16A8"/>
    <w:pPr>
      <w:keepNext/>
      <w:numPr>
        <w:ilvl w:val="1"/>
        <w:numId w:val="1"/>
      </w:numPr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Titre3">
    <w:name w:val="heading 3"/>
    <w:aliases w:val="style 2"/>
    <w:basedOn w:val="Normal"/>
    <w:next w:val="Retraitnormal"/>
    <w:link w:val="Titre3Car"/>
    <w:qFormat/>
    <w:rsid w:val="009E33D5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Titre4">
    <w:name w:val="heading 4"/>
    <w:basedOn w:val="Normal"/>
    <w:next w:val="Retraitnormal"/>
    <w:link w:val="Titre4Car"/>
    <w:qFormat/>
    <w:rsid w:val="001F21CB"/>
    <w:pPr>
      <w:keepNext/>
      <w:numPr>
        <w:ilvl w:val="3"/>
        <w:numId w:val="4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Titre5">
    <w:name w:val="heading 5"/>
    <w:basedOn w:val="Normal"/>
    <w:next w:val="Normal"/>
    <w:link w:val="Titre5Car"/>
    <w:qFormat/>
    <w:rsid w:val="00F22CC1"/>
    <w:pPr>
      <w:tabs>
        <w:tab w:val="num" w:pos="1008"/>
      </w:tabs>
      <w:overflowPunct w:val="0"/>
      <w:autoSpaceDE w:val="0"/>
      <w:autoSpaceDN w:val="0"/>
      <w:adjustRightInd w:val="0"/>
      <w:spacing w:before="240" w:after="60"/>
      <w:ind w:left="1008" w:hanging="1008"/>
      <w:jc w:val="both"/>
      <w:textAlignment w:val="baseline"/>
      <w:outlineLvl w:val="4"/>
    </w:pPr>
    <w:rPr>
      <w:sz w:val="22"/>
      <w:szCs w:val="20"/>
      <w:lang w:val="en-GB"/>
    </w:rPr>
  </w:style>
  <w:style w:type="paragraph" w:styleId="Titre6">
    <w:name w:val="heading 6"/>
    <w:basedOn w:val="Normal"/>
    <w:next w:val="Normal"/>
    <w:link w:val="Titre6Car"/>
    <w:qFormat/>
    <w:rsid w:val="00F22CC1"/>
    <w:pPr>
      <w:tabs>
        <w:tab w:val="num" w:pos="1152"/>
      </w:tabs>
      <w:overflowPunct w:val="0"/>
      <w:autoSpaceDE w:val="0"/>
      <w:autoSpaceDN w:val="0"/>
      <w:adjustRightInd w:val="0"/>
      <w:spacing w:before="240" w:after="60"/>
      <w:ind w:left="1152" w:hanging="1152"/>
      <w:jc w:val="both"/>
      <w:textAlignment w:val="baseline"/>
      <w:outlineLvl w:val="5"/>
    </w:pPr>
    <w:rPr>
      <w:rFonts w:ascii="Times New Roman" w:hAnsi="Times New Roman"/>
      <w:i/>
      <w:sz w:val="22"/>
      <w:szCs w:val="20"/>
      <w:lang w:val="en-GB"/>
    </w:rPr>
  </w:style>
  <w:style w:type="paragraph" w:styleId="Titre7">
    <w:name w:val="heading 7"/>
    <w:basedOn w:val="Normal"/>
    <w:next w:val="Normal"/>
    <w:link w:val="Titre7Car"/>
    <w:qFormat/>
    <w:rsid w:val="00F22CC1"/>
    <w:pPr>
      <w:tabs>
        <w:tab w:val="num" w:pos="1296"/>
      </w:tabs>
      <w:overflowPunct w:val="0"/>
      <w:autoSpaceDE w:val="0"/>
      <w:autoSpaceDN w:val="0"/>
      <w:adjustRightInd w:val="0"/>
      <w:spacing w:before="240" w:after="60"/>
      <w:ind w:left="1296" w:hanging="1296"/>
      <w:jc w:val="both"/>
      <w:textAlignment w:val="baseline"/>
      <w:outlineLvl w:val="6"/>
    </w:pPr>
    <w:rPr>
      <w:szCs w:val="20"/>
      <w:lang w:val="en-GB"/>
    </w:rPr>
  </w:style>
  <w:style w:type="paragraph" w:styleId="Titre8">
    <w:name w:val="heading 8"/>
    <w:basedOn w:val="Normal"/>
    <w:next w:val="Normal"/>
    <w:link w:val="Titre8Car"/>
    <w:qFormat/>
    <w:rsid w:val="00F22CC1"/>
    <w:pPr>
      <w:tabs>
        <w:tab w:val="num" w:pos="1440"/>
      </w:tabs>
      <w:overflowPunct w:val="0"/>
      <w:autoSpaceDE w:val="0"/>
      <w:autoSpaceDN w:val="0"/>
      <w:adjustRightInd w:val="0"/>
      <w:spacing w:before="240" w:after="60"/>
      <w:ind w:left="1440" w:hanging="1440"/>
      <w:jc w:val="both"/>
      <w:textAlignment w:val="baseline"/>
      <w:outlineLvl w:val="7"/>
    </w:pPr>
    <w:rPr>
      <w:i/>
      <w:szCs w:val="20"/>
      <w:lang w:val="en-GB"/>
    </w:rPr>
  </w:style>
  <w:style w:type="paragraph" w:styleId="Titre9">
    <w:name w:val="heading 9"/>
    <w:basedOn w:val="Normal"/>
    <w:next w:val="Normal"/>
    <w:link w:val="Titre9Car"/>
    <w:qFormat/>
    <w:rsid w:val="00BA7D54"/>
    <w:pPr>
      <w:overflowPunct w:val="0"/>
      <w:autoSpaceDE w:val="0"/>
      <w:autoSpaceDN w:val="0"/>
      <w:adjustRightInd w:val="0"/>
      <w:spacing w:before="240" w:after="60"/>
      <w:textAlignment w:val="baseline"/>
      <w:outlineLvl w:val="8"/>
    </w:pPr>
    <w:rPr>
      <w:b/>
      <w:i/>
      <w:sz w:val="18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paragraph" w:styleId="Textedebulles">
    <w:name w:val="Balloon Text"/>
    <w:basedOn w:val="Normal"/>
    <w:link w:val="TextedebullesCar"/>
    <w:semiHidden/>
    <w:rsid w:val="007776CF"/>
    <w:rPr>
      <w:rFonts w:ascii="Tahoma" w:hAnsi="Tahoma" w:cs="Tahoma"/>
      <w:sz w:val="16"/>
      <w:szCs w:val="16"/>
    </w:rPr>
  </w:style>
  <w:style w:type="character" w:styleId="Numrodepage">
    <w:name w:val="page number"/>
    <w:basedOn w:val="Policepardfaut"/>
    <w:rsid w:val="00525B96"/>
  </w:style>
  <w:style w:type="paragraph" w:customStyle="1" w:styleId="LogoCEA">
    <w:name w:val="Logo CEA"/>
    <w:basedOn w:val="Normal"/>
    <w:rsid w:val="004254ED"/>
    <w:pPr>
      <w:overflowPunct w:val="0"/>
      <w:autoSpaceDE w:val="0"/>
      <w:autoSpaceDN w:val="0"/>
      <w:adjustRightInd w:val="0"/>
      <w:textAlignment w:val="baseline"/>
    </w:pPr>
    <w:rPr>
      <w:rFonts w:ascii="New York" w:hAnsi="New York"/>
      <w:sz w:val="24"/>
      <w:szCs w:val="20"/>
      <w:lang w:val="en-GB" w:eastAsia="en-US"/>
    </w:rPr>
  </w:style>
  <w:style w:type="table" w:styleId="Grilledutableau">
    <w:name w:val="Table Grid"/>
    <w:basedOn w:val="TableauNormal"/>
    <w:rsid w:val="004254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itre1-A-texte">
    <w:name w:val="Titre 1-A-texte"/>
    <w:basedOn w:val="Normal"/>
    <w:rsid w:val="009C1167"/>
    <w:pPr>
      <w:overflowPunct w:val="0"/>
      <w:autoSpaceDE w:val="0"/>
      <w:autoSpaceDN w:val="0"/>
      <w:adjustRightInd w:val="0"/>
      <w:textAlignment w:val="baseline"/>
    </w:pPr>
    <w:rPr>
      <w:sz w:val="22"/>
      <w:szCs w:val="20"/>
      <w:lang w:val="en-GB"/>
    </w:rPr>
  </w:style>
  <w:style w:type="paragraph" w:styleId="Retraitnormal">
    <w:name w:val="Normal Indent"/>
    <w:basedOn w:val="Normal"/>
    <w:rsid w:val="009E33D5"/>
    <w:pPr>
      <w:ind w:left="708"/>
    </w:pPr>
  </w:style>
  <w:style w:type="paragraph" w:styleId="Normalcentr">
    <w:name w:val="Block Text"/>
    <w:basedOn w:val="Normal"/>
    <w:rsid w:val="009C1167"/>
    <w:pPr>
      <w:tabs>
        <w:tab w:val="center" w:pos="9781"/>
      </w:tabs>
      <w:overflowPunct w:val="0"/>
      <w:autoSpaceDE w:val="0"/>
      <w:autoSpaceDN w:val="0"/>
      <w:adjustRightInd w:val="0"/>
      <w:spacing w:before="60"/>
      <w:ind w:left="1122" w:right="284" w:hanging="561"/>
      <w:textAlignment w:val="baseline"/>
    </w:pPr>
    <w:rPr>
      <w:color w:val="000000"/>
      <w:sz w:val="22"/>
      <w:szCs w:val="20"/>
      <w:lang w:val="en-GB"/>
    </w:rPr>
  </w:style>
  <w:style w:type="paragraph" w:customStyle="1" w:styleId="Objet">
    <w:name w:val="Objet"/>
    <w:basedOn w:val="Pieddepage"/>
    <w:rsid w:val="002C4DC5"/>
    <w:pPr>
      <w:tabs>
        <w:tab w:val="clear" w:pos="4536"/>
        <w:tab w:val="clear" w:pos="9072"/>
      </w:tabs>
      <w:overflowPunct w:val="0"/>
      <w:autoSpaceDE w:val="0"/>
      <w:autoSpaceDN w:val="0"/>
      <w:adjustRightInd w:val="0"/>
      <w:ind w:left="340" w:right="57"/>
      <w:textAlignment w:val="baseline"/>
    </w:pPr>
    <w:rPr>
      <w:rFonts w:ascii="Arial Narrow" w:hAnsi="Arial Narrow"/>
      <w:color w:val="000000"/>
      <w:sz w:val="24"/>
      <w:szCs w:val="20"/>
    </w:rPr>
  </w:style>
  <w:style w:type="paragraph" w:styleId="Corpsdetexte">
    <w:name w:val="Body Text"/>
    <w:basedOn w:val="Normal"/>
    <w:link w:val="CorpsdetexteCar"/>
    <w:rsid w:val="00D15CC5"/>
    <w:pPr>
      <w:overflowPunct w:val="0"/>
      <w:autoSpaceDE w:val="0"/>
      <w:autoSpaceDN w:val="0"/>
      <w:adjustRightInd w:val="0"/>
      <w:jc w:val="both"/>
      <w:textAlignment w:val="baseline"/>
    </w:pPr>
    <w:rPr>
      <w:rFonts w:ascii="Times New Roman" w:hAnsi="Times New Roman"/>
      <w:sz w:val="24"/>
      <w:szCs w:val="20"/>
      <w:u w:val="single"/>
      <w:lang w:val="en-GB"/>
    </w:rPr>
  </w:style>
  <w:style w:type="paragraph" w:styleId="NormalWeb">
    <w:name w:val="Normal (Web)"/>
    <w:basedOn w:val="Normal"/>
    <w:rsid w:val="00214CA0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ParagrapheCar">
    <w:name w:val="Paragraphe Car"/>
    <w:basedOn w:val="Normal"/>
    <w:rsid w:val="00214CA0"/>
    <w:pPr>
      <w:widowControl w:val="0"/>
      <w:overflowPunct w:val="0"/>
      <w:autoSpaceDE w:val="0"/>
      <w:autoSpaceDN w:val="0"/>
      <w:adjustRightInd w:val="0"/>
      <w:spacing w:before="60" w:after="60"/>
      <w:ind w:left="142" w:right="284"/>
      <w:jc w:val="both"/>
      <w:textAlignment w:val="baseline"/>
    </w:pPr>
    <w:rPr>
      <w:sz w:val="18"/>
      <w:szCs w:val="20"/>
    </w:rPr>
  </w:style>
  <w:style w:type="paragraph" w:customStyle="1" w:styleId="TestX">
    <w:name w:val="TestX"/>
    <w:basedOn w:val="Normal"/>
    <w:rsid w:val="00F22CC1"/>
    <w:pPr>
      <w:tabs>
        <w:tab w:val="num" w:pos="1209"/>
      </w:tabs>
      <w:spacing w:before="60" w:after="60"/>
      <w:ind w:left="1209" w:hanging="360"/>
    </w:pPr>
    <w:rPr>
      <w:lang w:val="en-GB" w:eastAsia="en-US"/>
    </w:rPr>
  </w:style>
  <w:style w:type="character" w:styleId="Appelnotedebasdep">
    <w:name w:val="footnote reference"/>
    <w:semiHidden/>
    <w:rsid w:val="00F80774"/>
    <w:rPr>
      <w:vertAlign w:val="superscript"/>
    </w:rPr>
  </w:style>
  <w:style w:type="paragraph" w:styleId="Notedebasdepage">
    <w:name w:val="footnote text"/>
    <w:basedOn w:val="Normal"/>
    <w:link w:val="NotedebasdepageCar"/>
    <w:semiHidden/>
    <w:rsid w:val="00F80774"/>
    <w:pPr>
      <w:overflowPunct w:val="0"/>
      <w:autoSpaceDE w:val="0"/>
      <w:autoSpaceDN w:val="0"/>
      <w:adjustRightInd w:val="0"/>
      <w:textAlignment w:val="baseline"/>
    </w:pPr>
    <w:rPr>
      <w:rFonts w:ascii="Times" w:hAnsi="Times"/>
      <w:szCs w:val="20"/>
      <w:lang w:val="en-GB"/>
    </w:rPr>
  </w:style>
  <w:style w:type="character" w:styleId="Marquedecommentaire">
    <w:name w:val="annotation reference"/>
    <w:semiHidden/>
    <w:rsid w:val="00BA7D54"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rsid w:val="00BA7D54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Cs w:val="20"/>
      <w:lang w:eastAsia="en-US"/>
    </w:rPr>
  </w:style>
  <w:style w:type="paragraph" w:customStyle="1" w:styleId="TitreObjet">
    <w:name w:val="Titre &quot;Objet&quot;"/>
    <w:basedOn w:val="Normal"/>
    <w:rsid w:val="00BA7D54"/>
    <w:pPr>
      <w:overflowPunct w:val="0"/>
      <w:autoSpaceDE w:val="0"/>
      <w:autoSpaceDN w:val="0"/>
      <w:adjustRightInd w:val="0"/>
      <w:spacing w:before="40" w:after="40"/>
      <w:ind w:left="57"/>
      <w:textAlignment w:val="baseline"/>
    </w:pPr>
    <w:rPr>
      <w:rFonts w:ascii="Arial Narrow" w:hAnsi="Arial Narrow"/>
      <w:color w:val="000000"/>
      <w:szCs w:val="20"/>
    </w:rPr>
  </w:style>
  <w:style w:type="character" w:styleId="Lienhypertexte">
    <w:name w:val="Hyperlink"/>
    <w:rsid w:val="00BA7D54"/>
    <w:rPr>
      <w:color w:val="0000FF"/>
      <w:u w:val="single"/>
    </w:rPr>
  </w:style>
  <w:style w:type="character" w:styleId="Lienhypertextesuivivisit">
    <w:name w:val="FollowedHyperlink"/>
    <w:rsid w:val="00BA7D54"/>
    <w:rPr>
      <w:color w:val="800080"/>
      <w:u w:val="single"/>
    </w:rPr>
  </w:style>
  <w:style w:type="paragraph" w:customStyle="1" w:styleId="TitreFormulaire">
    <w:name w:val="Titre Formulaire"/>
    <w:basedOn w:val="Normal"/>
    <w:rsid w:val="00BA7D54"/>
    <w:pPr>
      <w:overflowPunct w:val="0"/>
      <w:autoSpaceDE w:val="0"/>
      <w:autoSpaceDN w:val="0"/>
      <w:adjustRightInd w:val="0"/>
      <w:spacing w:before="120"/>
      <w:jc w:val="center"/>
      <w:textAlignment w:val="baseline"/>
    </w:pPr>
    <w:rPr>
      <w:rFonts w:ascii="New York" w:hAnsi="New York"/>
      <w:b/>
      <w:caps/>
      <w:color w:val="FFFFFF"/>
      <w:spacing w:val="60"/>
      <w:szCs w:val="20"/>
      <w:lang w:val="en-GB" w:eastAsia="en-US"/>
    </w:rPr>
  </w:style>
  <w:style w:type="paragraph" w:customStyle="1" w:styleId="Nomdelaprocdure">
    <w:name w:val="Nom de la procédure"/>
    <w:basedOn w:val="TitreFormulaire"/>
    <w:rsid w:val="00BA7D54"/>
    <w:pPr>
      <w:spacing w:before="80" w:after="80"/>
    </w:pPr>
    <w:rPr>
      <w:rFonts w:ascii="Arial Narrow" w:hAnsi="Arial Narrow"/>
      <w:color w:val="0000FF"/>
      <w:spacing w:val="0"/>
      <w:sz w:val="28"/>
    </w:rPr>
  </w:style>
  <w:style w:type="paragraph" w:styleId="TM1">
    <w:name w:val="toc 1"/>
    <w:basedOn w:val="Normal"/>
    <w:next w:val="Normal"/>
    <w:autoRedefine/>
    <w:semiHidden/>
    <w:rsid w:val="00A45816"/>
    <w:pPr>
      <w:tabs>
        <w:tab w:val="left" w:pos="400"/>
        <w:tab w:val="right" w:pos="8494"/>
      </w:tabs>
      <w:spacing w:before="120" w:after="120"/>
      <w:ind w:hanging="181"/>
    </w:pPr>
    <w:rPr>
      <w:rFonts w:cs="Arial"/>
      <w:b/>
      <w:bCs/>
      <w:caps/>
      <w:noProof/>
      <w:szCs w:val="20"/>
    </w:rPr>
  </w:style>
  <w:style w:type="paragraph" w:styleId="TM2">
    <w:name w:val="toc 2"/>
    <w:basedOn w:val="Normal"/>
    <w:next w:val="Normal"/>
    <w:autoRedefine/>
    <w:semiHidden/>
    <w:rsid w:val="0058424A"/>
    <w:pPr>
      <w:tabs>
        <w:tab w:val="left" w:pos="600"/>
        <w:tab w:val="right" w:pos="8494"/>
      </w:tabs>
      <w:spacing w:before="60"/>
    </w:pPr>
    <w:rPr>
      <w:rFonts w:ascii="Times New Roman" w:hAnsi="Times New Roman"/>
      <w:b/>
      <w:bCs/>
      <w:szCs w:val="20"/>
    </w:rPr>
  </w:style>
  <w:style w:type="paragraph" w:styleId="TM3">
    <w:name w:val="toc 3"/>
    <w:basedOn w:val="Normal"/>
    <w:next w:val="Normal"/>
    <w:autoRedefine/>
    <w:semiHidden/>
    <w:rsid w:val="0058424A"/>
    <w:pPr>
      <w:tabs>
        <w:tab w:val="left" w:pos="1000"/>
        <w:tab w:val="right" w:pos="8494"/>
      </w:tabs>
      <w:ind w:left="198"/>
    </w:pPr>
    <w:rPr>
      <w:rFonts w:ascii="Times New Roman" w:hAnsi="Times New Roman"/>
      <w:szCs w:val="20"/>
    </w:rPr>
  </w:style>
  <w:style w:type="paragraph" w:styleId="Retraitcorpsdetexte2">
    <w:name w:val="Body Text Indent 2"/>
    <w:basedOn w:val="Normal"/>
    <w:link w:val="Retraitcorpsdetexte2Car"/>
    <w:rsid w:val="00BA7D54"/>
    <w:pPr>
      <w:shd w:val="clear" w:color="auto" w:fill="000000"/>
      <w:overflowPunct w:val="0"/>
      <w:autoSpaceDE w:val="0"/>
      <w:autoSpaceDN w:val="0"/>
      <w:adjustRightInd w:val="0"/>
      <w:ind w:left="1120" w:hanging="560"/>
      <w:textAlignment w:val="baseline"/>
    </w:pPr>
    <w:rPr>
      <w:rFonts w:ascii="Times" w:hAnsi="Times"/>
      <w:color w:val="FFFFFF"/>
      <w:sz w:val="24"/>
      <w:szCs w:val="20"/>
      <w:lang w:val="en-GB"/>
    </w:rPr>
  </w:style>
  <w:style w:type="paragraph" w:styleId="Corpsdetexte3">
    <w:name w:val="Body Text 3"/>
    <w:basedOn w:val="Normal"/>
    <w:link w:val="Corpsdetexte3Car"/>
    <w:rsid w:val="00BA7D54"/>
    <w:pPr>
      <w:overflowPunct w:val="0"/>
      <w:autoSpaceDE w:val="0"/>
      <w:autoSpaceDN w:val="0"/>
      <w:adjustRightInd w:val="0"/>
      <w:jc w:val="both"/>
      <w:textAlignment w:val="baseline"/>
    </w:pPr>
    <w:rPr>
      <w:rFonts w:ascii="Futura" w:hAnsi="Futura"/>
      <w:color w:val="333333"/>
      <w:sz w:val="22"/>
      <w:szCs w:val="20"/>
      <w:lang w:val="en-GB"/>
    </w:rPr>
  </w:style>
  <w:style w:type="paragraph" w:styleId="Retraitcorpsdetexte3">
    <w:name w:val="Body Text Indent 3"/>
    <w:basedOn w:val="Normal"/>
    <w:link w:val="Retraitcorpsdetexte3Car"/>
    <w:rsid w:val="00BA7D54"/>
    <w:pPr>
      <w:overflowPunct w:val="0"/>
      <w:autoSpaceDE w:val="0"/>
      <w:autoSpaceDN w:val="0"/>
      <w:adjustRightInd w:val="0"/>
      <w:ind w:left="709"/>
      <w:textAlignment w:val="baseline"/>
    </w:pPr>
    <w:rPr>
      <w:rFonts w:ascii="Times" w:hAnsi="Times"/>
      <w:sz w:val="24"/>
      <w:szCs w:val="20"/>
      <w:lang w:val="en-GB"/>
    </w:rPr>
  </w:style>
  <w:style w:type="paragraph" w:styleId="Retraitcorpsdetexte">
    <w:name w:val="Body Text Indent"/>
    <w:basedOn w:val="Normal"/>
    <w:link w:val="RetraitcorpsdetexteCar"/>
    <w:rsid w:val="00BA7D54"/>
    <w:pPr>
      <w:overflowPunct w:val="0"/>
      <w:autoSpaceDE w:val="0"/>
      <w:autoSpaceDN w:val="0"/>
      <w:adjustRightInd w:val="0"/>
      <w:ind w:left="708"/>
      <w:jc w:val="both"/>
      <w:textAlignment w:val="baseline"/>
    </w:pPr>
    <w:rPr>
      <w:rFonts w:ascii="Times New Roman" w:hAnsi="Times New Roman"/>
      <w:sz w:val="24"/>
      <w:szCs w:val="20"/>
      <w:lang w:val="en-GB"/>
    </w:rPr>
  </w:style>
  <w:style w:type="paragraph" w:styleId="TM4">
    <w:name w:val="toc 4"/>
    <w:basedOn w:val="Normal"/>
    <w:next w:val="Normal"/>
    <w:autoRedefine/>
    <w:semiHidden/>
    <w:rsid w:val="00BA7D54"/>
    <w:pPr>
      <w:ind w:left="400"/>
    </w:pPr>
    <w:rPr>
      <w:rFonts w:ascii="Times New Roman" w:hAnsi="Times New Roman"/>
      <w:szCs w:val="20"/>
    </w:rPr>
  </w:style>
  <w:style w:type="paragraph" w:styleId="TM5">
    <w:name w:val="toc 5"/>
    <w:basedOn w:val="Normal"/>
    <w:next w:val="Normal"/>
    <w:autoRedefine/>
    <w:semiHidden/>
    <w:rsid w:val="00BA7D54"/>
    <w:pPr>
      <w:ind w:left="600"/>
    </w:pPr>
    <w:rPr>
      <w:rFonts w:ascii="Times New Roman" w:hAnsi="Times New Roman"/>
      <w:szCs w:val="20"/>
    </w:rPr>
  </w:style>
  <w:style w:type="paragraph" w:styleId="TM6">
    <w:name w:val="toc 6"/>
    <w:basedOn w:val="Normal"/>
    <w:next w:val="Normal"/>
    <w:autoRedefine/>
    <w:semiHidden/>
    <w:rsid w:val="00BA7D54"/>
    <w:pPr>
      <w:ind w:left="800"/>
    </w:pPr>
    <w:rPr>
      <w:rFonts w:ascii="Times New Roman" w:hAnsi="Times New Roman"/>
      <w:szCs w:val="20"/>
    </w:rPr>
  </w:style>
  <w:style w:type="paragraph" w:styleId="TM7">
    <w:name w:val="toc 7"/>
    <w:basedOn w:val="Normal"/>
    <w:next w:val="Normal"/>
    <w:autoRedefine/>
    <w:semiHidden/>
    <w:rsid w:val="00BA7D54"/>
    <w:pPr>
      <w:ind w:left="1000"/>
    </w:pPr>
    <w:rPr>
      <w:rFonts w:ascii="Times New Roman" w:hAnsi="Times New Roman"/>
      <w:szCs w:val="20"/>
    </w:rPr>
  </w:style>
  <w:style w:type="paragraph" w:styleId="TM8">
    <w:name w:val="toc 8"/>
    <w:basedOn w:val="Normal"/>
    <w:next w:val="Normal"/>
    <w:autoRedefine/>
    <w:semiHidden/>
    <w:rsid w:val="00BA7D54"/>
    <w:pPr>
      <w:ind w:left="1200"/>
    </w:pPr>
    <w:rPr>
      <w:rFonts w:ascii="Times New Roman" w:hAnsi="Times New Roman"/>
      <w:szCs w:val="20"/>
    </w:rPr>
  </w:style>
  <w:style w:type="paragraph" w:styleId="TM9">
    <w:name w:val="toc 9"/>
    <w:basedOn w:val="Normal"/>
    <w:next w:val="Normal"/>
    <w:autoRedefine/>
    <w:semiHidden/>
    <w:rsid w:val="00BA7D54"/>
    <w:pPr>
      <w:ind w:left="1400"/>
    </w:pPr>
    <w:rPr>
      <w:rFonts w:ascii="Times New Roman" w:hAnsi="Times New Roman"/>
      <w:szCs w:val="20"/>
    </w:rPr>
  </w:style>
  <w:style w:type="paragraph" w:customStyle="1" w:styleId="Titre2-C-toile">
    <w:name w:val="Titre 2-C-étoile"/>
    <w:basedOn w:val="Titre2-B-tiret"/>
    <w:rsid w:val="00BA7D54"/>
    <w:pPr>
      <w:ind w:left="1560"/>
    </w:pPr>
  </w:style>
  <w:style w:type="paragraph" w:customStyle="1" w:styleId="Titre2-B-tiret">
    <w:name w:val="Titre 2-B-tiret"/>
    <w:basedOn w:val="Titre2-A-texte"/>
    <w:rsid w:val="00BA7D54"/>
    <w:pPr>
      <w:ind w:left="1276" w:hanging="283"/>
    </w:pPr>
  </w:style>
  <w:style w:type="paragraph" w:customStyle="1" w:styleId="Titre2-A-texte">
    <w:name w:val="Titre 2-A-texte"/>
    <w:basedOn w:val="Normal"/>
    <w:rsid w:val="00BA7D54"/>
    <w:pPr>
      <w:overflowPunct w:val="0"/>
      <w:autoSpaceDE w:val="0"/>
      <w:autoSpaceDN w:val="0"/>
      <w:adjustRightInd w:val="0"/>
      <w:ind w:left="993"/>
      <w:textAlignment w:val="baseline"/>
    </w:pPr>
    <w:rPr>
      <w:sz w:val="22"/>
      <w:szCs w:val="20"/>
    </w:rPr>
  </w:style>
  <w:style w:type="paragraph" w:customStyle="1" w:styleId="00-titre">
    <w:name w:val="00-titre"/>
    <w:basedOn w:val="Normal"/>
    <w:rsid w:val="00BA7D54"/>
    <w:pPr>
      <w:shd w:val="pct10" w:color="auto" w:fill="auto"/>
      <w:tabs>
        <w:tab w:val="left" w:pos="284"/>
      </w:tabs>
      <w:overflowPunct w:val="0"/>
      <w:autoSpaceDE w:val="0"/>
      <w:autoSpaceDN w:val="0"/>
      <w:adjustRightInd w:val="0"/>
      <w:spacing w:after="100"/>
      <w:textAlignment w:val="baseline"/>
    </w:pPr>
    <w:rPr>
      <w:b/>
      <w:caps/>
      <w:sz w:val="24"/>
      <w:szCs w:val="20"/>
    </w:rPr>
  </w:style>
  <w:style w:type="paragraph" w:customStyle="1" w:styleId="Titre1-D-petitpoint">
    <w:name w:val="Titre 1-D-petit point"/>
    <w:basedOn w:val="Titre1-C-toile"/>
    <w:rsid w:val="00BA7D54"/>
    <w:pPr>
      <w:ind w:left="851"/>
    </w:pPr>
  </w:style>
  <w:style w:type="paragraph" w:customStyle="1" w:styleId="Titre1-C-toile">
    <w:name w:val="Titre 1-C-étoile"/>
    <w:basedOn w:val="Titre1-B-tiret"/>
    <w:rsid w:val="00BA7D54"/>
    <w:pPr>
      <w:ind w:left="567"/>
    </w:pPr>
  </w:style>
  <w:style w:type="paragraph" w:customStyle="1" w:styleId="Titre1-B-tiret">
    <w:name w:val="Titre 1-B-tiret"/>
    <w:basedOn w:val="Titre1-A-texte"/>
    <w:rsid w:val="00BA7D54"/>
    <w:pPr>
      <w:ind w:left="283" w:hanging="283"/>
    </w:pPr>
    <w:rPr>
      <w:lang w:val="fr-FR"/>
    </w:rPr>
  </w:style>
  <w:style w:type="character" w:styleId="lev">
    <w:name w:val="Strong"/>
    <w:qFormat/>
    <w:rsid w:val="00BA7D54"/>
    <w:rPr>
      <w:b/>
      <w:bCs/>
    </w:rPr>
  </w:style>
  <w:style w:type="paragraph" w:styleId="Corpsdetexte2">
    <w:name w:val="Body Text 2"/>
    <w:basedOn w:val="Normal"/>
    <w:link w:val="Corpsdetexte2Car"/>
    <w:rsid w:val="00BA7D54"/>
    <w:pPr>
      <w:spacing w:after="120" w:line="480" w:lineRule="auto"/>
    </w:pPr>
  </w:style>
  <w:style w:type="paragraph" w:customStyle="1" w:styleId="DefaultText">
    <w:name w:val="Default Text"/>
    <w:basedOn w:val="Normal"/>
    <w:autoRedefine/>
    <w:rsid w:val="00BA7D54"/>
    <w:pPr>
      <w:jc w:val="center"/>
    </w:pPr>
    <w:rPr>
      <w:rFonts w:eastAsia="Arial Unicode MS"/>
      <w:b/>
      <w:i/>
      <w:iCs/>
      <w:lang w:eastAsia="en-US"/>
    </w:rPr>
  </w:style>
  <w:style w:type="paragraph" w:customStyle="1" w:styleId="Technical4">
    <w:name w:val="Technical 4"/>
    <w:rsid w:val="00BA7D54"/>
    <w:pPr>
      <w:tabs>
        <w:tab w:val="left" w:pos="-720"/>
        <w:tab w:val="left" w:pos="0"/>
        <w:tab w:val="left" w:pos="600"/>
        <w:tab w:val="left" w:pos="1200"/>
        <w:tab w:val="left" w:pos="1800"/>
        <w:tab w:val="left" w:pos="2400"/>
        <w:tab w:val="left" w:pos="3000"/>
        <w:tab w:val="left" w:pos="3600"/>
        <w:tab w:val="left" w:pos="4200"/>
        <w:tab w:val="left" w:pos="4800"/>
        <w:tab w:val="left" w:pos="5400"/>
        <w:tab w:val="left" w:pos="6000"/>
        <w:tab w:val="left" w:pos="6600"/>
        <w:tab w:val="left" w:pos="7200"/>
        <w:tab w:val="left" w:pos="7800"/>
        <w:tab w:val="left" w:pos="8400"/>
        <w:tab w:val="left" w:pos="9000"/>
      </w:tabs>
      <w:suppressAutoHyphens/>
    </w:pPr>
    <w:rPr>
      <w:rFonts w:ascii="Arial" w:hAnsi="Arial"/>
      <w:b/>
      <w:spacing w:val="-2"/>
      <w:lang w:val="en-US" w:eastAsia="en-US"/>
    </w:rPr>
  </w:style>
  <w:style w:type="paragraph" w:styleId="Lgende">
    <w:name w:val="caption"/>
    <w:basedOn w:val="Normal"/>
    <w:next w:val="Normal"/>
    <w:qFormat/>
    <w:rsid w:val="00BA7D54"/>
    <w:pPr>
      <w:tabs>
        <w:tab w:val="num" w:pos="926"/>
      </w:tabs>
      <w:spacing w:before="120" w:after="120"/>
    </w:pPr>
    <w:rPr>
      <w:b/>
      <w:bCs/>
      <w:szCs w:val="20"/>
      <w:lang w:val="en-GB" w:eastAsia="en-US"/>
    </w:rPr>
  </w:style>
  <w:style w:type="paragraph" w:styleId="Notedefin">
    <w:name w:val="endnote text"/>
    <w:basedOn w:val="Normal"/>
    <w:link w:val="NotedefinCar"/>
    <w:semiHidden/>
    <w:rsid w:val="008919C5"/>
    <w:rPr>
      <w:szCs w:val="20"/>
    </w:rPr>
  </w:style>
  <w:style w:type="character" w:styleId="Appeldenotedefin">
    <w:name w:val="endnote reference"/>
    <w:semiHidden/>
    <w:rsid w:val="008919C5"/>
    <w:rPr>
      <w:vertAlign w:val="superscript"/>
    </w:rPr>
  </w:style>
  <w:style w:type="paragraph" w:customStyle="1" w:styleId="Liste2">
    <w:name w:val="Liste2"/>
    <w:basedOn w:val="Normal"/>
    <w:rsid w:val="00283071"/>
    <w:pPr>
      <w:numPr>
        <w:numId w:val="36"/>
      </w:numPr>
      <w:tabs>
        <w:tab w:val="left" w:pos="720"/>
        <w:tab w:val="right" w:pos="8505"/>
      </w:tabs>
      <w:spacing w:before="120" w:after="120"/>
      <w:ind w:left="714" w:hanging="357"/>
    </w:pPr>
  </w:style>
  <w:style w:type="paragraph" w:customStyle="1" w:styleId="paragraphe">
    <w:name w:val="paragraphe"/>
    <w:basedOn w:val="Normal"/>
    <w:rsid w:val="00D75120"/>
    <w:pPr>
      <w:spacing w:before="120" w:after="120"/>
      <w:ind w:left="425"/>
      <w:jc w:val="both"/>
    </w:pPr>
    <w:rPr>
      <w:rFonts w:cs="Arial"/>
      <w:sz w:val="22"/>
    </w:rPr>
  </w:style>
  <w:style w:type="paragraph" w:customStyle="1" w:styleId="Liste2sousliste">
    <w:name w:val="Liste2 sous liste"/>
    <w:basedOn w:val="Liste2"/>
    <w:rsid w:val="000D64D4"/>
    <w:pPr>
      <w:numPr>
        <w:numId w:val="37"/>
      </w:numPr>
      <w:tabs>
        <w:tab w:val="clear" w:pos="2413"/>
        <w:tab w:val="left" w:pos="720"/>
        <w:tab w:val="num" w:pos="1620"/>
      </w:tabs>
      <w:spacing w:before="0"/>
      <w:ind w:left="1616" w:hanging="357"/>
    </w:pPr>
    <w:rPr>
      <w:sz w:val="22"/>
      <w:szCs w:val="22"/>
    </w:rPr>
  </w:style>
  <w:style w:type="paragraph" w:customStyle="1" w:styleId="TexteLogo">
    <w:name w:val="TexteLogo"/>
    <w:basedOn w:val="Normal"/>
    <w:rsid w:val="008D15CD"/>
    <w:rPr>
      <w:rFonts w:cs="Arial"/>
      <w:color w:val="0067A1"/>
      <w:sz w:val="16"/>
      <w:szCs w:val="16"/>
    </w:rPr>
  </w:style>
  <w:style w:type="paragraph" w:customStyle="1" w:styleId="Pieddepage-Unit">
    <w:name w:val="Pied de page - Unité"/>
    <w:basedOn w:val="Pieddepage"/>
    <w:qFormat/>
    <w:rsid w:val="00340EA6"/>
    <w:pPr>
      <w:jc w:val="both"/>
    </w:pPr>
    <w:rPr>
      <w:color w:val="006937"/>
      <w:sz w:val="15"/>
    </w:rPr>
  </w:style>
  <w:style w:type="character" w:customStyle="1" w:styleId="PieddepageCar">
    <w:name w:val="Pied de page Car"/>
    <w:basedOn w:val="Policepardfaut"/>
    <w:link w:val="Pieddepage"/>
    <w:uiPriority w:val="99"/>
    <w:rsid w:val="007674D0"/>
    <w:rPr>
      <w:rFonts w:ascii="Arial" w:hAnsi="Arial"/>
      <w:szCs w:val="24"/>
    </w:rPr>
  </w:style>
  <w:style w:type="paragraph" w:customStyle="1" w:styleId="Mentionslgales">
    <w:name w:val="Mentions légales"/>
    <w:basedOn w:val="Normal"/>
    <w:qFormat/>
    <w:rsid w:val="007674D0"/>
    <w:pPr>
      <w:spacing w:line="324" w:lineRule="auto"/>
      <w:ind w:left="-113" w:right="-108"/>
    </w:pPr>
    <w:rPr>
      <w:rFonts w:eastAsia="Calibri"/>
      <w:color w:val="7F7F7F"/>
      <w:sz w:val="15"/>
      <w:szCs w:val="15"/>
      <w:lang w:eastAsia="en-US"/>
    </w:rPr>
  </w:style>
  <w:style w:type="character" w:customStyle="1" w:styleId="Titre1Car">
    <w:name w:val="Titre 1 Car"/>
    <w:basedOn w:val="Policepardfaut"/>
    <w:link w:val="Titre1"/>
    <w:rsid w:val="00DB3A8B"/>
    <w:rPr>
      <w:rFonts w:ascii="Arial Gras" w:hAnsi="Arial Gras" w:cs="Arial"/>
      <w:b/>
      <w:bCs/>
      <w:caps/>
      <w:kern w:val="32"/>
      <w:sz w:val="32"/>
      <w:szCs w:val="32"/>
    </w:rPr>
  </w:style>
  <w:style w:type="character" w:customStyle="1" w:styleId="Titre2Car">
    <w:name w:val="Titre 2 Car"/>
    <w:basedOn w:val="Policepardfaut"/>
    <w:link w:val="Titre2"/>
    <w:rsid w:val="00DB3A8B"/>
    <w:rPr>
      <w:rFonts w:ascii="Arial" w:hAnsi="Arial" w:cs="Arial"/>
      <w:b/>
      <w:bCs/>
      <w:i/>
      <w:iCs/>
      <w:sz w:val="28"/>
      <w:szCs w:val="28"/>
    </w:rPr>
  </w:style>
  <w:style w:type="character" w:customStyle="1" w:styleId="Titre3Car">
    <w:name w:val="Titre 3 Car"/>
    <w:aliases w:val="style 2 Car"/>
    <w:basedOn w:val="Policepardfaut"/>
    <w:link w:val="Titre3"/>
    <w:rsid w:val="00DB3A8B"/>
    <w:rPr>
      <w:rFonts w:ascii="Arial" w:hAnsi="Arial" w:cs="Arial"/>
      <w:b/>
      <w:bCs/>
      <w:sz w:val="26"/>
      <w:szCs w:val="26"/>
    </w:rPr>
  </w:style>
  <w:style w:type="character" w:customStyle="1" w:styleId="Titre4Car">
    <w:name w:val="Titre 4 Car"/>
    <w:basedOn w:val="Policepardfaut"/>
    <w:link w:val="Titre4"/>
    <w:rsid w:val="00DB3A8B"/>
    <w:rPr>
      <w:b/>
      <w:bCs/>
      <w:sz w:val="28"/>
      <w:szCs w:val="28"/>
    </w:rPr>
  </w:style>
  <w:style w:type="character" w:customStyle="1" w:styleId="Titre5Car">
    <w:name w:val="Titre 5 Car"/>
    <w:basedOn w:val="Policepardfaut"/>
    <w:link w:val="Titre5"/>
    <w:rsid w:val="00DB3A8B"/>
    <w:rPr>
      <w:rFonts w:ascii="Arial" w:hAnsi="Arial"/>
      <w:sz w:val="22"/>
      <w:lang w:val="en-GB"/>
    </w:rPr>
  </w:style>
  <w:style w:type="character" w:customStyle="1" w:styleId="Titre6Car">
    <w:name w:val="Titre 6 Car"/>
    <w:basedOn w:val="Policepardfaut"/>
    <w:link w:val="Titre6"/>
    <w:rsid w:val="00DB3A8B"/>
    <w:rPr>
      <w:i/>
      <w:sz w:val="22"/>
      <w:lang w:val="en-GB"/>
    </w:rPr>
  </w:style>
  <w:style w:type="character" w:customStyle="1" w:styleId="Titre7Car">
    <w:name w:val="Titre 7 Car"/>
    <w:basedOn w:val="Policepardfaut"/>
    <w:link w:val="Titre7"/>
    <w:rsid w:val="00DB3A8B"/>
    <w:rPr>
      <w:rFonts w:ascii="Arial" w:hAnsi="Arial"/>
      <w:lang w:val="en-GB"/>
    </w:rPr>
  </w:style>
  <w:style w:type="character" w:customStyle="1" w:styleId="Titre8Car">
    <w:name w:val="Titre 8 Car"/>
    <w:basedOn w:val="Policepardfaut"/>
    <w:link w:val="Titre8"/>
    <w:rsid w:val="00DB3A8B"/>
    <w:rPr>
      <w:rFonts w:ascii="Arial" w:hAnsi="Arial"/>
      <w:i/>
      <w:lang w:val="en-GB"/>
    </w:rPr>
  </w:style>
  <w:style w:type="character" w:customStyle="1" w:styleId="Titre9Car">
    <w:name w:val="Titre 9 Car"/>
    <w:basedOn w:val="Policepardfaut"/>
    <w:link w:val="Titre9"/>
    <w:rsid w:val="00DB3A8B"/>
    <w:rPr>
      <w:rFonts w:ascii="Arial" w:hAnsi="Arial"/>
      <w:b/>
      <w:i/>
      <w:sz w:val="18"/>
    </w:rPr>
  </w:style>
  <w:style w:type="character" w:customStyle="1" w:styleId="En-tteCar">
    <w:name w:val="En-tête Car"/>
    <w:basedOn w:val="Policepardfaut"/>
    <w:link w:val="En-tte"/>
    <w:rsid w:val="00DB3A8B"/>
    <w:rPr>
      <w:rFonts w:ascii="Arial" w:hAnsi="Arial"/>
      <w:szCs w:val="24"/>
    </w:rPr>
  </w:style>
  <w:style w:type="character" w:customStyle="1" w:styleId="TextedebullesCar">
    <w:name w:val="Texte de bulles Car"/>
    <w:basedOn w:val="Policepardfaut"/>
    <w:link w:val="Textedebulles"/>
    <w:semiHidden/>
    <w:rsid w:val="00DB3A8B"/>
    <w:rPr>
      <w:rFonts w:ascii="Tahoma" w:hAnsi="Tahoma" w:cs="Tahoma"/>
      <w:sz w:val="16"/>
      <w:szCs w:val="16"/>
    </w:rPr>
  </w:style>
  <w:style w:type="character" w:customStyle="1" w:styleId="CorpsdetexteCar">
    <w:name w:val="Corps de texte Car"/>
    <w:basedOn w:val="Policepardfaut"/>
    <w:link w:val="Corpsdetexte"/>
    <w:rsid w:val="00DB3A8B"/>
    <w:rPr>
      <w:sz w:val="24"/>
      <w:u w:val="single"/>
      <w:lang w:val="en-GB"/>
    </w:rPr>
  </w:style>
  <w:style w:type="character" w:customStyle="1" w:styleId="NotedebasdepageCar">
    <w:name w:val="Note de bas de page Car"/>
    <w:basedOn w:val="Policepardfaut"/>
    <w:link w:val="Notedebasdepage"/>
    <w:semiHidden/>
    <w:rsid w:val="00DB3A8B"/>
    <w:rPr>
      <w:rFonts w:ascii="Times" w:hAnsi="Times"/>
      <w:lang w:val="en-GB"/>
    </w:rPr>
  </w:style>
  <w:style w:type="character" w:customStyle="1" w:styleId="CommentaireCar">
    <w:name w:val="Commentaire Car"/>
    <w:basedOn w:val="Policepardfaut"/>
    <w:link w:val="Commentaire"/>
    <w:semiHidden/>
    <w:rsid w:val="00DB3A8B"/>
    <w:rPr>
      <w:lang w:eastAsia="en-US"/>
    </w:rPr>
  </w:style>
  <w:style w:type="character" w:customStyle="1" w:styleId="Retraitcorpsdetexte2Car">
    <w:name w:val="Retrait corps de texte 2 Car"/>
    <w:basedOn w:val="Policepardfaut"/>
    <w:link w:val="Retraitcorpsdetexte2"/>
    <w:rsid w:val="00DB3A8B"/>
    <w:rPr>
      <w:rFonts w:ascii="Times" w:hAnsi="Times"/>
      <w:color w:val="FFFFFF"/>
      <w:sz w:val="24"/>
      <w:shd w:val="clear" w:color="auto" w:fill="000000"/>
      <w:lang w:val="en-GB"/>
    </w:rPr>
  </w:style>
  <w:style w:type="character" w:customStyle="1" w:styleId="Corpsdetexte3Car">
    <w:name w:val="Corps de texte 3 Car"/>
    <w:basedOn w:val="Policepardfaut"/>
    <w:link w:val="Corpsdetexte3"/>
    <w:rsid w:val="00DB3A8B"/>
    <w:rPr>
      <w:rFonts w:ascii="Futura" w:hAnsi="Futura"/>
      <w:color w:val="333333"/>
      <w:sz w:val="22"/>
      <w:lang w:val="en-GB"/>
    </w:rPr>
  </w:style>
  <w:style w:type="character" w:customStyle="1" w:styleId="Retraitcorpsdetexte3Car">
    <w:name w:val="Retrait corps de texte 3 Car"/>
    <w:basedOn w:val="Policepardfaut"/>
    <w:link w:val="Retraitcorpsdetexte3"/>
    <w:rsid w:val="00DB3A8B"/>
    <w:rPr>
      <w:rFonts w:ascii="Times" w:hAnsi="Times"/>
      <w:sz w:val="24"/>
      <w:lang w:val="en-GB"/>
    </w:rPr>
  </w:style>
  <w:style w:type="character" w:customStyle="1" w:styleId="RetraitcorpsdetexteCar">
    <w:name w:val="Retrait corps de texte Car"/>
    <w:basedOn w:val="Policepardfaut"/>
    <w:link w:val="Retraitcorpsdetexte"/>
    <w:rsid w:val="00DB3A8B"/>
    <w:rPr>
      <w:sz w:val="24"/>
      <w:lang w:val="en-GB"/>
    </w:rPr>
  </w:style>
  <w:style w:type="character" w:customStyle="1" w:styleId="Corpsdetexte2Car">
    <w:name w:val="Corps de texte 2 Car"/>
    <w:basedOn w:val="Policepardfaut"/>
    <w:link w:val="Corpsdetexte2"/>
    <w:rsid w:val="00DB3A8B"/>
    <w:rPr>
      <w:rFonts w:ascii="Arial" w:hAnsi="Arial"/>
      <w:szCs w:val="24"/>
    </w:rPr>
  </w:style>
  <w:style w:type="character" w:customStyle="1" w:styleId="NotedefinCar">
    <w:name w:val="Note de fin Car"/>
    <w:basedOn w:val="Policepardfaut"/>
    <w:link w:val="Notedefin"/>
    <w:semiHidden/>
    <w:rsid w:val="00DB3A8B"/>
    <w:rPr>
      <w:rFonts w:ascii="Arial" w:hAnsi="Arial"/>
    </w:rPr>
  </w:style>
  <w:style w:type="paragraph" w:styleId="PrformatHTML">
    <w:name w:val="HTML Preformatted"/>
    <w:basedOn w:val="Normal"/>
    <w:link w:val="PrformatHTMLCar"/>
    <w:uiPriority w:val="99"/>
    <w:unhideWhenUsed/>
    <w:rsid w:val="00B8799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Cs w:val="20"/>
    </w:rPr>
  </w:style>
  <w:style w:type="character" w:customStyle="1" w:styleId="PrformatHTMLCar">
    <w:name w:val="Préformaté HTML Car"/>
    <w:basedOn w:val="Policepardfaut"/>
    <w:link w:val="PrformatHTML"/>
    <w:uiPriority w:val="99"/>
    <w:rsid w:val="00B8799C"/>
    <w:rPr>
      <w:rFonts w:ascii="Courier New" w:hAnsi="Courier New" w:cs="Courier New"/>
    </w:rPr>
  </w:style>
  <w:style w:type="character" w:customStyle="1" w:styleId="y2iqfc">
    <w:name w:val="y2iqfc"/>
    <w:basedOn w:val="Policepardfaut"/>
    <w:rsid w:val="00B879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66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70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67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44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48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30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14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31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9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53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8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2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65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katmandou\share\400-Infos_communes\400.415-Qualit&#233;_DCOS\01-R&#233;f&#233;rentiel%20SMQ\05-Formulaires\Achat%20-%20Travaux\Annexe%20A%20Cahier%20des%20Charges%20&#233;quipement%20DCOS.dotx" TargetMode="External"/></Relationships>
</file>

<file path=word/theme/theme1.xml><?xml version="1.0" encoding="utf-8"?>
<a:theme xmlns:a="http://schemas.openxmlformats.org/drawingml/2006/main" name="Thème Office">
  <a:themeElements>
    <a:clrScheme name="CEA_NEW_2023">
      <a:dk1>
        <a:srgbClr val="262626"/>
      </a:dk1>
      <a:lt1>
        <a:sysClr val="window" lastClr="FFFFFF"/>
      </a:lt1>
      <a:dk2>
        <a:srgbClr val="E50019"/>
      </a:dk2>
      <a:lt2>
        <a:srgbClr val="FFFFFF"/>
      </a:lt2>
      <a:accent1>
        <a:srgbClr val="3E4A83"/>
      </a:accent1>
      <a:accent2>
        <a:srgbClr val="7E9CBB"/>
      </a:accent2>
      <a:accent3>
        <a:srgbClr val="FFCD31"/>
      </a:accent3>
      <a:accent4>
        <a:srgbClr val="DA837B"/>
      </a:accent4>
      <a:accent5>
        <a:srgbClr val="0093A7"/>
      </a:accent5>
      <a:accent6>
        <a:srgbClr val="BD987A"/>
      </a:accent6>
      <a:hlink>
        <a:srgbClr val="E50019"/>
      </a:hlink>
      <a:folHlink>
        <a:srgbClr val="E50019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29E675-1E0C-42D6-A4B5-5C16108A1D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Annexe A Cahier des Charges équipement DCOS.dotx</Template>
  <TotalTime>10</TotalTime>
  <Pages>10</Pages>
  <Words>1222</Words>
  <Characters>6252</Characters>
  <Application>Microsoft Office Word</Application>
  <DocSecurity>0</DocSecurity>
  <Lines>52</Lines>
  <Paragraphs>14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FOR-PF-004 Formulaire Annexe A au Cahier des Charges Equipements</vt:lpstr>
    </vt:vector>
  </TitlesOfParts>
  <Company>CEA-Grenoble</Company>
  <LinksUpToDate>false</LinksUpToDate>
  <CharactersWithSpaces>7460</CharactersWithSpaces>
  <SharedDoc>false</SharedDoc>
  <HLinks>
    <vt:vector size="12" baseType="variant">
      <vt:variant>
        <vt:i4>393330</vt:i4>
      </vt:variant>
      <vt:variant>
        <vt:i4>-1</vt:i4>
      </vt:variant>
      <vt:variant>
        <vt:i4>2057</vt:i4>
      </vt:variant>
      <vt:variant>
        <vt:i4>1</vt:i4>
      </vt:variant>
      <vt:variant>
        <vt:lpwstr>https://www-leti.intra.cea.fr/assets/images/com/CEA014959_D-OIC.jpg</vt:lpwstr>
      </vt:variant>
      <vt:variant>
        <vt:lpwstr/>
      </vt:variant>
      <vt:variant>
        <vt:i4>393330</vt:i4>
      </vt:variant>
      <vt:variant>
        <vt:i4>-1</vt:i4>
      </vt:variant>
      <vt:variant>
        <vt:i4>2059</vt:i4>
      </vt:variant>
      <vt:variant>
        <vt:i4>1</vt:i4>
      </vt:variant>
      <vt:variant>
        <vt:lpwstr>https://www-leti.intra.cea.fr/assets/images/com/CEA014959_D-OIC.jpg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FOR-PF-004 Formulaire Annexe A au Cahier des Charges Equipements</dc:title>
  <dc:subject/>
  <dc:creator>Catherine brunet Manquat</dc:creator>
  <cp:keywords/>
  <cp:lastModifiedBy>BRUNET-MANQUAT Catherine 136268</cp:lastModifiedBy>
  <cp:revision>4</cp:revision>
  <cp:lastPrinted>2017-12-14T14:56:00Z</cp:lastPrinted>
  <dcterms:created xsi:type="dcterms:W3CDTF">2025-06-04T13:48:00Z</dcterms:created>
  <dcterms:modified xsi:type="dcterms:W3CDTF">2025-11-14T07:20:00Z</dcterms:modified>
</cp:coreProperties>
</file>